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3D6B20" w14:textId="33437EC5" w:rsidR="008C25AC" w:rsidRDefault="008C25AC" w:rsidP="008C25AC">
      <w:pPr>
        <w:pStyle w:val="Heading2"/>
      </w:pPr>
      <w:r>
        <w:t>K</w:t>
      </w:r>
    </w:p>
    <w:p w14:paraId="7C0CA88F" w14:textId="6D781EAB" w:rsidR="0045430C" w:rsidRDefault="0045430C" w:rsidP="0045430C">
      <w:pPr>
        <w:pStyle w:val="Heading3"/>
        <w:rPr>
          <w:rFonts w:cs="Times New Roman"/>
        </w:rPr>
      </w:pPr>
      <w:r>
        <w:rPr>
          <w:rFonts w:cs="Times New Roman"/>
        </w:rPr>
        <w:t>Impact – 2NC – V2</w:t>
      </w:r>
    </w:p>
    <w:p w14:paraId="37B0C690" w14:textId="77777777" w:rsidR="0016068E" w:rsidRDefault="0016068E" w:rsidP="0045430C">
      <w:pPr>
        <w:pStyle w:val="Analytic"/>
        <w:rPr>
          <w:rFonts w:cs="Times New Roman"/>
        </w:rPr>
      </w:pPr>
    </w:p>
    <w:p w14:paraId="1B19941D" w14:textId="77777777" w:rsidR="0045430C" w:rsidRDefault="0045430C" w:rsidP="0045430C"/>
    <w:p w14:paraId="715496C2" w14:textId="77777777" w:rsidR="0045430C" w:rsidRDefault="0045430C" w:rsidP="0045430C">
      <w:pPr>
        <w:pStyle w:val="Heading3"/>
      </w:pPr>
      <w:r>
        <w:t>T/C – Inequality</w:t>
      </w:r>
    </w:p>
    <w:p w14:paraId="5528825E" w14:textId="77777777" w:rsidR="0045430C" w:rsidRPr="00CA059B" w:rsidRDefault="0045430C" w:rsidP="0045430C">
      <w:pPr>
        <w:pStyle w:val="Heading4"/>
      </w:pPr>
      <w:r>
        <w:t xml:space="preserve">Inequality is </w:t>
      </w:r>
      <w:r>
        <w:rPr>
          <w:u w:val="single"/>
        </w:rPr>
        <w:t>structrually inevitable</w:t>
      </w:r>
      <w:r>
        <w:t xml:space="preserve"> because of financialization and climate. We read gray.</w:t>
      </w:r>
    </w:p>
    <w:p w14:paraId="0E1E2D96" w14:textId="77777777" w:rsidR="0045430C" w:rsidRPr="00424A42" w:rsidRDefault="0045430C" w:rsidP="0045430C">
      <w:r w:rsidRPr="00F964BA">
        <w:rPr>
          <w:rStyle w:val="Style13ptBold"/>
          <w:highlight w:val="lightGray"/>
        </w:rPr>
        <w:t>1AC Parfitt ’20</w:t>
      </w:r>
      <w:r>
        <w:t xml:space="preserve"> [Claire</w:t>
      </w:r>
      <w:r w:rsidRPr="00424A42">
        <w:t xml:space="preserve"> </w:t>
      </w:r>
      <w:r>
        <w:t>and Tom Barnes; May 13; Ph.D. candidate in the Department of Political Economy at the University of Sydney; economic sociologist and Senior Research Fellow at the Institute for Humanities and Social Sciences, Australian Catholic University; Marxist Sociology Blog, adapted from an article in Critical Sociology, “Precarity and the Politics of Existential Crisis,” https://marxistsociology.org/2020/05/precarity-and-the-politics-of-existential-crisis/]</w:t>
      </w:r>
    </w:p>
    <w:p w14:paraId="36C79A60" w14:textId="77777777" w:rsidR="0045430C" w:rsidRPr="00A62E81" w:rsidRDefault="0045430C" w:rsidP="0045430C">
      <w:pPr>
        <w:rPr>
          <w:sz w:val="16"/>
        </w:rPr>
      </w:pPr>
      <w:r w:rsidRPr="00A62E81">
        <w:rPr>
          <w:sz w:val="16"/>
        </w:rPr>
        <w:t xml:space="preserve">What new meanings does the concept of </w:t>
      </w:r>
      <w:r w:rsidRPr="007F75C7">
        <w:rPr>
          <w:rStyle w:val="Emphasis"/>
          <w:highlight w:val="cyan"/>
        </w:rPr>
        <w:t>precarity</w:t>
      </w:r>
      <w:r w:rsidRPr="00A62E81">
        <w:rPr>
          <w:sz w:val="16"/>
        </w:rPr>
        <w:t xml:space="preserve"> adopt </w:t>
      </w:r>
      <w:r w:rsidRPr="007F75C7">
        <w:rPr>
          <w:rStyle w:val="StyleUnderline"/>
          <w:highlight w:val="cyan"/>
        </w:rPr>
        <w:t>when</w:t>
      </w:r>
      <w:r w:rsidRPr="007F75C7">
        <w:rPr>
          <w:sz w:val="16"/>
          <w:highlight w:val="cyan"/>
        </w:rPr>
        <w:t xml:space="preserve"> </w:t>
      </w:r>
      <w:r w:rsidRPr="007F75C7">
        <w:rPr>
          <w:rStyle w:val="StyleUnderline"/>
          <w:highlight w:val="cyan"/>
        </w:rPr>
        <w:t>society is</w:t>
      </w:r>
      <w:r w:rsidRPr="00A62E81">
        <w:rPr>
          <w:sz w:val="16"/>
        </w:rPr>
        <w:t xml:space="preserve"> suddenly </w:t>
      </w:r>
      <w:r w:rsidRPr="007F75C7">
        <w:rPr>
          <w:rStyle w:val="Emphasis"/>
          <w:highlight w:val="cyan"/>
        </w:rPr>
        <w:t>plunged</w:t>
      </w:r>
      <w:r w:rsidRPr="00A62E81">
        <w:rPr>
          <w:sz w:val="16"/>
        </w:rPr>
        <w:t xml:space="preserve"> </w:t>
      </w:r>
      <w:r w:rsidRPr="007F75C7">
        <w:rPr>
          <w:rStyle w:val="StyleUnderline"/>
          <w:highlight w:val="cyan"/>
        </w:rPr>
        <w:t>into</w:t>
      </w:r>
      <w:r w:rsidRPr="00A62E81">
        <w:rPr>
          <w:rStyle w:val="StyleUnderline"/>
        </w:rPr>
        <w:t xml:space="preserve"> a </w:t>
      </w:r>
      <w:r w:rsidRPr="00A62E81">
        <w:rPr>
          <w:rStyle w:val="Emphasis"/>
        </w:rPr>
        <w:t>deep</w:t>
      </w:r>
      <w:r w:rsidRPr="00A62E81">
        <w:rPr>
          <w:rStyle w:val="StyleUnderline"/>
        </w:rPr>
        <w:t>, prolonged</w:t>
      </w:r>
      <w:r w:rsidRPr="00A62E81">
        <w:rPr>
          <w:sz w:val="16"/>
        </w:rPr>
        <w:t xml:space="preserve">, even </w:t>
      </w:r>
      <w:r w:rsidRPr="007F75C7">
        <w:rPr>
          <w:rStyle w:val="Emphasis"/>
          <w:highlight w:val="cyan"/>
        </w:rPr>
        <w:t>existential</w:t>
      </w:r>
      <w:r w:rsidRPr="00A62E81">
        <w:rPr>
          <w:rStyle w:val="Emphasis"/>
        </w:rPr>
        <w:t xml:space="preserve"> crisis</w:t>
      </w:r>
      <w:r w:rsidRPr="00A62E81">
        <w:rPr>
          <w:sz w:val="16"/>
        </w:rPr>
        <w:t xml:space="preserve">? While it has been used for decades, the publication of Guy Standing’s The Precariat in 2011 was critical to popularizing this concept. Today, </w:t>
      </w:r>
      <w:r w:rsidRPr="00A62E81">
        <w:rPr>
          <w:rStyle w:val="Emphasis"/>
        </w:rPr>
        <w:t>precarity</w:t>
      </w:r>
      <w:r w:rsidRPr="00A62E81">
        <w:rPr>
          <w:sz w:val="16"/>
        </w:rPr>
        <w:t xml:space="preserve"> </w:t>
      </w:r>
      <w:r w:rsidRPr="00A62E81">
        <w:rPr>
          <w:rStyle w:val="StyleUnderline"/>
        </w:rPr>
        <w:t>seems to be</w:t>
      </w:r>
      <w:r w:rsidRPr="00A62E81">
        <w:rPr>
          <w:sz w:val="16"/>
        </w:rPr>
        <w:t xml:space="preserve"> </w:t>
      </w:r>
      <w:r w:rsidRPr="00A62E81">
        <w:rPr>
          <w:rStyle w:val="StyleUnderline"/>
        </w:rPr>
        <w:t>everywhere</w:t>
      </w:r>
      <w:r w:rsidRPr="00A62E81">
        <w:rPr>
          <w:sz w:val="16"/>
        </w:rPr>
        <w:t xml:space="preserve">. The </w:t>
      </w:r>
      <w:r w:rsidRPr="007F75C7">
        <w:rPr>
          <w:rStyle w:val="Emphasis"/>
          <w:highlight w:val="cyan"/>
        </w:rPr>
        <w:t>erosion</w:t>
      </w:r>
      <w:r w:rsidRPr="007F75C7">
        <w:rPr>
          <w:sz w:val="16"/>
          <w:highlight w:val="cyan"/>
        </w:rPr>
        <w:t xml:space="preserve"> </w:t>
      </w:r>
      <w:r w:rsidRPr="007F75C7">
        <w:rPr>
          <w:rStyle w:val="StyleUnderline"/>
          <w:highlight w:val="cyan"/>
        </w:rPr>
        <w:t>of</w:t>
      </w:r>
      <w:r w:rsidRPr="00A62E81">
        <w:rPr>
          <w:sz w:val="16"/>
        </w:rPr>
        <w:t xml:space="preserve"> the 9-to-5 </w:t>
      </w:r>
      <w:r w:rsidRPr="007F75C7">
        <w:rPr>
          <w:rStyle w:val="Emphasis"/>
          <w:highlight w:val="cyan"/>
        </w:rPr>
        <w:t>work</w:t>
      </w:r>
      <w:r w:rsidRPr="007F75C7">
        <w:rPr>
          <w:sz w:val="16"/>
          <w:highlight w:val="cyan"/>
        </w:rPr>
        <w:t>ing</w:t>
      </w:r>
      <w:r w:rsidRPr="00A62E81">
        <w:rPr>
          <w:sz w:val="16"/>
        </w:rPr>
        <w:t xml:space="preserve"> day, </w:t>
      </w:r>
      <w:r w:rsidRPr="00A62E81">
        <w:rPr>
          <w:rStyle w:val="StyleUnderline"/>
        </w:rPr>
        <w:t xml:space="preserve">the </w:t>
      </w:r>
      <w:r w:rsidRPr="007F75C7">
        <w:rPr>
          <w:rStyle w:val="StyleUnderline"/>
          <w:highlight w:val="cyan"/>
        </w:rPr>
        <w:t>emerging</w:t>
      </w:r>
      <w:r w:rsidRPr="007F75C7">
        <w:rPr>
          <w:sz w:val="16"/>
          <w:highlight w:val="cyan"/>
        </w:rPr>
        <w:t xml:space="preserve"> </w:t>
      </w:r>
      <w:r w:rsidRPr="007F75C7">
        <w:rPr>
          <w:rStyle w:val="Emphasis"/>
          <w:highlight w:val="cyan"/>
        </w:rPr>
        <w:t>gig economy</w:t>
      </w:r>
      <w:r w:rsidRPr="007F75C7">
        <w:rPr>
          <w:sz w:val="16"/>
          <w:highlight w:val="cyan"/>
        </w:rPr>
        <w:t xml:space="preserve">, </w:t>
      </w:r>
      <w:r w:rsidRPr="007F75C7">
        <w:rPr>
          <w:rStyle w:val="StyleUnderline"/>
        </w:rPr>
        <w:t>zero</w:t>
      </w:r>
      <w:r w:rsidRPr="00A62E81">
        <w:rPr>
          <w:rStyle w:val="StyleUnderline"/>
        </w:rPr>
        <w:t>-hours contracts, rising</w:t>
      </w:r>
      <w:r w:rsidRPr="00A62E81">
        <w:rPr>
          <w:sz w:val="16"/>
        </w:rPr>
        <w:t xml:space="preserve"> </w:t>
      </w:r>
      <w:r w:rsidRPr="00A62E81">
        <w:rPr>
          <w:rStyle w:val="Emphasis"/>
        </w:rPr>
        <w:t>self-employment</w:t>
      </w:r>
      <w:r w:rsidRPr="00A62E81">
        <w:rPr>
          <w:sz w:val="16"/>
        </w:rPr>
        <w:t xml:space="preserve"> </w:t>
      </w:r>
      <w:r w:rsidRPr="00A62E81">
        <w:rPr>
          <w:rStyle w:val="StyleUnderline"/>
        </w:rPr>
        <w:t>and</w:t>
      </w:r>
      <w:r w:rsidRPr="00A62E81">
        <w:rPr>
          <w:sz w:val="16"/>
        </w:rPr>
        <w:t xml:space="preserve"> </w:t>
      </w:r>
      <w:r w:rsidRPr="00A62E81">
        <w:rPr>
          <w:rStyle w:val="StyleUnderline"/>
        </w:rPr>
        <w:t>agency work are</w:t>
      </w:r>
      <w:r w:rsidRPr="00A62E81">
        <w:rPr>
          <w:sz w:val="16"/>
        </w:rPr>
        <w:t xml:space="preserve"> all </w:t>
      </w:r>
      <w:r w:rsidRPr="00A62E81">
        <w:rPr>
          <w:rStyle w:val="StyleUnderline"/>
        </w:rPr>
        <w:t>signs</w:t>
      </w:r>
      <w:r w:rsidRPr="00A62E81">
        <w:rPr>
          <w:sz w:val="16"/>
        </w:rPr>
        <w:t xml:space="preserve"> that </w:t>
      </w:r>
      <w:r w:rsidRPr="00A62E81">
        <w:rPr>
          <w:rStyle w:val="Emphasis"/>
        </w:rPr>
        <w:t>contingent work</w:t>
      </w:r>
      <w:r w:rsidRPr="00A62E81">
        <w:rPr>
          <w:sz w:val="16"/>
        </w:rPr>
        <w:t xml:space="preserve"> </w:t>
      </w:r>
      <w:r w:rsidRPr="00A62E81">
        <w:rPr>
          <w:rStyle w:val="StyleUnderline"/>
        </w:rPr>
        <w:t>is the new normal.</w:t>
      </w:r>
      <w:r w:rsidRPr="00A62E81">
        <w:rPr>
          <w:sz w:val="16"/>
        </w:rPr>
        <w:t xml:space="preserve"> In Australia, where we write from, at least half of the workforce can now be regarded as contingent. This figure is much higher in many other places around the world.</w:t>
      </w:r>
    </w:p>
    <w:p w14:paraId="227A2846" w14:textId="77777777" w:rsidR="0045430C" w:rsidRPr="00A62E81" w:rsidRDefault="0045430C" w:rsidP="0045430C">
      <w:pPr>
        <w:rPr>
          <w:sz w:val="16"/>
        </w:rPr>
      </w:pPr>
      <w:r w:rsidRPr="00166A1A">
        <w:rPr>
          <w:rStyle w:val="StyleUnderline"/>
          <w:highlight w:val="lightGray"/>
        </w:rPr>
        <w:t>But for many, there is nothing ‘new’ about this normal</w:t>
      </w:r>
      <w:r w:rsidRPr="00A62E81">
        <w:rPr>
          <w:sz w:val="16"/>
        </w:rPr>
        <w:t>. Feminists in particular have pointed out that ‘</w:t>
      </w:r>
      <w:r w:rsidRPr="00166A1A">
        <w:rPr>
          <w:rStyle w:val="StyleUnderline"/>
          <w:highlight w:val="lightGray"/>
        </w:rPr>
        <w:t>standard’ employment relationships were always an exception enjoyed primarily by white men in wealthy economies</w:t>
      </w:r>
      <w:r w:rsidRPr="00A62E81">
        <w:rPr>
          <w:sz w:val="16"/>
        </w:rPr>
        <w:t>. Arguments that hinge on the novelty of precarious work have unsurprisingly drawn criticism for their failure to acknowledge the diversity of economic lives across time and space.</w:t>
      </w:r>
    </w:p>
    <w:p w14:paraId="4367BF46" w14:textId="77777777" w:rsidR="0045430C" w:rsidRPr="00A62E81" w:rsidRDefault="0045430C" w:rsidP="0045430C">
      <w:pPr>
        <w:rPr>
          <w:sz w:val="16"/>
        </w:rPr>
      </w:pPr>
      <w:r w:rsidRPr="00A62E81">
        <w:rPr>
          <w:sz w:val="16"/>
        </w:rPr>
        <w:t>In contrast to those who say that this concept has been stretched too far, our recent special issue in Critical Sociology emphasizes the value of a broad, multidimensional understanding of precarity. Following Nancy Ettlinger, we see precarity as a ‘</w:t>
      </w:r>
      <w:r w:rsidRPr="00A62E81">
        <w:rPr>
          <w:rStyle w:val="StyleUnderline"/>
        </w:rPr>
        <w:t xml:space="preserve">condition of </w:t>
      </w:r>
      <w:r w:rsidRPr="007F75C7">
        <w:rPr>
          <w:rStyle w:val="Emphasis"/>
          <w:highlight w:val="cyan"/>
        </w:rPr>
        <w:t>vulnerability</w:t>
      </w:r>
      <w:r w:rsidRPr="00A62E81">
        <w:rPr>
          <w:sz w:val="16"/>
        </w:rPr>
        <w:t xml:space="preserve"> relative to contingency and the inability to predict’. Although our work was </w:t>
      </w:r>
      <w:r w:rsidRPr="00A62E81">
        <w:rPr>
          <w:rStyle w:val="StyleUnderline"/>
        </w:rPr>
        <w:t>compiled</w:t>
      </w:r>
      <w:r w:rsidRPr="00A62E81">
        <w:rPr>
          <w:sz w:val="16"/>
        </w:rPr>
        <w:t xml:space="preserve"> prior </w:t>
      </w:r>
      <w:r w:rsidRPr="00A62E81">
        <w:rPr>
          <w:rStyle w:val="StyleUnderline"/>
        </w:rPr>
        <w:t>to the</w:t>
      </w:r>
      <w:r w:rsidRPr="00A62E81">
        <w:rPr>
          <w:sz w:val="16"/>
        </w:rPr>
        <w:t xml:space="preserve"> coronavirus </w:t>
      </w:r>
      <w:r w:rsidRPr="00A62E81">
        <w:rPr>
          <w:rStyle w:val="Emphasis"/>
        </w:rPr>
        <w:t>pandemic</w:t>
      </w:r>
      <w:r w:rsidRPr="00A62E81">
        <w:rPr>
          <w:sz w:val="16"/>
        </w:rPr>
        <w:t xml:space="preserve">, this broad orientation is useful in a context where lives and livelihoods are </w:t>
      </w:r>
      <w:r w:rsidRPr="007F75C7">
        <w:rPr>
          <w:rStyle w:val="StyleUnderline"/>
          <w:highlight w:val="cyan"/>
        </w:rPr>
        <w:t>exposed</w:t>
      </w:r>
      <w:r w:rsidRPr="00A62E81">
        <w:rPr>
          <w:rStyle w:val="StyleUnderline"/>
        </w:rPr>
        <w:t xml:space="preserve"> to so many </w:t>
      </w:r>
      <w:r w:rsidRPr="00A62E81">
        <w:rPr>
          <w:rStyle w:val="Emphasis"/>
        </w:rPr>
        <w:t>manifestations</w:t>
      </w:r>
      <w:r w:rsidRPr="00A62E81">
        <w:rPr>
          <w:sz w:val="16"/>
        </w:rPr>
        <w:t xml:space="preserve"> </w:t>
      </w:r>
      <w:r w:rsidRPr="00A62E81">
        <w:rPr>
          <w:rStyle w:val="StyleUnderline"/>
        </w:rPr>
        <w:t>of</w:t>
      </w:r>
      <w:r w:rsidRPr="00A62E81">
        <w:rPr>
          <w:sz w:val="16"/>
        </w:rPr>
        <w:t xml:space="preserve"> </w:t>
      </w:r>
      <w:r w:rsidRPr="007F75C7">
        <w:rPr>
          <w:rStyle w:val="Emphasis"/>
          <w:highlight w:val="cyan"/>
        </w:rPr>
        <w:t>risk</w:t>
      </w:r>
      <w:r w:rsidRPr="00A62E81">
        <w:rPr>
          <w:sz w:val="16"/>
        </w:rPr>
        <w:t xml:space="preserve">. It invites us to think about what </w:t>
      </w:r>
      <w:r w:rsidRPr="00A62E81">
        <w:rPr>
          <w:rStyle w:val="StyleUnderline"/>
        </w:rPr>
        <w:t xml:space="preserve">makes for </w:t>
      </w:r>
      <w:r w:rsidRPr="00A62E81">
        <w:rPr>
          <w:rStyle w:val="Emphasis"/>
        </w:rPr>
        <w:t>vulnerability</w:t>
      </w:r>
      <w:r w:rsidRPr="00A62E81">
        <w:rPr>
          <w:sz w:val="16"/>
        </w:rPr>
        <w:t xml:space="preserve"> and resilience, the different types of </w:t>
      </w:r>
      <w:r w:rsidRPr="00A62E81">
        <w:rPr>
          <w:rStyle w:val="Emphasis"/>
        </w:rPr>
        <w:t>risks</w:t>
      </w:r>
      <w:r w:rsidRPr="00A62E81">
        <w:rPr>
          <w:sz w:val="16"/>
        </w:rPr>
        <w:t xml:space="preserve"> we are exposed to, and how these can be negotiated individually and collectively.</w:t>
      </w:r>
    </w:p>
    <w:p w14:paraId="7E21C2F5" w14:textId="77777777" w:rsidR="0045430C" w:rsidRPr="00A62E81" w:rsidRDefault="0045430C" w:rsidP="0045430C">
      <w:pPr>
        <w:rPr>
          <w:sz w:val="16"/>
        </w:rPr>
      </w:pPr>
      <w:r w:rsidRPr="00A62E81">
        <w:rPr>
          <w:sz w:val="16"/>
        </w:rPr>
        <w:t xml:space="preserve">What emerges through this kind of analysis is that </w:t>
      </w:r>
      <w:r w:rsidRPr="007F75C7">
        <w:rPr>
          <w:rStyle w:val="StyleUnderline"/>
          <w:highlight w:val="cyan"/>
        </w:rPr>
        <w:t xml:space="preserve">exposure to </w:t>
      </w:r>
      <w:r w:rsidRPr="007F75C7">
        <w:rPr>
          <w:rStyle w:val="Emphasis"/>
          <w:highlight w:val="cyan"/>
        </w:rPr>
        <w:t>risk</w:t>
      </w:r>
      <w:r w:rsidRPr="00A62E81">
        <w:rPr>
          <w:sz w:val="16"/>
        </w:rPr>
        <w:t xml:space="preserve"> </w:t>
      </w:r>
      <w:r w:rsidRPr="00A62E81">
        <w:rPr>
          <w:rStyle w:val="StyleUnderline"/>
        </w:rPr>
        <w:t>and</w:t>
      </w:r>
      <w:r w:rsidRPr="00A62E81">
        <w:rPr>
          <w:sz w:val="16"/>
        </w:rPr>
        <w:t xml:space="preserve"> its </w:t>
      </w:r>
      <w:r w:rsidRPr="007F75C7">
        <w:rPr>
          <w:rStyle w:val="Emphasis"/>
          <w:highlight w:val="cyan"/>
        </w:rPr>
        <w:t>social</w:t>
      </w:r>
      <w:r w:rsidRPr="00A62E81">
        <w:rPr>
          <w:sz w:val="16"/>
        </w:rPr>
        <w:t xml:space="preserve"> </w:t>
      </w:r>
      <w:r w:rsidRPr="00A62E81">
        <w:rPr>
          <w:rStyle w:val="StyleUnderline"/>
        </w:rPr>
        <w:t>and</w:t>
      </w:r>
      <w:r w:rsidRPr="00A62E81">
        <w:rPr>
          <w:sz w:val="16"/>
        </w:rPr>
        <w:t xml:space="preserve"> </w:t>
      </w:r>
      <w:r w:rsidRPr="007F75C7">
        <w:rPr>
          <w:rStyle w:val="Emphasis"/>
          <w:highlight w:val="cyan"/>
        </w:rPr>
        <w:t>economic impacts</w:t>
      </w:r>
      <w:r w:rsidRPr="007F75C7">
        <w:rPr>
          <w:sz w:val="16"/>
          <w:highlight w:val="cyan"/>
        </w:rPr>
        <w:t xml:space="preserve"> </w:t>
      </w:r>
      <w:r w:rsidRPr="007F75C7">
        <w:rPr>
          <w:rStyle w:val="StyleUnderline"/>
          <w:highlight w:val="cyan"/>
        </w:rPr>
        <w:t>are</w:t>
      </w:r>
      <w:r w:rsidRPr="007F75C7">
        <w:rPr>
          <w:sz w:val="16"/>
          <w:highlight w:val="cyan"/>
        </w:rPr>
        <w:t xml:space="preserve"> </w:t>
      </w:r>
      <w:r w:rsidRPr="007F75C7">
        <w:rPr>
          <w:rStyle w:val="Emphasis"/>
          <w:highlight w:val="cyan"/>
        </w:rPr>
        <w:t>widespread</w:t>
      </w:r>
      <w:r w:rsidRPr="00A62E81">
        <w:rPr>
          <w:sz w:val="16"/>
        </w:rPr>
        <w:t xml:space="preserve">, </w:t>
      </w:r>
      <w:r w:rsidRPr="00A62E81">
        <w:rPr>
          <w:rStyle w:val="StyleUnderline"/>
        </w:rPr>
        <w:t>even in</w:t>
      </w:r>
      <w:r w:rsidRPr="00A62E81">
        <w:rPr>
          <w:sz w:val="16"/>
        </w:rPr>
        <w:t xml:space="preserve"> </w:t>
      </w:r>
      <w:r w:rsidRPr="00A62E81">
        <w:rPr>
          <w:rStyle w:val="Emphasis"/>
        </w:rPr>
        <w:t>wealthy</w:t>
      </w:r>
      <w:r w:rsidRPr="00A62E81">
        <w:rPr>
          <w:sz w:val="16"/>
        </w:rPr>
        <w:t xml:space="preserve"> </w:t>
      </w:r>
      <w:r w:rsidRPr="00A62E81">
        <w:rPr>
          <w:rStyle w:val="StyleUnderline"/>
        </w:rPr>
        <w:t>economies</w:t>
      </w:r>
      <w:r w:rsidRPr="00A62E81">
        <w:rPr>
          <w:sz w:val="16"/>
        </w:rPr>
        <w:t xml:space="preserve"> and populations. </w:t>
      </w:r>
      <w:r w:rsidRPr="00A62E81">
        <w:rPr>
          <w:rStyle w:val="StyleUnderline"/>
        </w:rPr>
        <w:t>Many</w:t>
      </w:r>
      <w:r w:rsidRPr="00A62E81">
        <w:rPr>
          <w:sz w:val="16"/>
        </w:rPr>
        <w:t xml:space="preserve"> of us </w:t>
      </w:r>
      <w:r w:rsidRPr="00A62E81">
        <w:rPr>
          <w:rStyle w:val="StyleUnderline"/>
        </w:rPr>
        <w:t>find ourselves</w:t>
      </w:r>
      <w:r w:rsidRPr="00A62E81">
        <w:rPr>
          <w:sz w:val="16"/>
        </w:rPr>
        <w:t xml:space="preserve"> </w:t>
      </w:r>
      <w:r w:rsidRPr="00A62E81">
        <w:rPr>
          <w:rStyle w:val="StyleUnderline"/>
        </w:rPr>
        <w:t>living in a ‘</w:t>
      </w:r>
      <w:r w:rsidRPr="00A62E81">
        <w:rPr>
          <w:rStyle w:val="Emphasis"/>
        </w:rPr>
        <w:t>speculative</w:t>
      </w:r>
      <w:r w:rsidRPr="00A62E81">
        <w:rPr>
          <w:sz w:val="16"/>
        </w:rPr>
        <w:t xml:space="preserve"> </w:t>
      </w:r>
      <w:r w:rsidRPr="00A62E81">
        <w:rPr>
          <w:rStyle w:val="StyleUnderline"/>
        </w:rPr>
        <w:t>life-world’</w:t>
      </w:r>
      <w:r w:rsidRPr="00A62E81">
        <w:rPr>
          <w:sz w:val="16"/>
        </w:rPr>
        <w:t xml:space="preserve"> in which </w:t>
      </w:r>
      <w:r w:rsidRPr="00A62E81">
        <w:rPr>
          <w:rStyle w:val="StyleUnderline"/>
        </w:rPr>
        <w:t>we are ‘</w:t>
      </w:r>
      <w:r w:rsidRPr="00A62E81">
        <w:rPr>
          <w:rStyle w:val="Emphasis"/>
        </w:rPr>
        <w:t>condemned</w:t>
      </w:r>
      <w:r w:rsidRPr="00A62E81">
        <w:rPr>
          <w:rStyle w:val="StyleUnderline"/>
        </w:rPr>
        <w:t xml:space="preserve"> to</w:t>
      </w:r>
      <w:r w:rsidRPr="00A62E81">
        <w:rPr>
          <w:sz w:val="16"/>
        </w:rPr>
        <w:t xml:space="preserve"> </w:t>
      </w:r>
      <w:r w:rsidRPr="00A62E81">
        <w:rPr>
          <w:rStyle w:val="StyleUnderline"/>
        </w:rPr>
        <w:t>decision making under</w:t>
      </w:r>
      <w:r w:rsidRPr="00A62E81">
        <w:rPr>
          <w:sz w:val="16"/>
        </w:rPr>
        <w:t xml:space="preserve"> </w:t>
      </w:r>
      <w:r w:rsidRPr="00A62E81">
        <w:rPr>
          <w:rStyle w:val="Emphasis"/>
        </w:rPr>
        <w:t>uncertain levels</w:t>
      </w:r>
      <w:r w:rsidRPr="00A62E81">
        <w:rPr>
          <w:sz w:val="16"/>
        </w:rPr>
        <w:t xml:space="preserve"> </w:t>
      </w:r>
      <w:r w:rsidRPr="00A62E81">
        <w:rPr>
          <w:rStyle w:val="StyleUnderline"/>
        </w:rPr>
        <w:t>of</w:t>
      </w:r>
      <w:r w:rsidRPr="00A62E81">
        <w:rPr>
          <w:sz w:val="16"/>
        </w:rPr>
        <w:t xml:space="preserve"> </w:t>
      </w:r>
      <w:r w:rsidRPr="00A62E81">
        <w:rPr>
          <w:rStyle w:val="Emphasis"/>
        </w:rPr>
        <w:t>uncertainty</w:t>
      </w:r>
      <w:r w:rsidRPr="00A62E81">
        <w:rPr>
          <w:sz w:val="16"/>
        </w:rPr>
        <w:t xml:space="preserve">, and to </w:t>
      </w:r>
      <w:r w:rsidRPr="00A62E81">
        <w:rPr>
          <w:rStyle w:val="StyleUnderline"/>
        </w:rPr>
        <w:t xml:space="preserve">thus precarity and </w:t>
      </w:r>
      <w:r w:rsidRPr="00A62E81">
        <w:rPr>
          <w:rStyle w:val="Emphasis"/>
        </w:rPr>
        <w:t>insecurity’</w:t>
      </w:r>
      <w:r w:rsidRPr="00A62E81">
        <w:rPr>
          <w:sz w:val="16"/>
        </w:rPr>
        <w:t xml:space="preserve">. But just as </w:t>
      </w:r>
      <w:r w:rsidRPr="00A62E81">
        <w:rPr>
          <w:rStyle w:val="StyleUnderline"/>
        </w:rPr>
        <w:t xml:space="preserve">we find </w:t>
      </w:r>
      <w:r w:rsidRPr="00A62E81">
        <w:rPr>
          <w:rStyle w:val="Emphasis"/>
        </w:rPr>
        <w:t>exposure</w:t>
      </w:r>
      <w:r w:rsidRPr="00A62E81">
        <w:rPr>
          <w:sz w:val="16"/>
        </w:rPr>
        <w:t xml:space="preserve"> to risk in unlikely places, we also observe unexpected instances of resilience and </w:t>
      </w:r>
      <w:r w:rsidRPr="00A62E81">
        <w:rPr>
          <w:rStyle w:val="Emphasis"/>
        </w:rPr>
        <w:t>collectivization</w:t>
      </w:r>
      <w:r w:rsidRPr="00A62E81">
        <w:rPr>
          <w:sz w:val="16"/>
        </w:rPr>
        <w:t xml:space="preserve"> </w:t>
      </w:r>
      <w:r w:rsidRPr="00A62E81">
        <w:rPr>
          <w:rStyle w:val="StyleUnderline"/>
        </w:rPr>
        <w:t>of</w:t>
      </w:r>
      <w:r w:rsidRPr="00A62E81">
        <w:rPr>
          <w:sz w:val="16"/>
        </w:rPr>
        <w:t xml:space="preserve"> </w:t>
      </w:r>
      <w:r w:rsidRPr="00A62E81">
        <w:rPr>
          <w:rStyle w:val="Emphasis"/>
        </w:rPr>
        <w:t>risk</w:t>
      </w:r>
      <w:r w:rsidRPr="00A62E81">
        <w:rPr>
          <w:sz w:val="16"/>
        </w:rPr>
        <w:t>.</w:t>
      </w:r>
    </w:p>
    <w:p w14:paraId="70412BBC" w14:textId="77777777" w:rsidR="0045430C" w:rsidRPr="00A62E81" w:rsidRDefault="0045430C" w:rsidP="0045430C">
      <w:pPr>
        <w:rPr>
          <w:sz w:val="16"/>
        </w:rPr>
      </w:pPr>
      <w:r w:rsidRPr="00A62E81">
        <w:rPr>
          <w:sz w:val="16"/>
        </w:rPr>
        <w:t xml:space="preserve">For us, a keynote example which preceded the coronavirus </w:t>
      </w:r>
      <w:r w:rsidRPr="007F75C7">
        <w:rPr>
          <w:rStyle w:val="Emphasis"/>
          <w:highlight w:val="cyan"/>
        </w:rPr>
        <w:t>pandemic</w:t>
      </w:r>
      <w:r w:rsidRPr="00A62E81">
        <w:rPr>
          <w:sz w:val="16"/>
        </w:rPr>
        <w:t xml:space="preserve"> were the bushfires which ravaged Australia from September 2019 to January 2020. </w:t>
      </w:r>
      <w:r w:rsidRPr="00166A1A">
        <w:rPr>
          <w:rStyle w:val="StyleUnderline"/>
          <w:highlight w:val="lightGray"/>
        </w:rPr>
        <w:t>The destruction of forests released hundreds of millions of tonnes of carbon from the ground and increased emissions</w:t>
      </w:r>
      <w:r w:rsidRPr="00A62E81">
        <w:rPr>
          <w:sz w:val="16"/>
        </w:rPr>
        <w:t xml:space="preserve">. In Australia, the coronavirus pandemic emerged on the back of the </w:t>
      </w:r>
      <w:r w:rsidRPr="007F75C7">
        <w:rPr>
          <w:rStyle w:val="Emphasis"/>
          <w:highlight w:val="cyan"/>
        </w:rPr>
        <w:t>devastating experience</w:t>
      </w:r>
      <w:r w:rsidRPr="00A62E81">
        <w:rPr>
          <w:sz w:val="16"/>
        </w:rPr>
        <w:t xml:space="preserve"> of these bushfires, </w:t>
      </w:r>
      <w:r w:rsidRPr="007F75C7">
        <w:rPr>
          <w:rStyle w:val="StyleUnderline"/>
          <w:highlight w:val="cyan"/>
        </w:rPr>
        <w:t>deepening</w:t>
      </w:r>
      <w:r w:rsidRPr="00A62E81">
        <w:rPr>
          <w:sz w:val="16"/>
        </w:rPr>
        <w:t xml:space="preserve"> a sense of </w:t>
      </w:r>
      <w:r w:rsidRPr="00A62E81">
        <w:rPr>
          <w:rStyle w:val="Emphasis"/>
        </w:rPr>
        <w:t>widespread</w:t>
      </w:r>
      <w:r w:rsidRPr="00A62E81">
        <w:rPr>
          <w:sz w:val="16"/>
        </w:rPr>
        <w:t xml:space="preserve"> </w:t>
      </w:r>
      <w:r w:rsidRPr="007F75C7">
        <w:rPr>
          <w:rStyle w:val="StyleUnderline"/>
          <w:highlight w:val="cyan"/>
        </w:rPr>
        <w:t>anxiety</w:t>
      </w:r>
      <w:r w:rsidRPr="00A62E81">
        <w:rPr>
          <w:sz w:val="16"/>
        </w:rPr>
        <w:t xml:space="preserve"> about the future.</w:t>
      </w:r>
    </w:p>
    <w:p w14:paraId="0F37B985" w14:textId="77777777" w:rsidR="0045430C" w:rsidRPr="00A62E81" w:rsidRDefault="0045430C" w:rsidP="0045430C">
      <w:pPr>
        <w:rPr>
          <w:sz w:val="16"/>
        </w:rPr>
      </w:pPr>
      <w:r w:rsidRPr="00A62E81">
        <w:rPr>
          <w:sz w:val="16"/>
        </w:rPr>
        <w:t xml:space="preserve">Australia’s bushfires fires </w:t>
      </w:r>
      <w:r w:rsidRPr="007F75C7">
        <w:rPr>
          <w:rStyle w:val="StyleUnderline"/>
          <w:highlight w:val="cyan"/>
        </w:rPr>
        <w:t>rendered</w:t>
      </w:r>
      <w:r w:rsidRPr="00A62E81">
        <w:rPr>
          <w:sz w:val="16"/>
        </w:rPr>
        <w:t xml:space="preserve"> material the </w:t>
      </w:r>
      <w:r w:rsidRPr="007F75C7">
        <w:rPr>
          <w:rStyle w:val="Emphasis"/>
          <w:highlight w:val="cyan"/>
        </w:rPr>
        <w:t>existential threat</w:t>
      </w:r>
      <w:r w:rsidRPr="007F75C7">
        <w:rPr>
          <w:sz w:val="16"/>
          <w:highlight w:val="cyan"/>
        </w:rPr>
        <w:t xml:space="preserve"> </w:t>
      </w:r>
      <w:r w:rsidRPr="007F75C7">
        <w:rPr>
          <w:rStyle w:val="StyleUnderline"/>
          <w:highlight w:val="cyan"/>
        </w:rPr>
        <w:t>of</w:t>
      </w:r>
      <w:r w:rsidRPr="007F75C7">
        <w:rPr>
          <w:sz w:val="16"/>
          <w:highlight w:val="cyan"/>
        </w:rPr>
        <w:t xml:space="preserve"> </w:t>
      </w:r>
      <w:r w:rsidRPr="007F75C7">
        <w:rPr>
          <w:rStyle w:val="Emphasis"/>
          <w:highlight w:val="cyan"/>
        </w:rPr>
        <w:t>climate</w:t>
      </w:r>
      <w:r w:rsidRPr="00A62E81">
        <w:rPr>
          <w:rStyle w:val="Emphasis"/>
        </w:rPr>
        <w:t xml:space="preserve"> change</w:t>
      </w:r>
      <w:r w:rsidRPr="00A62E81">
        <w:rPr>
          <w:sz w:val="16"/>
        </w:rPr>
        <w:t xml:space="preserve"> in unprecedented ways. A textbook example of Ettlinger’s ‘condition of </w:t>
      </w:r>
      <w:r w:rsidRPr="007F75C7">
        <w:rPr>
          <w:rStyle w:val="Emphasis"/>
          <w:highlight w:val="cyan"/>
        </w:rPr>
        <w:t>vulnerability</w:t>
      </w:r>
      <w:r w:rsidRPr="00A62E81">
        <w:rPr>
          <w:sz w:val="16"/>
        </w:rPr>
        <w:t xml:space="preserve"> relative to contingency and the inability to predict’, the fires </w:t>
      </w:r>
      <w:r w:rsidRPr="00A62E81">
        <w:rPr>
          <w:rStyle w:val="StyleUnderline"/>
        </w:rPr>
        <w:t>revealed</w:t>
      </w:r>
      <w:r w:rsidRPr="00A62E81">
        <w:rPr>
          <w:sz w:val="16"/>
        </w:rPr>
        <w:t xml:space="preserve"> the </w:t>
      </w:r>
      <w:r w:rsidRPr="00A62E81">
        <w:rPr>
          <w:rStyle w:val="Emphasis"/>
        </w:rPr>
        <w:t>limits</w:t>
      </w:r>
      <w:r w:rsidRPr="00A62E81">
        <w:rPr>
          <w:sz w:val="16"/>
        </w:rPr>
        <w:t xml:space="preserve"> </w:t>
      </w:r>
      <w:r w:rsidRPr="00A62E81">
        <w:rPr>
          <w:rStyle w:val="StyleUnderline"/>
        </w:rPr>
        <w:t>of humanity’s control</w:t>
      </w:r>
      <w:r w:rsidRPr="00A62E81">
        <w:rPr>
          <w:sz w:val="16"/>
        </w:rPr>
        <w:t xml:space="preserve"> over nature, our </w:t>
      </w:r>
      <w:r w:rsidRPr="007F75C7">
        <w:rPr>
          <w:rStyle w:val="Emphasis"/>
          <w:highlight w:val="cyan"/>
        </w:rPr>
        <w:t>inability</w:t>
      </w:r>
      <w:r w:rsidRPr="007F75C7">
        <w:rPr>
          <w:sz w:val="16"/>
          <w:highlight w:val="cyan"/>
        </w:rPr>
        <w:t xml:space="preserve"> </w:t>
      </w:r>
      <w:r w:rsidRPr="007F75C7">
        <w:rPr>
          <w:rStyle w:val="StyleUnderline"/>
          <w:highlight w:val="cyan"/>
        </w:rPr>
        <w:t>to</w:t>
      </w:r>
      <w:r w:rsidRPr="007F75C7">
        <w:rPr>
          <w:sz w:val="16"/>
          <w:highlight w:val="cyan"/>
        </w:rPr>
        <w:t xml:space="preserve"> </w:t>
      </w:r>
      <w:r w:rsidRPr="007F75C7">
        <w:rPr>
          <w:rStyle w:val="Emphasis"/>
          <w:highlight w:val="cyan"/>
        </w:rPr>
        <w:t>predict</w:t>
      </w:r>
      <w:r w:rsidRPr="00A62E81">
        <w:rPr>
          <w:sz w:val="16"/>
        </w:rPr>
        <w:t xml:space="preserve"> it, </w:t>
      </w:r>
      <w:r w:rsidRPr="00A62E81">
        <w:rPr>
          <w:rStyle w:val="StyleUnderline"/>
        </w:rPr>
        <w:t>and</w:t>
      </w:r>
      <w:r w:rsidRPr="00A62E81">
        <w:rPr>
          <w:sz w:val="16"/>
        </w:rPr>
        <w:t xml:space="preserve"> the extent of our </w:t>
      </w:r>
      <w:r w:rsidRPr="00A62E81">
        <w:rPr>
          <w:rStyle w:val="Emphasis"/>
        </w:rPr>
        <w:t>vulnerability</w:t>
      </w:r>
      <w:r w:rsidRPr="00A62E81">
        <w:rPr>
          <w:sz w:val="16"/>
        </w:rPr>
        <w:t xml:space="preserve"> to it.</w:t>
      </w:r>
    </w:p>
    <w:p w14:paraId="67D4DE48" w14:textId="77777777" w:rsidR="0045430C" w:rsidRPr="00A62E81" w:rsidRDefault="0045430C" w:rsidP="0045430C">
      <w:pPr>
        <w:rPr>
          <w:sz w:val="16"/>
        </w:rPr>
      </w:pPr>
      <w:r w:rsidRPr="00A62E81">
        <w:rPr>
          <w:sz w:val="16"/>
        </w:rPr>
        <w:t xml:space="preserve">The bushfires </w:t>
      </w:r>
      <w:r w:rsidRPr="00A62E81">
        <w:rPr>
          <w:rStyle w:val="StyleUnderline"/>
        </w:rPr>
        <w:t xml:space="preserve">had a </w:t>
      </w:r>
      <w:r w:rsidRPr="007F75C7">
        <w:rPr>
          <w:rStyle w:val="Emphasis"/>
          <w:highlight w:val="cyan"/>
        </w:rPr>
        <w:t>profound impact</w:t>
      </w:r>
      <w:r w:rsidRPr="007F75C7">
        <w:rPr>
          <w:sz w:val="16"/>
          <w:highlight w:val="cyan"/>
        </w:rPr>
        <w:t xml:space="preserve"> </w:t>
      </w:r>
      <w:r w:rsidRPr="007F75C7">
        <w:rPr>
          <w:rStyle w:val="StyleUnderline"/>
          <w:highlight w:val="cyan"/>
        </w:rPr>
        <w:t>on</w:t>
      </w:r>
      <w:r w:rsidRPr="00A62E81">
        <w:rPr>
          <w:sz w:val="16"/>
        </w:rPr>
        <w:t xml:space="preserve"> the continent’s </w:t>
      </w:r>
      <w:r w:rsidRPr="007F75C7">
        <w:rPr>
          <w:rStyle w:val="Emphasis"/>
          <w:highlight w:val="cyan"/>
        </w:rPr>
        <w:t>environment</w:t>
      </w:r>
      <w:r w:rsidRPr="00A62E81">
        <w:rPr>
          <w:sz w:val="16"/>
        </w:rPr>
        <w:t xml:space="preserve"> </w:t>
      </w:r>
      <w:r w:rsidRPr="00A62E81">
        <w:rPr>
          <w:rStyle w:val="StyleUnderline"/>
        </w:rPr>
        <w:t>and</w:t>
      </w:r>
      <w:r w:rsidRPr="00A62E81">
        <w:rPr>
          <w:sz w:val="16"/>
        </w:rPr>
        <w:t xml:space="preserve"> </w:t>
      </w:r>
      <w:r w:rsidRPr="00A62E81">
        <w:rPr>
          <w:rStyle w:val="Emphasis"/>
        </w:rPr>
        <w:t>population</w:t>
      </w:r>
      <w:r w:rsidRPr="00A62E81">
        <w:rPr>
          <w:sz w:val="16"/>
        </w:rPr>
        <w:t xml:space="preserve">. Fires killed dozens of people, over one billion animals, and razed over 12.6 million hectares of forest. Around 3500 homes and countless livelihoods were destroyed while millions of people choked on smoke. The bushfires thrust the precarity of life to the forefront and generated a new national mood in which summer. Once a time to look forward to, it became a time to dread. This </w:t>
      </w:r>
      <w:r w:rsidRPr="007F75C7">
        <w:rPr>
          <w:rStyle w:val="Emphasis"/>
          <w:highlight w:val="cyan"/>
        </w:rPr>
        <w:t>broader</w:t>
      </w:r>
      <w:r w:rsidRPr="00A62E81">
        <w:rPr>
          <w:rStyle w:val="Emphasis"/>
        </w:rPr>
        <w:t xml:space="preserve"> sense</w:t>
      </w:r>
      <w:r w:rsidRPr="00A62E81">
        <w:rPr>
          <w:sz w:val="16"/>
        </w:rPr>
        <w:t xml:space="preserve"> </w:t>
      </w:r>
      <w:r w:rsidRPr="00A62E81">
        <w:rPr>
          <w:rStyle w:val="StyleUnderline"/>
        </w:rPr>
        <w:t>of</w:t>
      </w:r>
      <w:r w:rsidRPr="00A62E81">
        <w:rPr>
          <w:sz w:val="16"/>
        </w:rPr>
        <w:t xml:space="preserve"> </w:t>
      </w:r>
      <w:r w:rsidRPr="007F75C7">
        <w:rPr>
          <w:rStyle w:val="Emphasis"/>
          <w:highlight w:val="cyan"/>
        </w:rPr>
        <w:t>fear</w:t>
      </w:r>
      <w:r w:rsidRPr="00A62E81">
        <w:rPr>
          <w:sz w:val="16"/>
        </w:rPr>
        <w:t xml:space="preserve"> </w:t>
      </w:r>
      <w:r w:rsidRPr="00A62E81">
        <w:rPr>
          <w:rStyle w:val="StyleUnderline"/>
        </w:rPr>
        <w:t xml:space="preserve">intersected </w:t>
      </w:r>
      <w:r w:rsidRPr="007F75C7">
        <w:rPr>
          <w:rStyle w:val="StyleUnderline"/>
          <w:highlight w:val="cyan"/>
        </w:rPr>
        <w:t>with</w:t>
      </w:r>
      <w:r w:rsidRPr="00A62E81">
        <w:rPr>
          <w:sz w:val="16"/>
        </w:rPr>
        <w:t xml:space="preserve"> the fields of </w:t>
      </w:r>
      <w:r w:rsidRPr="007F75C7">
        <w:rPr>
          <w:rStyle w:val="Emphasis"/>
          <w:highlight w:val="cyan"/>
        </w:rPr>
        <w:t>work</w:t>
      </w:r>
      <w:r w:rsidRPr="007F75C7">
        <w:rPr>
          <w:sz w:val="16"/>
          <w:highlight w:val="cyan"/>
        </w:rPr>
        <w:t xml:space="preserve"> </w:t>
      </w:r>
      <w:r w:rsidRPr="007F75C7">
        <w:rPr>
          <w:rStyle w:val="StyleUnderline"/>
          <w:highlight w:val="cyan"/>
        </w:rPr>
        <w:t>and</w:t>
      </w:r>
      <w:r w:rsidRPr="007F75C7">
        <w:rPr>
          <w:sz w:val="16"/>
          <w:highlight w:val="cyan"/>
        </w:rPr>
        <w:t xml:space="preserve"> </w:t>
      </w:r>
      <w:r w:rsidRPr="007F75C7">
        <w:rPr>
          <w:rStyle w:val="Emphasis"/>
          <w:highlight w:val="cyan"/>
        </w:rPr>
        <w:t>education</w:t>
      </w:r>
      <w:r w:rsidRPr="00A62E81">
        <w:rPr>
          <w:sz w:val="16"/>
        </w:rPr>
        <w:t xml:space="preserve"> to </w:t>
      </w:r>
      <w:r w:rsidRPr="007F75C7">
        <w:rPr>
          <w:rStyle w:val="StyleUnderline"/>
          <w:highlight w:val="cyan"/>
        </w:rPr>
        <w:t>generate</w:t>
      </w:r>
      <w:r w:rsidRPr="00A62E81">
        <w:rPr>
          <w:sz w:val="16"/>
        </w:rPr>
        <w:t xml:space="preserve"> new types of </w:t>
      </w:r>
      <w:r w:rsidRPr="007F75C7">
        <w:rPr>
          <w:rStyle w:val="Emphasis"/>
          <w:highlight w:val="cyan"/>
        </w:rPr>
        <w:t>precarity</w:t>
      </w:r>
      <w:r w:rsidRPr="00A62E81">
        <w:rPr>
          <w:sz w:val="16"/>
        </w:rPr>
        <w:t xml:space="preserve">. The fear of allowing children to play outdoors with hazardous air quality </w:t>
      </w:r>
      <w:r w:rsidRPr="00A62E81">
        <w:rPr>
          <w:rStyle w:val="StyleUnderline"/>
        </w:rPr>
        <w:t>increased</w:t>
      </w:r>
      <w:r w:rsidRPr="00A62E81">
        <w:rPr>
          <w:sz w:val="16"/>
        </w:rPr>
        <w:t xml:space="preserve"> </w:t>
      </w:r>
      <w:r w:rsidRPr="00A62E81">
        <w:rPr>
          <w:rStyle w:val="Emphasis"/>
        </w:rPr>
        <w:t>pressure</w:t>
      </w:r>
      <w:r w:rsidRPr="00A62E81">
        <w:rPr>
          <w:sz w:val="16"/>
        </w:rPr>
        <w:t xml:space="preserve"> on parents and educators. Outdoor-based workers in construction or horticulture were expose to the risk of respiratory </w:t>
      </w:r>
      <w:r w:rsidRPr="007F75C7">
        <w:rPr>
          <w:rStyle w:val="Emphasis"/>
          <w:highlight w:val="cyan"/>
        </w:rPr>
        <w:t>illness</w:t>
      </w:r>
      <w:r w:rsidRPr="00A62E81">
        <w:rPr>
          <w:sz w:val="16"/>
        </w:rPr>
        <w:t xml:space="preserve"> from smoke haze. This </w:t>
      </w:r>
      <w:r w:rsidRPr="007F75C7">
        <w:rPr>
          <w:rStyle w:val="StyleUnderline"/>
          <w:highlight w:val="cyan"/>
        </w:rPr>
        <w:t>reinforces</w:t>
      </w:r>
      <w:r w:rsidRPr="00A62E81">
        <w:rPr>
          <w:sz w:val="16"/>
        </w:rPr>
        <w:t xml:space="preserve"> the findings of one paper in our collection regarding the workplace as a site of </w:t>
      </w:r>
      <w:r w:rsidRPr="007F75C7">
        <w:rPr>
          <w:rStyle w:val="Emphasis"/>
          <w:highlight w:val="cyan"/>
        </w:rPr>
        <w:t>ecological struggle</w:t>
      </w:r>
      <w:r w:rsidRPr="00A62E81">
        <w:rPr>
          <w:sz w:val="16"/>
        </w:rPr>
        <w:t>.</w:t>
      </w:r>
    </w:p>
    <w:p w14:paraId="6C606E7C" w14:textId="77777777" w:rsidR="0045430C" w:rsidRPr="00A62E81" w:rsidRDefault="0045430C" w:rsidP="0045430C">
      <w:pPr>
        <w:rPr>
          <w:rStyle w:val="StyleUnderline"/>
        </w:rPr>
      </w:pPr>
      <w:r w:rsidRPr="00A62E81">
        <w:rPr>
          <w:sz w:val="16"/>
        </w:rPr>
        <w:t xml:space="preserve">Having endured the anxieties of the worst bushfire season on record, Australia was immediately drawn into the coronavirus pandemic. The full impact of this crisis is still being understood. But, like in many other countries, it has been met with an </w:t>
      </w:r>
      <w:r w:rsidRPr="007F75C7">
        <w:rPr>
          <w:rStyle w:val="Emphasis"/>
          <w:highlight w:val="cyan"/>
        </w:rPr>
        <w:t>economic shutdown</w:t>
      </w:r>
      <w:r w:rsidRPr="00A62E81">
        <w:rPr>
          <w:sz w:val="16"/>
        </w:rPr>
        <w:t xml:space="preserve"> which has </w:t>
      </w:r>
      <w:r w:rsidRPr="007F75C7">
        <w:rPr>
          <w:rStyle w:val="StyleUnderline"/>
          <w:highlight w:val="cyan"/>
        </w:rPr>
        <w:t>induced</w:t>
      </w:r>
      <w:r w:rsidRPr="00A62E81">
        <w:rPr>
          <w:sz w:val="16"/>
        </w:rPr>
        <w:t xml:space="preserve"> potentially the </w:t>
      </w:r>
      <w:r w:rsidRPr="007F75C7">
        <w:rPr>
          <w:rStyle w:val="Emphasis"/>
          <w:highlight w:val="cyan"/>
        </w:rPr>
        <w:t>worst</w:t>
      </w:r>
      <w:r w:rsidRPr="00A62E81">
        <w:rPr>
          <w:sz w:val="16"/>
        </w:rPr>
        <w:t xml:space="preserve"> </w:t>
      </w:r>
      <w:r w:rsidRPr="00A62E81">
        <w:rPr>
          <w:rStyle w:val="StyleUnderline"/>
        </w:rPr>
        <w:t xml:space="preserve">social and economic conditions since the </w:t>
      </w:r>
      <w:r w:rsidRPr="007F75C7">
        <w:rPr>
          <w:rStyle w:val="Emphasis"/>
          <w:highlight w:val="cyan"/>
        </w:rPr>
        <w:t>Great Depression</w:t>
      </w:r>
      <w:r w:rsidRPr="00A62E81">
        <w:rPr>
          <w:sz w:val="16"/>
        </w:rPr>
        <w:t xml:space="preserve">. </w:t>
      </w:r>
      <w:r w:rsidRPr="007F75C7">
        <w:rPr>
          <w:rStyle w:val="StyleUnderline"/>
          <w:highlight w:val="cyan"/>
        </w:rPr>
        <w:t>Unemployment</w:t>
      </w:r>
      <w:r w:rsidRPr="00A62E81">
        <w:rPr>
          <w:sz w:val="16"/>
        </w:rPr>
        <w:t xml:space="preserve"> is predicted to </w:t>
      </w:r>
      <w:r w:rsidRPr="007F75C7">
        <w:rPr>
          <w:rStyle w:val="Emphasis"/>
          <w:highlight w:val="cyan"/>
        </w:rPr>
        <w:t>triple</w:t>
      </w:r>
      <w:r w:rsidRPr="00A62E81">
        <w:rPr>
          <w:sz w:val="16"/>
        </w:rPr>
        <w:t xml:space="preserve"> to 15 percent, with some predicting a figure </w:t>
      </w:r>
      <w:r w:rsidRPr="00A62E81">
        <w:rPr>
          <w:rStyle w:val="StyleUnderline"/>
        </w:rPr>
        <w:t xml:space="preserve">as high as </w:t>
      </w:r>
      <w:r w:rsidRPr="00A62E81">
        <w:rPr>
          <w:rStyle w:val="Emphasis"/>
        </w:rPr>
        <w:t>20 percent</w:t>
      </w:r>
      <w:r w:rsidRPr="00A62E81">
        <w:rPr>
          <w:rStyle w:val="StyleUnderline"/>
        </w:rPr>
        <w:t>.</w:t>
      </w:r>
    </w:p>
    <w:p w14:paraId="4A7B6E54" w14:textId="77777777" w:rsidR="0045430C" w:rsidRPr="00A62E81" w:rsidRDefault="0045430C" w:rsidP="0045430C">
      <w:pPr>
        <w:rPr>
          <w:sz w:val="16"/>
        </w:rPr>
      </w:pPr>
      <w:r w:rsidRPr="00A62E81">
        <w:rPr>
          <w:sz w:val="16"/>
        </w:rPr>
        <w:t xml:space="preserve">The </w:t>
      </w:r>
      <w:r w:rsidRPr="007F75C7">
        <w:rPr>
          <w:rStyle w:val="Emphasis"/>
          <w:highlight w:val="cyan"/>
        </w:rPr>
        <w:t>depth</w:t>
      </w:r>
      <w:r w:rsidRPr="007F75C7">
        <w:rPr>
          <w:sz w:val="16"/>
          <w:highlight w:val="cyan"/>
        </w:rPr>
        <w:t xml:space="preserve"> </w:t>
      </w:r>
      <w:r w:rsidRPr="007F75C7">
        <w:rPr>
          <w:rStyle w:val="StyleUnderline"/>
          <w:highlight w:val="cyan"/>
        </w:rPr>
        <w:t xml:space="preserve">of the </w:t>
      </w:r>
      <w:r w:rsidRPr="007F75C7">
        <w:rPr>
          <w:rStyle w:val="Emphasis"/>
          <w:highlight w:val="cyan"/>
        </w:rPr>
        <w:t>crisis</w:t>
      </w:r>
      <w:r w:rsidRPr="00A62E81">
        <w:rPr>
          <w:sz w:val="16"/>
        </w:rPr>
        <w:t xml:space="preserve"> has brought about policy shifts which were </w:t>
      </w:r>
      <w:r w:rsidRPr="007F75C7">
        <w:rPr>
          <w:rStyle w:val="StyleUnderline"/>
          <w:highlight w:val="cyan"/>
        </w:rPr>
        <w:t>unthinkable</w:t>
      </w:r>
      <w:r w:rsidRPr="00A62E81">
        <w:rPr>
          <w:sz w:val="16"/>
        </w:rPr>
        <w:t xml:space="preserve"> only weeks ago: the politically-conservative Australian Government has </w:t>
      </w:r>
      <w:r w:rsidRPr="007F75C7">
        <w:rPr>
          <w:rStyle w:val="Emphasis"/>
          <w:highlight w:val="cyan"/>
        </w:rPr>
        <w:t>doubled</w:t>
      </w:r>
      <w:r w:rsidRPr="00A62E81">
        <w:rPr>
          <w:sz w:val="16"/>
        </w:rPr>
        <w:t xml:space="preserve"> the rate of payment for </w:t>
      </w:r>
      <w:r w:rsidRPr="007F75C7">
        <w:rPr>
          <w:rStyle w:val="Emphasis"/>
          <w:highlight w:val="cyan"/>
        </w:rPr>
        <w:t>unemployment</w:t>
      </w:r>
      <w:r w:rsidRPr="00A62E81">
        <w:rPr>
          <w:sz w:val="16"/>
        </w:rPr>
        <w:t xml:space="preserve"> insurance, fully subsidised childcare for most households who need it, proposed a moratorium on evictions due to </w:t>
      </w:r>
      <w:r w:rsidRPr="007F75C7">
        <w:rPr>
          <w:rStyle w:val="Emphasis"/>
          <w:highlight w:val="cyan"/>
        </w:rPr>
        <w:t>financial distress</w:t>
      </w:r>
      <w:r w:rsidRPr="00A62E81">
        <w:rPr>
          <w:sz w:val="16"/>
        </w:rPr>
        <w:t>, and issued income support for businesses to continue paying their workers.</w:t>
      </w:r>
    </w:p>
    <w:p w14:paraId="7C4459EA" w14:textId="77777777" w:rsidR="0045430C" w:rsidRPr="00166A1A" w:rsidRDefault="0045430C" w:rsidP="0045430C">
      <w:pPr>
        <w:rPr>
          <w:rStyle w:val="StyleUnderline"/>
          <w:highlight w:val="lightGray"/>
        </w:rPr>
      </w:pPr>
      <w:r w:rsidRPr="00A62E81">
        <w:rPr>
          <w:sz w:val="16"/>
        </w:rPr>
        <w:t xml:space="preserve">The </w:t>
      </w:r>
      <w:r w:rsidRPr="00A62E81">
        <w:rPr>
          <w:rStyle w:val="StyleUnderline"/>
        </w:rPr>
        <w:t>policy</w:t>
      </w:r>
      <w:r w:rsidRPr="00A62E81">
        <w:rPr>
          <w:sz w:val="16"/>
        </w:rPr>
        <w:t xml:space="preserve"> response primarily </w:t>
      </w:r>
      <w:r w:rsidRPr="00A62E81">
        <w:rPr>
          <w:rStyle w:val="StyleUnderline"/>
        </w:rPr>
        <w:t xml:space="preserve">defends </w:t>
      </w:r>
      <w:r w:rsidRPr="00A62E81">
        <w:rPr>
          <w:rStyle w:val="Emphasis"/>
        </w:rPr>
        <w:t>capital</w:t>
      </w:r>
      <w:r w:rsidRPr="00A62E81">
        <w:rPr>
          <w:sz w:val="16"/>
        </w:rPr>
        <w:t xml:space="preserve"> </w:t>
      </w:r>
      <w:r w:rsidRPr="00A62E81">
        <w:rPr>
          <w:rStyle w:val="StyleUnderline"/>
        </w:rPr>
        <w:t>from</w:t>
      </w:r>
      <w:r w:rsidRPr="00A62E81">
        <w:rPr>
          <w:sz w:val="16"/>
        </w:rPr>
        <w:t xml:space="preserve"> </w:t>
      </w:r>
      <w:r w:rsidRPr="00A62E81">
        <w:rPr>
          <w:rStyle w:val="Emphasis"/>
        </w:rPr>
        <w:t>precarity</w:t>
      </w:r>
      <w:r w:rsidRPr="00A62E81">
        <w:rPr>
          <w:sz w:val="16"/>
        </w:rPr>
        <w:t xml:space="preserve"> by supporting on-going accumulation, while reinforcing established divisions within labor. The government has promised that the above measures are temporary features. A return to the old ‘normal’ is to be expected, including Australia’s punitive and workfarist model of unemployment insurance. There is no income support for more than a million migrant workers and short-term casual workers. </w:t>
      </w:r>
      <w:r w:rsidRPr="00166A1A">
        <w:rPr>
          <w:rStyle w:val="StyleUnderline"/>
          <w:highlight w:val="lightGray"/>
        </w:rPr>
        <w:t>Many migrant workers as well as international students have been denied access to healthcare.</w:t>
      </w:r>
      <w:r w:rsidRPr="00166A1A">
        <w:rPr>
          <w:sz w:val="16"/>
          <w:highlight w:val="lightGray"/>
        </w:rPr>
        <w:t xml:space="preserve"> </w:t>
      </w:r>
      <w:r w:rsidRPr="00166A1A">
        <w:rPr>
          <w:rStyle w:val="StyleUnderline"/>
          <w:highlight w:val="lightGray"/>
        </w:rPr>
        <w:t>Refugees are confined to hazardous detention camps, as they are around the world.</w:t>
      </w:r>
    </w:p>
    <w:p w14:paraId="653A5832" w14:textId="77777777" w:rsidR="0045430C" w:rsidRPr="00A62E81" w:rsidRDefault="0045430C" w:rsidP="0045430C">
      <w:pPr>
        <w:rPr>
          <w:sz w:val="16"/>
        </w:rPr>
      </w:pPr>
      <w:r w:rsidRPr="00A62E81">
        <w:rPr>
          <w:sz w:val="16"/>
        </w:rPr>
        <w:t xml:space="preserve">For low-paid workers in Australia, the government’s asset-based approach to welfare is an empty gesture. Australia has a compulsory private pension system—known as superannuation – through which roughly ten per cent of workers’ wages is surrendered to financial institutions and held until retirement. This system enables those in secure, high-paid jobs to amass large savings with generous tax concessions, while denying low-paid workers cash when they need it. During the pandemic response, the Australian Government has encouraged workers to access their retirement savings. But those who are most in need of emergency funds, such as workers in tourism, hospitality and retail, tend to have some of the lowest savings balances. Furthermore, </w:t>
      </w:r>
      <w:r w:rsidRPr="00166A1A">
        <w:rPr>
          <w:rStyle w:val="StyleUnderline"/>
          <w:highlight w:val="lightGray"/>
        </w:rPr>
        <w:t>given the recent collapse in financial markets, superannuation accounts have been decimated</w:t>
      </w:r>
      <w:r w:rsidRPr="00A62E81">
        <w:rPr>
          <w:sz w:val="16"/>
        </w:rPr>
        <w:t>. Workers who are required to draw on those funds will be forced to realize their losses rather than wait for a resurgence in the market.</w:t>
      </w:r>
    </w:p>
    <w:p w14:paraId="0A566F7A" w14:textId="77777777" w:rsidR="0045430C" w:rsidRPr="00A62E81" w:rsidRDefault="0045430C" w:rsidP="0045430C">
      <w:pPr>
        <w:rPr>
          <w:sz w:val="16"/>
        </w:rPr>
      </w:pPr>
      <w:r w:rsidRPr="00A62E81">
        <w:rPr>
          <w:sz w:val="16"/>
        </w:rPr>
        <w:t xml:space="preserve">The </w:t>
      </w:r>
      <w:r w:rsidRPr="00A62E81">
        <w:rPr>
          <w:rStyle w:val="Emphasis"/>
        </w:rPr>
        <w:t>crisis</w:t>
      </w:r>
      <w:r w:rsidRPr="00A62E81">
        <w:rPr>
          <w:sz w:val="16"/>
        </w:rPr>
        <w:t xml:space="preserve"> is also generating </w:t>
      </w:r>
      <w:r w:rsidRPr="00A62E81">
        <w:rPr>
          <w:rStyle w:val="Emphasis"/>
        </w:rPr>
        <w:t>precarity</w:t>
      </w:r>
      <w:r w:rsidRPr="00A62E81">
        <w:rPr>
          <w:sz w:val="16"/>
        </w:rPr>
        <w:t xml:space="preserve"> among seemingly stable sections of the population—so-called ‘Middle Australia’. Australia’s high levels of private home ownership are </w:t>
      </w:r>
      <w:r w:rsidRPr="00A62E81">
        <w:rPr>
          <w:rStyle w:val="StyleUnderline"/>
        </w:rPr>
        <w:t>accompanied by</w:t>
      </w:r>
      <w:r w:rsidRPr="00A62E81">
        <w:rPr>
          <w:sz w:val="16"/>
        </w:rPr>
        <w:t xml:space="preserve"> </w:t>
      </w:r>
      <w:r w:rsidRPr="00A62E81">
        <w:rPr>
          <w:rStyle w:val="Emphasis"/>
        </w:rPr>
        <w:t>unprecedented</w:t>
      </w:r>
      <w:r w:rsidRPr="00A62E81">
        <w:rPr>
          <w:sz w:val="16"/>
        </w:rPr>
        <w:t xml:space="preserve"> levels of household debt. Australia’s central bank has repeatedly warned of the </w:t>
      </w:r>
      <w:r w:rsidRPr="007F75C7">
        <w:rPr>
          <w:rStyle w:val="StyleUnderline"/>
          <w:highlight w:val="cyan"/>
        </w:rPr>
        <w:t>risk</w:t>
      </w:r>
      <w:r w:rsidRPr="00A62E81">
        <w:rPr>
          <w:sz w:val="16"/>
        </w:rPr>
        <w:t xml:space="preserve"> these </w:t>
      </w:r>
      <w:r w:rsidRPr="007F75C7">
        <w:rPr>
          <w:rStyle w:val="Emphasis"/>
          <w:highlight w:val="cyan"/>
        </w:rPr>
        <w:t>debt levels</w:t>
      </w:r>
      <w:r w:rsidRPr="007F75C7">
        <w:rPr>
          <w:sz w:val="16"/>
          <w:highlight w:val="cyan"/>
        </w:rPr>
        <w:t xml:space="preserve"> </w:t>
      </w:r>
      <w:r w:rsidRPr="007F75C7">
        <w:rPr>
          <w:rStyle w:val="StyleUnderline"/>
          <w:highlight w:val="cyan"/>
        </w:rPr>
        <w:t>pose</w:t>
      </w:r>
      <w:r w:rsidRPr="00A62E81">
        <w:rPr>
          <w:sz w:val="16"/>
        </w:rPr>
        <w:t xml:space="preserve">, not only to particular households, but </w:t>
      </w:r>
      <w:r w:rsidRPr="007F75C7">
        <w:rPr>
          <w:rStyle w:val="StyleUnderline"/>
          <w:highlight w:val="cyan"/>
        </w:rPr>
        <w:t>to</w:t>
      </w:r>
      <w:r w:rsidRPr="007F75C7">
        <w:rPr>
          <w:sz w:val="16"/>
          <w:highlight w:val="cyan"/>
        </w:rPr>
        <w:t xml:space="preserve"> </w:t>
      </w:r>
      <w:r w:rsidRPr="007F75C7">
        <w:rPr>
          <w:rStyle w:val="Emphasis"/>
          <w:highlight w:val="cyan"/>
        </w:rPr>
        <w:t>financial stability</w:t>
      </w:r>
      <w:r w:rsidRPr="00A62E81">
        <w:rPr>
          <w:sz w:val="16"/>
        </w:rPr>
        <w:t xml:space="preserve"> </w:t>
      </w:r>
      <w:r w:rsidRPr="00A62E81">
        <w:rPr>
          <w:rStyle w:val="StyleUnderline"/>
        </w:rPr>
        <w:t>in the economy</w:t>
      </w:r>
      <w:r w:rsidRPr="00A62E81">
        <w:rPr>
          <w:sz w:val="16"/>
        </w:rPr>
        <w:t xml:space="preserve">. </w:t>
      </w:r>
      <w:r w:rsidRPr="00A62E81">
        <w:rPr>
          <w:rStyle w:val="Emphasis"/>
        </w:rPr>
        <w:t>Mass unemployment</w:t>
      </w:r>
      <w:r w:rsidRPr="00A62E81">
        <w:rPr>
          <w:sz w:val="16"/>
        </w:rPr>
        <w:t xml:space="preserve">, </w:t>
      </w:r>
      <w:r w:rsidRPr="00A62E81">
        <w:rPr>
          <w:rStyle w:val="StyleUnderline"/>
        </w:rPr>
        <w:t xml:space="preserve">and the </w:t>
      </w:r>
      <w:r w:rsidRPr="007F75C7">
        <w:rPr>
          <w:rStyle w:val="StyleUnderline"/>
        </w:rPr>
        <w:t xml:space="preserve">prevalence of </w:t>
      </w:r>
      <w:r w:rsidRPr="007F75C7">
        <w:rPr>
          <w:rStyle w:val="Emphasis"/>
          <w:highlight w:val="cyan"/>
        </w:rPr>
        <w:t>contingent work</w:t>
      </w:r>
      <w:r w:rsidRPr="00A62E81">
        <w:rPr>
          <w:sz w:val="16"/>
        </w:rPr>
        <w:t xml:space="preserve"> throughout the economy, has </w:t>
      </w:r>
      <w:r w:rsidRPr="007F75C7">
        <w:rPr>
          <w:rStyle w:val="Emphasis"/>
          <w:highlight w:val="cyan"/>
        </w:rPr>
        <w:t>pushed</w:t>
      </w:r>
      <w:r w:rsidRPr="007F75C7">
        <w:rPr>
          <w:sz w:val="16"/>
          <w:highlight w:val="cyan"/>
        </w:rPr>
        <w:t xml:space="preserve"> </w:t>
      </w:r>
      <w:r w:rsidRPr="007F75C7">
        <w:rPr>
          <w:rStyle w:val="StyleUnderline"/>
          <w:highlight w:val="cyan"/>
        </w:rPr>
        <w:t>millions</w:t>
      </w:r>
      <w:r w:rsidRPr="00A62E81">
        <w:rPr>
          <w:sz w:val="16"/>
        </w:rPr>
        <w:t xml:space="preserve"> of households </w:t>
      </w:r>
      <w:r w:rsidRPr="007F75C7">
        <w:rPr>
          <w:rStyle w:val="StyleUnderline"/>
          <w:highlight w:val="cyan"/>
        </w:rPr>
        <w:t>to the</w:t>
      </w:r>
      <w:r w:rsidRPr="007F75C7">
        <w:rPr>
          <w:sz w:val="16"/>
          <w:highlight w:val="cyan"/>
        </w:rPr>
        <w:t xml:space="preserve"> </w:t>
      </w:r>
      <w:r w:rsidRPr="007F75C7">
        <w:rPr>
          <w:rStyle w:val="Emphasis"/>
          <w:highlight w:val="cyan"/>
        </w:rPr>
        <w:t>brink</w:t>
      </w:r>
      <w:r w:rsidRPr="00A62E81">
        <w:rPr>
          <w:sz w:val="16"/>
        </w:rPr>
        <w:t xml:space="preserve"> of default on mortgages, rent and other debts.</w:t>
      </w:r>
    </w:p>
    <w:p w14:paraId="30FF51B8" w14:textId="77777777" w:rsidR="0045430C" w:rsidRPr="00A62E81" w:rsidRDefault="0045430C" w:rsidP="0045430C">
      <w:pPr>
        <w:rPr>
          <w:sz w:val="16"/>
        </w:rPr>
      </w:pPr>
      <w:r w:rsidRPr="00A62E81">
        <w:rPr>
          <w:sz w:val="16"/>
        </w:rPr>
        <w:t>While the financial dimensions of the crisis reflect familiar conflicts of interest between the wealthy and the poor, these interests manifest differently in an economy built on debt and financial assets. Several papers in our special issue consider the role of finance in a world of constantly shifting risks, exploring the ways in which finance can be both a tool for managing risk and a vehicle for its accentuation.</w:t>
      </w:r>
    </w:p>
    <w:p w14:paraId="4DEED4BD" w14:textId="77777777" w:rsidR="0045430C" w:rsidRPr="00A62E81" w:rsidRDefault="0045430C" w:rsidP="0045430C">
      <w:pPr>
        <w:rPr>
          <w:sz w:val="16"/>
        </w:rPr>
      </w:pPr>
      <w:r w:rsidRPr="00A62E81">
        <w:rPr>
          <w:sz w:val="16"/>
        </w:rPr>
        <w:t xml:space="preserve">Perhaps unsurprisingly, those most able </w:t>
      </w:r>
      <w:r w:rsidRPr="00A62E81">
        <w:rPr>
          <w:rStyle w:val="StyleUnderline"/>
        </w:rPr>
        <w:t>to manage</w:t>
      </w:r>
      <w:r w:rsidRPr="00A62E81">
        <w:rPr>
          <w:sz w:val="16"/>
        </w:rPr>
        <w:t xml:space="preserve"> the </w:t>
      </w:r>
      <w:r w:rsidRPr="00A62E81">
        <w:rPr>
          <w:rStyle w:val="Emphasis"/>
        </w:rPr>
        <w:t>economic impacts</w:t>
      </w:r>
      <w:r w:rsidRPr="00A62E81">
        <w:rPr>
          <w:sz w:val="16"/>
        </w:rPr>
        <w:t xml:space="preserve"> </w:t>
      </w:r>
      <w:r w:rsidRPr="00A62E81">
        <w:rPr>
          <w:rStyle w:val="StyleUnderline"/>
        </w:rPr>
        <w:t>will be</w:t>
      </w:r>
      <w:r w:rsidRPr="00A62E81">
        <w:rPr>
          <w:sz w:val="16"/>
        </w:rPr>
        <w:t xml:space="preserve"> those with </w:t>
      </w:r>
      <w:r w:rsidRPr="00A62E81">
        <w:rPr>
          <w:rStyle w:val="StyleUnderline"/>
        </w:rPr>
        <w:t>access to household</w:t>
      </w:r>
      <w:r w:rsidRPr="00A62E81">
        <w:rPr>
          <w:sz w:val="16"/>
        </w:rPr>
        <w:t xml:space="preserve"> </w:t>
      </w:r>
      <w:r w:rsidRPr="00A62E81">
        <w:rPr>
          <w:rStyle w:val="Emphasis"/>
        </w:rPr>
        <w:t>wealth</w:t>
      </w:r>
      <w:r w:rsidRPr="00A62E81">
        <w:rPr>
          <w:sz w:val="16"/>
        </w:rPr>
        <w:t xml:space="preserve">, a conclusion that is </w:t>
      </w:r>
      <w:r w:rsidRPr="00A62E81">
        <w:rPr>
          <w:rStyle w:val="StyleUnderline"/>
        </w:rPr>
        <w:t>brought into</w:t>
      </w:r>
      <w:r w:rsidRPr="00A62E81">
        <w:rPr>
          <w:sz w:val="16"/>
        </w:rPr>
        <w:t xml:space="preserve"> sharp </w:t>
      </w:r>
      <w:r w:rsidRPr="00A62E81">
        <w:rPr>
          <w:rStyle w:val="StyleUnderline"/>
        </w:rPr>
        <w:t>relief by</w:t>
      </w:r>
      <w:r w:rsidRPr="00A62E81">
        <w:rPr>
          <w:sz w:val="16"/>
        </w:rPr>
        <w:t xml:space="preserve"> a paper in our special issue on the </w:t>
      </w:r>
      <w:r w:rsidRPr="00A62E81">
        <w:rPr>
          <w:rStyle w:val="StyleUnderline"/>
        </w:rPr>
        <w:t xml:space="preserve">experiences of </w:t>
      </w:r>
      <w:r w:rsidRPr="00A62E81">
        <w:rPr>
          <w:rStyle w:val="Emphasis"/>
        </w:rPr>
        <w:t>retrenched</w:t>
      </w:r>
      <w:r w:rsidRPr="00A62E81">
        <w:rPr>
          <w:sz w:val="16"/>
        </w:rPr>
        <w:t xml:space="preserve"> </w:t>
      </w:r>
      <w:r w:rsidRPr="00A62E81">
        <w:rPr>
          <w:rStyle w:val="StyleUnderline"/>
        </w:rPr>
        <w:t>workers</w:t>
      </w:r>
      <w:r w:rsidRPr="00A62E81">
        <w:rPr>
          <w:sz w:val="16"/>
        </w:rPr>
        <w:t xml:space="preserve">. At the same time, the </w:t>
      </w:r>
      <w:r w:rsidRPr="00A62E81">
        <w:rPr>
          <w:rStyle w:val="Emphasis"/>
        </w:rPr>
        <w:t>social crisis</w:t>
      </w:r>
      <w:r w:rsidRPr="00A62E81">
        <w:rPr>
          <w:sz w:val="16"/>
        </w:rPr>
        <w:t xml:space="preserve"> of the </w:t>
      </w:r>
      <w:r w:rsidRPr="00A62E81">
        <w:rPr>
          <w:rStyle w:val="Emphasis"/>
        </w:rPr>
        <w:t>pandemic</w:t>
      </w:r>
      <w:r w:rsidRPr="00A62E81">
        <w:rPr>
          <w:sz w:val="16"/>
        </w:rPr>
        <w:t xml:space="preserve">, following the </w:t>
      </w:r>
      <w:r w:rsidRPr="00A62E81">
        <w:rPr>
          <w:rStyle w:val="Emphasis"/>
        </w:rPr>
        <w:t>socio-ecological crisis</w:t>
      </w:r>
      <w:r w:rsidRPr="00A62E81">
        <w:rPr>
          <w:sz w:val="16"/>
        </w:rPr>
        <w:t xml:space="preserve"> of the bush</w:t>
      </w:r>
      <w:r w:rsidRPr="00A62E81">
        <w:rPr>
          <w:rStyle w:val="Emphasis"/>
        </w:rPr>
        <w:t>fires</w:t>
      </w:r>
      <w:r w:rsidRPr="00A62E81">
        <w:rPr>
          <w:sz w:val="16"/>
        </w:rPr>
        <w:t xml:space="preserve">, highlights different aspects of </w:t>
      </w:r>
      <w:r w:rsidRPr="00A62E81">
        <w:rPr>
          <w:rStyle w:val="Emphasis"/>
        </w:rPr>
        <w:t>precarity</w:t>
      </w:r>
      <w:r w:rsidRPr="00A62E81">
        <w:rPr>
          <w:sz w:val="16"/>
        </w:rPr>
        <w:t xml:space="preserve">. </w:t>
      </w:r>
      <w:r w:rsidRPr="00A62E81">
        <w:rPr>
          <w:rStyle w:val="StyleUnderline"/>
        </w:rPr>
        <w:t xml:space="preserve">New iterations of </w:t>
      </w:r>
      <w:r w:rsidRPr="00A62E81">
        <w:rPr>
          <w:rStyle w:val="Emphasis"/>
        </w:rPr>
        <w:t>vulnerability</w:t>
      </w:r>
      <w:r w:rsidRPr="00A62E81">
        <w:rPr>
          <w:sz w:val="16"/>
        </w:rPr>
        <w:t xml:space="preserve"> </w:t>
      </w:r>
      <w:r w:rsidRPr="00A62E81">
        <w:rPr>
          <w:rStyle w:val="StyleUnderline"/>
        </w:rPr>
        <w:t>emerge</w:t>
      </w:r>
      <w:r w:rsidRPr="00A62E81">
        <w:rPr>
          <w:sz w:val="16"/>
        </w:rPr>
        <w:t xml:space="preserve"> and are filtered through familiar distinctions of class, gender and race.</w:t>
      </w:r>
    </w:p>
    <w:p w14:paraId="3E0B9043" w14:textId="77777777" w:rsidR="0045430C" w:rsidRDefault="0045430C" w:rsidP="0045430C">
      <w:pPr>
        <w:keepNext/>
        <w:keepLines/>
        <w:pageBreakBefore/>
        <w:spacing w:before="40" w:after="0"/>
        <w:jc w:val="center"/>
        <w:outlineLvl w:val="2"/>
        <w:rPr>
          <w:rFonts w:eastAsia="Times New Roman"/>
          <w:b/>
          <w:sz w:val="32"/>
          <w:szCs w:val="24"/>
          <w:u w:val="single"/>
        </w:rPr>
      </w:pPr>
      <w:r>
        <w:rPr>
          <w:rFonts w:eastAsia="Times New Roman"/>
          <w:b/>
          <w:sz w:val="32"/>
          <w:szCs w:val="24"/>
          <w:u w:val="single"/>
        </w:rPr>
        <w:t>T/C – Entrepreneural Activity</w:t>
      </w:r>
    </w:p>
    <w:p w14:paraId="13BE5FC0" w14:textId="77777777" w:rsidR="0016068E" w:rsidRDefault="0016068E" w:rsidP="0045430C">
      <w:pPr>
        <w:pStyle w:val="Analytic"/>
        <w:rPr>
          <w:rFonts w:eastAsia="Times New Roman"/>
        </w:rPr>
      </w:pPr>
    </w:p>
    <w:p w14:paraId="2331C0D0" w14:textId="77777777" w:rsidR="0045430C" w:rsidRPr="00F964BA" w:rsidRDefault="0045430C" w:rsidP="0045430C">
      <w:pPr>
        <w:keepNext/>
        <w:keepLines/>
        <w:pageBreakBefore/>
        <w:spacing w:before="40" w:after="0"/>
        <w:jc w:val="center"/>
        <w:outlineLvl w:val="2"/>
        <w:rPr>
          <w:rFonts w:eastAsia="Times New Roman"/>
          <w:b/>
          <w:sz w:val="32"/>
          <w:szCs w:val="24"/>
          <w:u w:val="single"/>
        </w:rPr>
      </w:pPr>
      <w:r w:rsidRPr="00F964BA">
        <w:rPr>
          <w:rFonts w:eastAsia="Times New Roman"/>
          <w:b/>
          <w:sz w:val="32"/>
          <w:szCs w:val="24"/>
          <w:u w:val="single"/>
        </w:rPr>
        <w:t>AT: Perm – Generic – 2NC</w:t>
      </w:r>
    </w:p>
    <w:p w14:paraId="46BEA15C" w14:textId="77777777" w:rsidR="0045430C" w:rsidRPr="00F964BA" w:rsidRDefault="0045430C" w:rsidP="0045430C">
      <w:pPr>
        <w:keepNext/>
        <w:keepLines/>
        <w:spacing w:before="40" w:after="0"/>
        <w:outlineLvl w:val="3"/>
        <w:rPr>
          <w:rFonts w:eastAsia="Times New Roman"/>
          <w:b/>
          <w:iCs/>
          <w:color w:val="071320"/>
          <w:sz w:val="26"/>
        </w:rPr>
      </w:pPr>
      <w:r w:rsidRPr="00F964BA">
        <w:rPr>
          <w:rFonts w:eastAsia="Times New Roman"/>
          <w:b/>
          <w:iCs/>
          <w:color w:val="071320"/>
          <w:sz w:val="26"/>
        </w:rPr>
        <w:t xml:space="preserve">1. </w:t>
      </w:r>
      <w:r w:rsidRPr="00F964BA">
        <w:rPr>
          <w:rFonts w:eastAsia="Times New Roman"/>
          <w:b/>
          <w:iCs/>
          <w:color w:val="071320"/>
          <w:sz w:val="26"/>
          <w:u w:val="single"/>
        </w:rPr>
        <w:t>Industrial peace</w:t>
      </w:r>
      <w:r w:rsidRPr="00F964BA">
        <w:rPr>
          <w:rFonts w:eastAsia="Times New Roman"/>
          <w:b/>
          <w:iCs/>
          <w:color w:val="071320"/>
          <w:sz w:val="26"/>
        </w:rPr>
        <w:t xml:space="preserve"> link. Collective bargaining rights imposes the </w:t>
      </w:r>
      <w:r w:rsidRPr="00F964BA">
        <w:rPr>
          <w:rFonts w:eastAsia="Times New Roman"/>
          <w:b/>
          <w:iCs/>
          <w:color w:val="071320"/>
          <w:sz w:val="26"/>
          <w:u w:val="single"/>
        </w:rPr>
        <w:t>fictitious goal</w:t>
      </w:r>
      <w:r w:rsidRPr="00F964BA">
        <w:rPr>
          <w:rFonts w:eastAsia="Times New Roman"/>
          <w:b/>
          <w:iCs/>
          <w:color w:val="071320"/>
          <w:sz w:val="26"/>
        </w:rPr>
        <w:t xml:space="preserve"> of industrial peace onto the working class where workers and managers strive to reach the golden compromise. That </w:t>
      </w:r>
      <w:r w:rsidRPr="00F964BA">
        <w:rPr>
          <w:rFonts w:eastAsia="Times New Roman"/>
          <w:b/>
          <w:iCs/>
          <w:color w:val="071320"/>
          <w:sz w:val="26"/>
          <w:u w:val="single"/>
        </w:rPr>
        <w:t>converts</w:t>
      </w:r>
      <w:r w:rsidRPr="00F964BA">
        <w:rPr>
          <w:rFonts w:eastAsia="Times New Roman"/>
          <w:b/>
          <w:iCs/>
          <w:color w:val="071320"/>
          <w:sz w:val="26"/>
        </w:rPr>
        <w:t xml:space="preserve"> the working class into a political </w:t>
      </w:r>
      <w:r w:rsidRPr="00F964BA">
        <w:rPr>
          <w:rFonts w:eastAsia="Times New Roman"/>
          <w:b/>
          <w:iCs/>
          <w:color w:val="071320"/>
          <w:sz w:val="26"/>
          <w:u w:val="single"/>
        </w:rPr>
        <w:t>interest group</w:t>
      </w:r>
      <w:r w:rsidRPr="00F964BA">
        <w:rPr>
          <w:rFonts w:eastAsia="Times New Roman"/>
          <w:b/>
          <w:iCs/>
          <w:color w:val="071320"/>
          <w:sz w:val="26"/>
        </w:rPr>
        <w:t xml:space="preserve"> in a </w:t>
      </w:r>
      <w:r w:rsidRPr="00F964BA">
        <w:rPr>
          <w:rFonts w:eastAsia="Times New Roman"/>
          <w:b/>
          <w:iCs/>
          <w:color w:val="071320"/>
          <w:sz w:val="26"/>
          <w:u w:val="single"/>
        </w:rPr>
        <w:t>plural society</w:t>
      </w:r>
      <w:r w:rsidRPr="00F964BA">
        <w:rPr>
          <w:rFonts w:eastAsia="Times New Roman"/>
          <w:b/>
          <w:iCs/>
          <w:color w:val="071320"/>
          <w:sz w:val="26"/>
        </w:rPr>
        <w:t xml:space="preserve"> rather than a </w:t>
      </w:r>
      <w:r w:rsidRPr="00F964BA">
        <w:rPr>
          <w:rFonts w:eastAsia="Times New Roman"/>
          <w:b/>
          <w:iCs/>
          <w:color w:val="071320"/>
          <w:sz w:val="26"/>
          <w:u w:val="single"/>
        </w:rPr>
        <w:t>class</w:t>
      </w:r>
      <w:r w:rsidRPr="00F964BA">
        <w:rPr>
          <w:rFonts w:eastAsia="Times New Roman"/>
          <w:b/>
          <w:iCs/>
          <w:color w:val="071320"/>
          <w:sz w:val="26"/>
        </w:rPr>
        <w:t xml:space="preserve"> that should attempt to </w:t>
      </w:r>
      <w:r w:rsidRPr="00F964BA">
        <w:rPr>
          <w:rFonts w:eastAsia="Times New Roman"/>
          <w:b/>
          <w:iCs/>
          <w:color w:val="071320"/>
          <w:sz w:val="26"/>
          <w:u w:val="single"/>
        </w:rPr>
        <w:t>polarize</w:t>
      </w:r>
      <w:r w:rsidRPr="00F964BA">
        <w:rPr>
          <w:rFonts w:eastAsia="Times New Roman"/>
          <w:b/>
          <w:iCs/>
          <w:color w:val="071320"/>
          <w:sz w:val="26"/>
        </w:rPr>
        <w:t xml:space="preserve"> society on the axis of </w:t>
      </w:r>
      <w:r w:rsidRPr="00F964BA">
        <w:rPr>
          <w:rFonts w:eastAsia="Times New Roman"/>
          <w:b/>
          <w:iCs/>
          <w:color w:val="071320"/>
          <w:sz w:val="26"/>
          <w:u w:val="single"/>
        </w:rPr>
        <w:t>capital</w:t>
      </w:r>
      <w:r w:rsidRPr="00F964BA">
        <w:rPr>
          <w:rFonts w:eastAsia="Times New Roman"/>
          <w:b/>
          <w:iCs/>
          <w:color w:val="071320"/>
          <w:sz w:val="26"/>
        </w:rPr>
        <w:t xml:space="preserve"> versus </w:t>
      </w:r>
      <w:r w:rsidRPr="00F964BA">
        <w:rPr>
          <w:rFonts w:eastAsia="Times New Roman"/>
          <w:b/>
          <w:iCs/>
          <w:color w:val="071320"/>
          <w:sz w:val="26"/>
          <w:u w:val="single"/>
        </w:rPr>
        <w:t>labor</w:t>
      </w:r>
      <w:r w:rsidRPr="00F964BA">
        <w:rPr>
          <w:rFonts w:eastAsia="Times New Roman"/>
          <w:b/>
          <w:iCs/>
          <w:color w:val="071320"/>
          <w:sz w:val="26"/>
        </w:rPr>
        <w:t xml:space="preserve">. [insert 1AC quotes from productivity/econ advantage]. The perm </w:t>
      </w:r>
      <w:r w:rsidRPr="00F964BA">
        <w:rPr>
          <w:rFonts w:eastAsia="Times New Roman"/>
          <w:b/>
          <w:iCs/>
          <w:color w:val="071320"/>
          <w:sz w:val="26"/>
          <w:u w:val="single"/>
        </w:rPr>
        <w:t>dampens</w:t>
      </w:r>
      <w:r w:rsidRPr="00F964BA">
        <w:rPr>
          <w:rFonts w:eastAsia="Times New Roman"/>
          <w:b/>
          <w:iCs/>
          <w:color w:val="071320"/>
          <w:sz w:val="26"/>
        </w:rPr>
        <w:t xml:space="preserve"> worker power insofar as it threatens [hurt a firm’s productivity, threaten the AI race, etc.], which is where workers hold </w:t>
      </w:r>
      <w:r w:rsidRPr="00F964BA">
        <w:rPr>
          <w:rFonts w:eastAsia="Times New Roman"/>
          <w:b/>
          <w:iCs/>
          <w:color w:val="071320"/>
          <w:sz w:val="26"/>
          <w:u w:val="single"/>
        </w:rPr>
        <w:t>real leverage</w:t>
      </w:r>
      <w:r w:rsidRPr="00F964BA">
        <w:rPr>
          <w:rFonts w:eastAsia="Times New Roman"/>
          <w:b/>
          <w:iCs/>
          <w:color w:val="071320"/>
          <w:sz w:val="26"/>
        </w:rPr>
        <w:t>, that’s Klare and Tomlins.</w:t>
      </w:r>
    </w:p>
    <w:p w14:paraId="1A41304C" w14:textId="77777777" w:rsidR="0045430C" w:rsidRPr="00F964BA" w:rsidRDefault="0045430C" w:rsidP="0045430C">
      <w:pPr>
        <w:keepNext/>
        <w:keepLines/>
        <w:spacing w:before="40" w:after="0"/>
        <w:outlineLvl w:val="3"/>
        <w:rPr>
          <w:rFonts w:eastAsia="Times New Roman"/>
          <w:b/>
          <w:iCs/>
          <w:color w:val="071320"/>
          <w:sz w:val="26"/>
        </w:rPr>
      </w:pPr>
      <w:r w:rsidRPr="00F964BA">
        <w:rPr>
          <w:rFonts w:eastAsia="Times New Roman"/>
          <w:b/>
          <w:iCs/>
          <w:color w:val="071320"/>
          <w:sz w:val="26"/>
        </w:rPr>
        <w:t xml:space="preserve">2. </w:t>
      </w:r>
      <w:r w:rsidRPr="00F964BA">
        <w:rPr>
          <w:rFonts w:eastAsia="Times New Roman"/>
          <w:b/>
          <w:iCs/>
          <w:color w:val="071320"/>
          <w:sz w:val="26"/>
          <w:u w:val="single"/>
        </w:rPr>
        <w:t>Private-ordering link</w:t>
      </w:r>
      <w:r w:rsidRPr="00F964BA">
        <w:rPr>
          <w:rFonts w:eastAsia="Times New Roman"/>
          <w:b/>
          <w:iCs/>
          <w:color w:val="071320"/>
          <w:sz w:val="26"/>
        </w:rPr>
        <w:t xml:space="preserve">. Collective bargaining rights </w:t>
      </w:r>
      <w:r w:rsidRPr="00F964BA">
        <w:rPr>
          <w:rFonts w:eastAsia="Times New Roman"/>
          <w:b/>
          <w:iCs/>
          <w:color w:val="071320"/>
          <w:sz w:val="26"/>
          <w:u w:val="single"/>
        </w:rPr>
        <w:t>diguise</w:t>
      </w:r>
      <w:r w:rsidRPr="00F964BA">
        <w:rPr>
          <w:rFonts w:eastAsia="Times New Roman"/>
          <w:b/>
          <w:iCs/>
          <w:color w:val="071320"/>
          <w:sz w:val="26"/>
        </w:rPr>
        <w:t xml:space="preserve"> the state as a guarantor of </w:t>
      </w:r>
      <w:r w:rsidRPr="00F964BA">
        <w:rPr>
          <w:rFonts w:eastAsia="Times New Roman"/>
          <w:b/>
          <w:iCs/>
          <w:color w:val="071320"/>
          <w:sz w:val="26"/>
          <w:u w:val="single"/>
        </w:rPr>
        <w:t>minimal</w:t>
      </w:r>
      <w:r w:rsidRPr="00F964BA">
        <w:rPr>
          <w:rFonts w:eastAsia="Times New Roman"/>
          <w:b/>
          <w:iCs/>
          <w:color w:val="071320"/>
          <w:sz w:val="26"/>
        </w:rPr>
        <w:t xml:space="preserve">, interest-neutral ground rules that grant rights to no more than a </w:t>
      </w:r>
      <w:r w:rsidRPr="00F964BA">
        <w:rPr>
          <w:rFonts w:eastAsia="Times New Roman"/>
          <w:b/>
          <w:iCs/>
          <w:color w:val="071320"/>
          <w:sz w:val="26"/>
          <w:u w:val="single"/>
        </w:rPr>
        <w:t>process</w:t>
      </w:r>
      <w:r w:rsidRPr="00F964BA">
        <w:rPr>
          <w:rFonts w:eastAsia="Times New Roman"/>
          <w:b/>
          <w:iCs/>
          <w:color w:val="071320"/>
          <w:sz w:val="26"/>
        </w:rPr>
        <w:t xml:space="preserve">, when in reality collective bargaining rights embody the state’s </w:t>
      </w:r>
      <w:r w:rsidRPr="00F964BA">
        <w:rPr>
          <w:rFonts w:eastAsia="Times New Roman"/>
          <w:b/>
          <w:iCs/>
          <w:color w:val="071320"/>
          <w:sz w:val="26"/>
          <w:u w:val="single"/>
        </w:rPr>
        <w:t>surrender</w:t>
      </w:r>
      <w:r w:rsidRPr="00F964BA">
        <w:rPr>
          <w:rFonts w:eastAsia="Times New Roman"/>
          <w:b/>
          <w:iCs/>
          <w:color w:val="071320"/>
          <w:sz w:val="26"/>
        </w:rPr>
        <w:t xml:space="preserve"> to capitalist interests. They </w:t>
      </w:r>
      <w:r w:rsidRPr="00F964BA">
        <w:rPr>
          <w:rFonts w:eastAsia="Times New Roman"/>
          <w:b/>
          <w:iCs/>
          <w:color w:val="071320"/>
          <w:sz w:val="26"/>
          <w:u w:val="single"/>
        </w:rPr>
        <w:t>institutionalize</w:t>
      </w:r>
      <w:r w:rsidRPr="00F964BA">
        <w:rPr>
          <w:rFonts w:eastAsia="Times New Roman"/>
          <w:b/>
          <w:iCs/>
          <w:color w:val="071320"/>
          <w:sz w:val="26"/>
        </w:rPr>
        <w:t xml:space="preserve"> private ordering by leaving dispute resolution to the </w:t>
      </w:r>
      <w:r w:rsidRPr="00F964BA">
        <w:rPr>
          <w:rFonts w:eastAsia="Times New Roman"/>
          <w:b/>
          <w:iCs/>
          <w:color w:val="071320"/>
          <w:sz w:val="26"/>
          <w:u w:val="single"/>
        </w:rPr>
        <w:t>free market</w:t>
      </w:r>
      <w:r w:rsidRPr="00F964BA">
        <w:rPr>
          <w:rFonts w:eastAsia="Times New Roman"/>
          <w:b/>
          <w:iCs/>
          <w:color w:val="071320"/>
          <w:sz w:val="26"/>
        </w:rPr>
        <w:t xml:space="preserve"> which optimizes worker versus manager interests for profit. Managers will </w:t>
      </w:r>
      <w:r w:rsidRPr="00F964BA">
        <w:rPr>
          <w:rFonts w:eastAsia="Times New Roman"/>
          <w:b/>
          <w:iCs/>
          <w:color w:val="071320"/>
          <w:sz w:val="26"/>
          <w:u w:val="single"/>
        </w:rPr>
        <w:t>always dominate</w:t>
      </w:r>
      <w:r w:rsidRPr="00F964BA">
        <w:rPr>
          <w:rFonts w:eastAsia="Times New Roman"/>
          <w:b/>
          <w:iCs/>
          <w:color w:val="071320"/>
          <w:sz w:val="26"/>
        </w:rPr>
        <w:t xml:space="preserve"> because markets are </w:t>
      </w:r>
      <w:r w:rsidRPr="00F964BA">
        <w:rPr>
          <w:rFonts w:eastAsia="Times New Roman"/>
          <w:b/>
          <w:iCs/>
          <w:color w:val="071320"/>
          <w:sz w:val="26"/>
          <w:u w:val="single"/>
        </w:rPr>
        <w:t>predistributively</w:t>
      </w:r>
      <w:r w:rsidRPr="00F964BA">
        <w:rPr>
          <w:rFonts w:eastAsia="Times New Roman"/>
          <w:b/>
          <w:iCs/>
          <w:color w:val="071320"/>
          <w:sz w:val="26"/>
        </w:rPr>
        <w:t xml:space="preserve"> unequal, that was the overview. </w:t>
      </w:r>
    </w:p>
    <w:p w14:paraId="51E6A056" w14:textId="77777777" w:rsidR="0045430C" w:rsidRPr="00F964BA" w:rsidRDefault="0045430C" w:rsidP="0045430C">
      <w:pPr>
        <w:keepNext/>
        <w:keepLines/>
        <w:spacing w:before="40" w:after="0"/>
        <w:outlineLvl w:val="3"/>
        <w:rPr>
          <w:rFonts w:eastAsia="Times New Roman"/>
          <w:b/>
          <w:iCs/>
          <w:color w:val="071320"/>
          <w:sz w:val="26"/>
        </w:rPr>
      </w:pPr>
      <w:r w:rsidRPr="00F964BA">
        <w:rPr>
          <w:rFonts w:eastAsia="Times New Roman"/>
          <w:b/>
          <w:iCs/>
          <w:color w:val="071320"/>
          <w:sz w:val="26"/>
        </w:rPr>
        <w:t xml:space="preserve">3. Proves </w:t>
      </w:r>
      <w:r w:rsidRPr="00F964BA">
        <w:rPr>
          <w:rFonts w:eastAsia="Times New Roman"/>
          <w:b/>
          <w:iCs/>
          <w:color w:val="071320"/>
          <w:sz w:val="26"/>
          <w:u w:val="single"/>
        </w:rPr>
        <w:t>severance</w:t>
      </w:r>
      <w:r w:rsidRPr="00F964BA">
        <w:rPr>
          <w:rFonts w:eastAsia="Times New Roman"/>
          <w:b/>
          <w:iCs/>
          <w:color w:val="071320"/>
          <w:sz w:val="26"/>
        </w:rPr>
        <w:t xml:space="preserve">. Every link is to the concept of “collective bargaining rights.” The alt </w:t>
      </w:r>
      <w:r w:rsidRPr="00F964BA">
        <w:rPr>
          <w:rFonts w:eastAsia="Times New Roman"/>
          <w:b/>
          <w:iCs/>
          <w:color w:val="071320"/>
          <w:sz w:val="26"/>
          <w:u w:val="single"/>
        </w:rPr>
        <w:t>precludes</w:t>
      </w:r>
      <w:r w:rsidRPr="00F964BA">
        <w:rPr>
          <w:rFonts w:eastAsia="Times New Roman"/>
          <w:b/>
          <w:iCs/>
          <w:color w:val="071320"/>
          <w:sz w:val="26"/>
        </w:rPr>
        <w:t xml:space="preserve"> that. Severance is a voting issue for argumentative irresponsibility. </w:t>
      </w:r>
    </w:p>
    <w:p w14:paraId="17A1DD16" w14:textId="77777777" w:rsidR="0045430C" w:rsidRPr="00F964BA" w:rsidRDefault="0045430C" w:rsidP="0045430C">
      <w:pPr>
        <w:keepNext/>
        <w:keepLines/>
        <w:spacing w:before="40" w:after="0"/>
        <w:outlineLvl w:val="3"/>
        <w:rPr>
          <w:rFonts w:eastAsia="Times New Roman"/>
          <w:b/>
          <w:iCs/>
          <w:color w:val="071320"/>
          <w:sz w:val="26"/>
        </w:rPr>
      </w:pPr>
      <w:r w:rsidRPr="00F964BA">
        <w:rPr>
          <w:rFonts w:eastAsia="Times New Roman"/>
          <w:b/>
          <w:iCs/>
          <w:color w:val="071320"/>
          <w:sz w:val="26"/>
        </w:rPr>
        <w:t xml:space="preserve">4. Attempting to </w:t>
      </w:r>
      <w:r w:rsidRPr="00F964BA">
        <w:rPr>
          <w:rFonts w:eastAsia="Times New Roman"/>
          <w:b/>
          <w:iCs/>
          <w:color w:val="071320"/>
          <w:sz w:val="26"/>
          <w:u w:val="single"/>
        </w:rPr>
        <w:t>legislate</w:t>
      </w:r>
      <w:r w:rsidRPr="00F964BA">
        <w:rPr>
          <w:rFonts w:eastAsia="Times New Roman"/>
          <w:b/>
          <w:iCs/>
          <w:color w:val="071320"/>
          <w:sz w:val="26"/>
        </w:rPr>
        <w:t xml:space="preserve"> worker power into existence produces precarious </w:t>
      </w:r>
      <w:r w:rsidRPr="00F964BA">
        <w:rPr>
          <w:rFonts w:eastAsia="Times New Roman"/>
          <w:b/>
          <w:iCs/>
          <w:color w:val="071320"/>
          <w:sz w:val="26"/>
          <w:u w:val="single"/>
        </w:rPr>
        <w:t>dependency</w:t>
      </w:r>
      <w:r w:rsidRPr="00F964BA">
        <w:rPr>
          <w:rFonts w:eastAsia="Times New Roman"/>
          <w:b/>
          <w:iCs/>
          <w:color w:val="071320"/>
          <w:sz w:val="26"/>
        </w:rPr>
        <w:t xml:space="preserve"> on the state. Employer and legislative backlash is </w:t>
      </w:r>
      <w:r w:rsidRPr="00F964BA">
        <w:rPr>
          <w:rFonts w:eastAsia="Times New Roman"/>
          <w:b/>
          <w:iCs/>
          <w:color w:val="071320"/>
          <w:sz w:val="26"/>
          <w:u w:val="single"/>
        </w:rPr>
        <w:t>inevitable</w:t>
      </w:r>
      <w:r w:rsidRPr="00F964BA">
        <w:rPr>
          <w:rFonts w:eastAsia="Times New Roman"/>
          <w:b/>
          <w:iCs/>
          <w:color w:val="071320"/>
          <w:sz w:val="26"/>
        </w:rPr>
        <w:t xml:space="preserve">. The perm leaves workers </w:t>
      </w:r>
      <w:r w:rsidRPr="00F964BA">
        <w:rPr>
          <w:rFonts w:eastAsia="Times New Roman"/>
          <w:b/>
          <w:iCs/>
          <w:color w:val="071320"/>
          <w:sz w:val="26"/>
          <w:u w:val="single"/>
        </w:rPr>
        <w:t>defenseless</w:t>
      </w:r>
      <w:r w:rsidRPr="00F964BA">
        <w:rPr>
          <w:rFonts w:eastAsia="Times New Roman"/>
          <w:b/>
          <w:iCs/>
          <w:color w:val="071320"/>
          <w:sz w:val="26"/>
        </w:rPr>
        <w:t xml:space="preserve"> while the alt builds the </w:t>
      </w:r>
      <w:r w:rsidRPr="00F964BA">
        <w:rPr>
          <w:rFonts w:eastAsia="Times New Roman"/>
          <w:b/>
          <w:iCs/>
          <w:color w:val="071320"/>
          <w:sz w:val="26"/>
          <w:u w:val="single"/>
        </w:rPr>
        <w:t>autonomous labor power</w:t>
      </w:r>
      <w:r w:rsidRPr="00F964BA">
        <w:rPr>
          <w:rFonts w:eastAsia="Times New Roman"/>
          <w:b/>
          <w:iCs/>
          <w:color w:val="071320"/>
          <w:sz w:val="26"/>
        </w:rPr>
        <w:t xml:space="preserve"> to confront it.</w:t>
      </w:r>
    </w:p>
    <w:p w14:paraId="37AB404D" w14:textId="77777777" w:rsidR="0045430C" w:rsidRPr="00F964BA" w:rsidRDefault="0045430C" w:rsidP="0045430C">
      <w:pPr>
        <w:rPr>
          <w:rFonts w:eastAsia="Aptos"/>
        </w:rPr>
      </w:pPr>
      <w:r w:rsidRPr="00F964BA">
        <w:rPr>
          <w:rFonts w:eastAsia="Aptos"/>
        </w:rPr>
        <w:t xml:space="preserve">C.M. </w:t>
      </w:r>
      <w:r w:rsidRPr="00F964BA">
        <w:rPr>
          <w:rFonts w:eastAsia="Aptos"/>
          <w:b/>
          <w:bCs/>
          <w:sz w:val="26"/>
        </w:rPr>
        <w:t>Lewis 25</w:t>
      </w:r>
      <w:r w:rsidRPr="00F964BA">
        <w:rPr>
          <w:rFonts w:eastAsia="Aptos"/>
        </w:rPr>
        <w:t>, editor of Strikewave and union activist in Pennsylvania, "Book Review: 'Re-Union: How Bold Labor Reforms Can Repair, Revitalize, and Reunite the United States'," Strikewave, https://www.thestrikewave.com/original-content/book-review-re-union-how-bold-labor-reforms-can-repair-revitalize-and-reunite-the-united-states</w:t>
      </w:r>
    </w:p>
    <w:p w14:paraId="3FCEA35D" w14:textId="77777777" w:rsidR="0045430C" w:rsidRPr="00F964BA" w:rsidRDefault="0045430C" w:rsidP="0045430C">
      <w:pPr>
        <w:rPr>
          <w:rFonts w:eastAsia="Aptos"/>
          <w:sz w:val="16"/>
        </w:rPr>
      </w:pPr>
      <w:r w:rsidRPr="00F964BA">
        <w:rPr>
          <w:rFonts w:eastAsia="Aptos"/>
          <w:iCs/>
          <w:u w:val="single"/>
          <w:bdr w:val="single" w:sz="8" w:space="0" w:color="auto"/>
        </w:rPr>
        <w:t>Power</w:t>
      </w:r>
      <w:r w:rsidRPr="00F964BA">
        <w:rPr>
          <w:rFonts w:eastAsia="Aptos"/>
          <w:sz w:val="16"/>
        </w:rPr>
        <w:t xml:space="preserve">, </w:t>
      </w:r>
      <w:r w:rsidRPr="00F964BA">
        <w:rPr>
          <w:rFonts w:eastAsia="Aptos"/>
          <w:iCs/>
          <w:u w:val="single"/>
          <w:bdr w:val="single" w:sz="8" w:space="0" w:color="auto"/>
        </w:rPr>
        <w:t>politics</w:t>
      </w:r>
      <w:r w:rsidRPr="00F964BA">
        <w:rPr>
          <w:rFonts w:eastAsia="Aptos"/>
          <w:sz w:val="16"/>
        </w:rPr>
        <w:t xml:space="preserve">, </w:t>
      </w:r>
      <w:r w:rsidRPr="00F964BA">
        <w:rPr>
          <w:rFonts w:eastAsia="Aptos"/>
          <w:u w:val="single"/>
        </w:rPr>
        <w:t>and the</w:t>
      </w:r>
      <w:r w:rsidRPr="00F964BA">
        <w:rPr>
          <w:rFonts w:eastAsia="Aptos"/>
          <w:sz w:val="16"/>
        </w:rPr>
        <w:t xml:space="preserve"> </w:t>
      </w:r>
      <w:r w:rsidRPr="00F964BA">
        <w:rPr>
          <w:rFonts w:eastAsia="Aptos"/>
          <w:iCs/>
          <w:u w:val="single"/>
          <w:bdr w:val="single" w:sz="8" w:space="0" w:color="auto"/>
        </w:rPr>
        <w:t>pushback</w:t>
      </w:r>
      <w:r w:rsidRPr="00F964BA">
        <w:rPr>
          <w:rFonts w:eastAsia="Aptos"/>
          <w:sz w:val="16"/>
        </w:rPr>
        <w:t xml:space="preserve"> </w:t>
      </w:r>
      <w:r w:rsidRPr="00F964BA">
        <w:rPr>
          <w:rFonts w:eastAsia="Aptos"/>
          <w:u w:val="single"/>
        </w:rPr>
        <w:t xml:space="preserve">that can occur through state action is a </w:t>
      </w:r>
      <w:r w:rsidRPr="00F964BA">
        <w:rPr>
          <w:rFonts w:eastAsia="Aptos"/>
          <w:iCs/>
          <w:u w:val="single"/>
          <w:bdr w:val="single" w:sz="8" w:space="0" w:color="auto"/>
        </w:rPr>
        <w:t>bitter lesson</w:t>
      </w:r>
      <w:r w:rsidRPr="00F964BA">
        <w:rPr>
          <w:rFonts w:eastAsia="Aptos"/>
          <w:sz w:val="16"/>
        </w:rPr>
        <w:t xml:space="preserve"> </w:t>
      </w:r>
      <w:r w:rsidRPr="00F964BA">
        <w:rPr>
          <w:rFonts w:eastAsia="Aptos"/>
          <w:u w:val="single"/>
        </w:rPr>
        <w:t xml:space="preserve">that organized labor has </w:t>
      </w:r>
      <w:r w:rsidRPr="00F964BA">
        <w:rPr>
          <w:rFonts w:eastAsia="Aptos"/>
          <w:iCs/>
          <w:u w:val="single"/>
          <w:bdr w:val="single" w:sz="8" w:space="0" w:color="auto"/>
        </w:rPr>
        <w:t>learned through struggle</w:t>
      </w:r>
      <w:r w:rsidRPr="00F964BA">
        <w:rPr>
          <w:rFonts w:eastAsia="Aptos"/>
          <w:sz w:val="16"/>
        </w:rPr>
        <w:t xml:space="preserve"> in the United States, </w:t>
      </w:r>
      <w:r w:rsidRPr="00F964BA">
        <w:rPr>
          <w:rFonts w:eastAsia="Aptos"/>
          <w:u w:val="single"/>
        </w:rPr>
        <w:t xml:space="preserve">and one which is </w:t>
      </w:r>
      <w:r w:rsidRPr="00F964BA">
        <w:rPr>
          <w:rFonts w:eastAsia="Aptos"/>
          <w:iCs/>
          <w:u w:val="single"/>
          <w:bdr w:val="single" w:sz="8" w:space="0" w:color="auto"/>
        </w:rPr>
        <w:t>curiously avoided</w:t>
      </w:r>
      <w:r w:rsidRPr="00F964BA">
        <w:rPr>
          <w:rFonts w:eastAsia="Aptos"/>
          <w:sz w:val="16"/>
        </w:rPr>
        <w:t xml:space="preserve"> </w:t>
      </w:r>
      <w:r w:rsidRPr="00F964BA">
        <w:rPr>
          <w:rFonts w:eastAsia="Aptos"/>
          <w:u w:val="single"/>
        </w:rPr>
        <w:t>by Madland</w:t>
      </w:r>
      <w:r w:rsidRPr="00F964BA">
        <w:rPr>
          <w:rFonts w:eastAsia="Aptos"/>
          <w:sz w:val="16"/>
        </w:rPr>
        <w:t xml:space="preserve">. </w:t>
      </w:r>
      <w:r w:rsidRPr="00F964BA">
        <w:rPr>
          <w:rFonts w:eastAsia="Aptos"/>
          <w:highlight w:val="cyan"/>
          <w:u w:val="single"/>
        </w:rPr>
        <w:t>Employers</w:t>
      </w:r>
      <w:r w:rsidRPr="00F964BA">
        <w:rPr>
          <w:rFonts w:eastAsia="Aptos"/>
          <w:sz w:val="16"/>
        </w:rPr>
        <w:t xml:space="preserve"> </w:t>
      </w:r>
      <w:r w:rsidRPr="00F964BA">
        <w:rPr>
          <w:rFonts w:eastAsia="Aptos"/>
          <w:iCs/>
          <w:u w:val="single"/>
          <w:bdr w:val="single" w:sz="8" w:space="0" w:color="auto"/>
        </w:rPr>
        <w:t xml:space="preserve">immediately </w:t>
      </w:r>
      <w:r w:rsidRPr="00F964BA">
        <w:rPr>
          <w:rFonts w:eastAsia="Aptos"/>
          <w:iCs/>
          <w:highlight w:val="cyan"/>
          <w:u w:val="single"/>
          <w:bdr w:val="single" w:sz="8" w:space="0" w:color="auto"/>
        </w:rPr>
        <w:t>challenged</w:t>
      </w:r>
      <w:r w:rsidRPr="00F964BA">
        <w:rPr>
          <w:rFonts w:eastAsia="Aptos"/>
          <w:sz w:val="16"/>
        </w:rPr>
        <w:t xml:space="preserve"> </w:t>
      </w:r>
      <w:r w:rsidRPr="00F964BA">
        <w:rPr>
          <w:rFonts w:eastAsia="Aptos"/>
          <w:highlight w:val="cyan"/>
          <w:u w:val="single"/>
        </w:rPr>
        <w:t>the NLRA</w:t>
      </w:r>
      <w:r w:rsidRPr="00F964BA">
        <w:rPr>
          <w:rFonts w:eastAsia="Aptos"/>
          <w:u w:val="single"/>
        </w:rPr>
        <w:t xml:space="preserve"> as</w:t>
      </w:r>
      <w:r w:rsidRPr="00F964BA">
        <w:rPr>
          <w:rFonts w:eastAsia="Aptos"/>
          <w:sz w:val="16"/>
        </w:rPr>
        <w:t xml:space="preserve"> </w:t>
      </w:r>
      <w:r w:rsidRPr="00F964BA">
        <w:rPr>
          <w:rFonts w:eastAsia="Aptos"/>
          <w:u w:val="single"/>
        </w:rPr>
        <w:t>unconstitutional</w:t>
      </w:r>
      <w:r w:rsidRPr="00F964BA">
        <w:rPr>
          <w:rFonts w:eastAsia="Aptos"/>
          <w:sz w:val="16"/>
        </w:rPr>
        <w:t xml:space="preserve">, </w:t>
      </w:r>
      <w:r w:rsidRPr="00F964BA">
        <w:rPr>
          <w:rFonts w:eastAsia="Aptos"/>
          <w:u w:val="single"/>
        </w:rPr>
        <w:t xml:space="preserve">and were </w:t>
      </w:r>
      <w:r w:rsidRPr="00F964BA">
        <w:rPr>
          <w:rFonts w:eastAsia="Aptos"/>
          <w:iCs/>
          <w:u w:val="single"/>
          <w:bdr w:val="single" w:sz="8" w:space="0" w:color="auto"/>
        </w:rPr>
        <w:t>bitterly dragged</w:t>
      </w:r>
      <w:r w:rsidRPr="00F964BA">
        <w:rPr>
          <w:rFonts w:eastAsia="Aptos"/>
          <w:sz w:val="16"/>
        </w:rPr>
        <w:t xml:space="preserve"> </w:t>
      </w:r>
      <w:r w:rsidRPr="00F964BA">
        <w:rPr>
          <w:rFonts w:eastAsia="Aptos"/>
          <w:u w:val="single"/>
        </w:rPr>
        <w:t>into the post-NLRA system of labor relations</w:t>
      </w:r>
      <w:r w:rsidRPr="00F964BA">
        <w:rPr>
          <w:rFonts w:eastAsia="Aptos"/>
          <w:sz w:val="16"/>
        </w:rPr>
        <w:t xml:space="preserve">. After a brief pause during the Second World War, </w:t>
      </w:r>
      <w:r w:rsidRPr="00F964BA">
        <w:rPr>
          <w:rFonts w:eastAsia="Aptos"/>
          <w:u w:val="single"/>
        </w:rPr>
        <w:t>Republican control of Congress</w:t>
      </w:r>
      <w:r w:rsidRPr="00F964BA">
        <w:rPr>
          <w:rFonts w:eastAsia="Aptos"/>
          <w:sz w:val="16"/>
        </w:rPr>
        <w:t xml:space="preserve"> in 1947 </w:t>
      </w:r>
      <w:r w:rsidRPr="00F964BA">
        <w:rPr>
          <w:rFonts w:eastAsia="Aptos"/>
          <w:highlight w:val="cyan"/>
          <w:u w:val="single"/>
        </w:rPr>
        <w:t>led</w:t>
      </w:r>
      <w:r w:rsidRPr="00F964BA">
        <w:rPr>
          <w:rFonts w:eastAsia="Aptos"/>
          <w:u w:val="single"/>
        </w:rPr>
        <w:t xml:space="preserve"> directly to </w:t>
      </w:r>
      <w:r w:rsidRPr="00F964BA">
        <w:rPr>
          <w:rFonts w:eastAsia="Aptos"/>
          <w:highlight w:val="cyan"/>
          <w:u w:val="single"/>
        </w:rPr>
        <w:t xml:space="preserve">a </w:t>
      </w:r>
      <w:r w:rsidRPr="00F964BA">
        <w:rPr>
          <w:rFonts w:eastAsia="Aptos"/>
          <w:iCs/>
          <w:highlight w:val="cyan"/>
          <w:u w:val="single"/>
          <w:bdr w:val="single" w:sz="8" w:space="0" w:color="auto"/>
        </w:rPr>
        <w:t>legislative offensive</w:t>
      </w:r>
      <w:r w:rsidRPr="00F964BA">
        <w:rPr>
          <w:rFonts w:eastAsia="Aptos"/>
          <w:sz w:val="16"/>
          <w:highlight w:val="cyan"/>
        </w:rPr>
        <w:t xml:space="preserve"> </w:t>
      </w:r>
      <w:r w:rsidRPr="00F964BA">
        <w:rPr>
          <w:rFonts w:eastAsia="Aptos"/>
          <w:highlight w:val="cyan"/>
          <w:u w:val="single"/>
        </w:rPr>
        <w:t>against</w:t>
      </w:r>
      <w:r w:rsidRPr="00F964BA">
        <w:rPr>
          <w:rFonts w:eastAsia="Aptos"/>
          <w:u w:val="single"/>
        </w:rPr>
        <w:t xml:space="preserve"> </w:t>
      </w:r>
      <w:r w:rsidRPr="00F964BA">
        <w:rPr>
          <w:rFonts w:eastAsia="Aptos"/>
          <w:highlight w:val="cyan"/>
          <w:u w:val="single"/>
        </w:rPr>
        <w:t>post-NLRA gains</w:t>
      </w:r>
      <w:r w:rsidRPr="00F964BA">
        <w:rPr>
          <w:rFonts w:eastAsia="Aptos"/>
          <w:u w:val="single"/>
        </w:rPr>
        <w:t xml:space="preserve"> in the wake of</w:t>
      </w:r>
      <w:r w:rsidRPr="00F964BA">
        <w:rPr>
          <w:rFonts w:eastAsia="Aptos"/>
          <w:sz w:val="16"/>
        </w:rPr>
        <w:t xml:space="preserve"> </w:t>
      </w:r>
      <w:r w:rsidRPr="00F964BA">
        <w:rPr>
          <w:rFonts w:eastAsia="Aptos"/>
          <w:u w:val="single"/>
        </w:rPr>
        <w:t>1946’s strike wave</w:t>
      </w:r>
      <w:r w:rsidRPr="00F964BA">
        <w:rPr>
          <w:rFonts w:eastAsia="Aptos"/>
          <w:sz w:val="16"/>
        </w:rPr>
        <w:t xml:space="preserve">, </w:t>
      </w:r>
      <w:r w:rsidRPr="00F964BA">
        <w:rPr>
          <w:rFonts w:eastAsia="Aptos"/>
          <w:highlight w:val="cyan"/>
          <w:u w:val="single"/>
        </w:rPr>
        <w:t>setting up</w:t>
      </w:r>
      <w:r w:rsidRPr="00F964BA">
        <w:rPr>
          <w:rFonts w:eastAsia="Aptos"/>
          <w:u w:val="single"/>
        </w:rPr>
        <w:t xml:space="preserve"> the foundation for an</w:t>
      </w:r>
      <w:r w:rsidRPr="00F964BA">
        <w:rPr>
          <w:rFonts w:eastAsia="Aptos"/>
          <w:sz w:val="16"/>
        </w:rPr>
        <w:t xml:space="preserve"> </w:t>
      </w:r>
      <w:r w:rsidRPr="00F964BA">
        <w:rPr>
          <w:rFonts w:eastAsia="Aptos"/>
          <w:iCs/>
          <w:highlight w:val="cyan"/>
          <w:u w:val="single"/>
          <w:bdr w:val="single" w:sz="8" w:space="0" w:color="auto"/>
        </w:rPr>
        <w:t>altered system</w:t>
      </w:r>
      <w:r w:rsidRPr="00F964BA">
        <w:rPr>
          <w:rFonts w:eastAsia="Aptos"/>
          <w:sz w:val="16"/>
        </w:rPr>
        <w:t xml:space="preserve"> </w:t>
      </w:r>
      <w:r w:rsidRPr="00F964BA">
        <w:rPr>
          <w:rFonts w:eastAsia="Aptos"/>
          <w:u w:val="single"/>
        </w:rPr>
        <w:t>of labor relations</w:t>
      </w:r>
      <w:r w:rsidRPr="00F964BA">
        <w:rPr>
          <w:rFonts w:eastAsia="Aptos"/>
          <w:sz w:val="16"/>
        </w:rPr>
        <w:t xml:space="preserve"> </w:t>
      </w:r>
      <w:r w:rsidRPr="00F964BA">
        <w:rPr>
          <w:rFonts w:eastAsia="Aptos"/>
          <w:highlight w:val="cyan"/>
          <w:u w:val="single"/>
        </w:rPr>
        <w:t>that</w:t>
      </w:r>
      <w:r w:rsidRPr="00F964BA">
        <w:rPr>
          <w:rFonts w:eastAsia="Aptos"/>
          <w:sz w:val="16"/>
          <w:highlight w:val="cyan"/>
        </w:rPr>
        <w:t xml:space="preserve"> </w:t>
      </w:r>
      <w:r w:rsidRPr="00F964BA">
        <w:rPr>
          <w:rFonts w:eastAsia="Aptos"/>
          <w:iCs/>
          <w:u w:val="single"/>
          <w:bdr w:val="single" w:sz="8" w:space="0" w:color="auto"/>
        </w:rPr>
        <w:t xml:space="preserve">slowly </w:t>
      </w:r>
      <w:r w:rsidRPr="00F964BA">
        <w:rPr>
          <w:rFonts w:eastAsia="Aptos"/>
          <w:iCs/>
          <w:highlight w:val="cyan"/>
          <w:u w:val="single"/>
          <w:bdr w:val="single" w:sz="8" w:space="0" w:color="auto"/>
        </w:rPr>
        <w:t>withered</w:t>
      </w:r>
      <w:r w:rsidRPr="00F964BA">
        <w:rPr>
          <w:rFonts w:eastAsia="Aptos"/>
          <w:sz w:val="16"/>
        </w:rPr>
        <w:t xml:space="preserve"> </w:t>
      </w:r>
      <w:r w:rsidRPr="00F964BA">
        <w:rPr>
          <w:rFonts w:eastAsia="Aptos"/>
          <w:highlight w:val="cyan"/>
          <w:u w:val="single"/>
        </w:rPr>
        <w:t xml:space="preserve">under </w:t>
      </w:r>
      <w:r w:rsidRPr="00F964BA">
        <w:rPr>
          <w:rFonts w:eastAsia="Aptos"/>
          <w:u w:val="single"/>
        </w:rPr>
        <w:t xml:space="preserve">legislative and </w:t>
      </w:r>
      <w:r w:rsidRPr="00F964BA">
        <w:rPr>
          <w:rFonts w:eastAsia="Aptos"/>
          <w:highlight w:val="cyan"/>
          <w:u w:val="single"/>
        </w:rPr>
        <w:t>legal attack</w:t>
      </w:r>
      <w:r w:rsidRPr="00F964BA">
        <w:rPr>
          <w:rFonts w:eastAsia="Aptos"/>
          <w:sz w:val="16"/>
        </w:rPr>
        <w:t>. Business may not have seen the true benefits for decades, but they never gave up the hope of beating back the NLRA.</w:t>
      </w:r>
    </w:p>
    <w:p w14:paraId="755DF502" w14:textId="77777777" w:rsidR="0045430C" w:rsidRPr="00F964BA" w:rsidRDefault="0045430C" w:rsidP="0045430C">
      <w:pPr>
        <w:rPr>
          <w:rFonts w:eastAsia="Aptos"/>
          <w:sz w:val="16"/>
        </w:rPr>
      </w:pPr>
      <w:r w:rsidRPr="00F964BA">
        <w:rPr>
          <w:rFonts w:eastAsia="Aptos"/>
          <w:u w:val="single"/>
        </w:rPr>
        <w:t>This strikes at a crucial point</w:t>
      </w:r>
      <w:r w:rsidRPr="00F964BA">
        <w:rPr>
          <w:rFonts w:eastAsia="Aptos"/>
          <w:sz w:val="16"/>
        </w:rPr>
        <w:t xml:space="preserve">: </w:t>
      </w:r>
      <w:r w:rsidRPr="00F964BA">
        <w:rPr>
          <w:rFonts w:eastAsia="Aptos"/>
          <w:u w:val="single"/>
        </w:rPr>
        <w:t xml:space="preserve">despite Madland’s view of </w:t>
      </w:r>
      <w:r w:rsidRPr="00F964BA">
        <w:rPr>
          <w:rFonts w:eastAsia="Aptos"/>
          <w:iCs/>
          <w:u w:val="single"/>
          <w:bdr w:val="single" w:sz="8" w:space="0" w:color="auto"/>
        </w:rPr>
        <w:t>labor-management partnership</w:t>
      </w:r>
      <w:r w:rsidRPr="00F964BA">
        <w:rPr>
          <w:rFonts w:eastAsia="Aptos"/>
          <w:sz w:val="16"/>
        </w:rPr>
        <w:t xml:space="preserve"> (much of his book is spent arguing for cooperation and in an attempt to make a value proposition to capital), </w:t>
      </w:r>
      <w:r w:rsidRPr="00F964BA">
        <w:rPr>
          <w:rFonts w:eastAsia="Aptos"/>
          <w:highlight w:val="cyan"/>
          <w:u w:val="single"/>
        </w:rPr>
        <w:t xml:space="preserve">there has </w:t>
      </w:r>
      <w:r w:rsidRPr="00F964BA">
        <w:rPr>
          <w:rFonts w:eastAsia="Aptos"/>
          <w:iCs/>
          <w:highlight w:val="cyan"/>
          <w:u w:val="single"/>
          <w:bdr w:val="single" w:sz="8" w:space="0" w:color="auto"/>
        </w:rPr>
        <w:t>never</w:t>
      </w:r>
      <w:r w:rsidRPr="00F964BA">
        <w:rPr>
          <w:rFonts w:eastAsia="Aptos"/>
          <w:u w:val="single"/>
        </w:rPr>
        <w:t xml:space="preserve"> </w:t>
      </w:r>
      <w:r w:rsidRPr="00F964BA">
        <w:rPr>
          <w:rFonts w:eastAsia="Aptos"/>
          <w:highlight w:val="cyan"/>
          <w:u w:val="single"/>
        </w:rPr>
        <w:t xml:space="preserve">been </w:t>
      </w:r>
      <w:r w:rsidRPr="00F964BA">
        <w:rPr>
          <w:rFonts w:eastAsia="Aptos"/>
          <w:iCs/>
          <w:highlight w:val="cyan"/>
          <w:u w:val="single"/>
          <w:bdr w:val="single" w:sz="8" w:space="0" w:color="auto"/>
        </w:rPr>
        <w:t>more</w:t>
      </w:r>
      <w:r w:rsidRPr="00F964BA">
        <w:rPr>
          <w:rFonts w:eastAsia="Aptos"/>
          <w:highlight w:val="cyan"/>
          <w:u w:val="single"/>
        </w:rPr>
        <w:t xml:space="preserve"> than a </w:t>
      </w:r>
      <w:r w:rsidRPr="00F964BA">
        <w:rPr>
          <w:rFonts w:eastAsia="Aptos"/>
          <w:iCs/>
          <w:highlight w:val="cyan"/>
          <w:u w:val="single"/>
          <w:bdr w:val="single" w:sz="8" w:space="0" w:color="auto"/>
        </w:rPr>
        <w:t>tentative ceasefire</w:t>
      </w:r>
      <w:r w:rsidRPr="00F964BA">
        <w:rPr>
          <w:rFonts w:eastAsia="Aptos"/>
          <w:iCs/>
          <w:u w:val="single"/>
          <w:bdr w:val="single" w:sz="8" w:space="0" w:color="auto"/>
        </w:rPr>
        <w:t xml:space="preserve"> </w:t>
      </w:r>
      <w:r w:rsidRPr="00F964BA">
        <w:rPr>
          <w:rFonts w:eastAsia="Aptos"/>
          <w:iCs/>
          <w:highlight w:val="cyan"/>
          <w:u w:val="single"/>
          <w:bdr w:val="single" w:sz="8" w:space="0" w:color="auto"/>
        </w:rPr>
        <w:t>between</w:t>
      </w:r>
      <w:r w:rsidRPr="00F964BA">
        <w:rPr>
          <w:rFonts w:eastAsia="Aptos"/>
          <w:sz w:val="16"/>
        </w:rPr>
        <w:t xml:space="preserve"> </w:t>
      </w:r>
      <w:r w:rsidRPr="00F964BA">
        <w:rPr>
          <w:rFonts w:eastAsia="Aptos"/>
          <w:iCs/>
          <w:highlight w:val="cyan"/>
          <w:u w:val="single"/>
          <w:bdr w:val="single" w:sz="8" w:space="0" w:color="auto"/>
        </w:rPr>
        <w:t>labor</w:t>
      </w:r>
      <w:r w:rsidRPr="00F964BA">
        <w:rPr>
          <w:rFonts w:eastAsia="Aptos"/>
          <w:sz w:val="16"/>
          <w:highlight w:val="cyan"/>
        </w:rPr>
        <w:t xml:space="preserve"> </w:t>
      </w:r>
      <w:r w:rsidRPr="00F964BA">
        <w:rPr>
          <w:rFonts w:eastAsia="Aptos"/>
          <w:highlight w:val="cyan"/>
          <w:u w:val="single"/>
        </w:rPr>
        <w:t>and</w:t>
      </w:r>
      <w:r w:rsidRPr="00F964BA">
        <w:rPr>
          <w:rFonts w:eastAsia="Aptos"/>
          <w:sz w:val="16"/>
          <w:highlight w:val="cyan"/>
        </w:rPr>
        <w:t xml:space="preserve"> </w:t>
      </w:r>
      <w:r w:rsidRPr="00F964BA">
        <w:rPr>
          <w:rFonts w:eastAsia="Aptos"/>
          <w:iCs/>
          <w:highlight w:val="cyan"/>
          <w:u w:val="single"/>
          <w:bdr w:val="single" w:sz="8" w:space="0" w:color="auto"/>
        </w:rPr>
        <w:t>capital</w:t>
      </w:r>
      <w:r w:rsidRPr="00F964BA">
        <w:rPr>
          <w:rFonts w:eastAsia="Aptos"/>
          <w:sz w:val="16"/>
        </w:rPr>
        <w:t xml:space="preserve"> </w:t>
      </w:r>
      <w:r w:rsidRPr="00F964BA">
        <w:rPr>
          <w:rFonts w:eastAsia="Aptos"/>
          <w:u w:val="single"/>
        </w:rPr>
        <w:t>in the United States</w:t>
      </w:r>
      <w:r w:rsidRPr="00F964BA">
        <w:rPr>
          <w:rFonts w:eastAsia="Aptos"/>
          <w:sz w:val="16"/>
        </w:rPr>
        <w:t xml:space="preserve">. </w:t>
      </w:r>
      <w:r w:rsidRPr="00F964BA">
        <w:rPr>
          <w:rFonts w:eastAsia="Aptos"/>
          <w:u w:val="single"/>
        </w:rPr>
        <w:t xml:space="preserve">Whether there is a </w:t>
      </w:r>
      <w:r w:rsidRPr="00F964BA">
        <w:rPr>
          <w:rFonts w:eastAsia="Aptos"/>
          <w:iCs/>
          <w:u w:val="single"/>
          <w:bdr w:val="single" w:sz="8" w:space="0" w:color="auto"/>
        </w:rPr>
        <w:t>sectoral</w:t>
      </w:r>
      <w:r w:rsidRPr="00F964BA">
        <w:rPr>
          <w:rFonts w:eastAsia="Aptos"/>
          <w:u w:val="single"/>
        </w:rPr>
        <w:t xml:space="preserve"> approach</w:t>
      </w:r>
      <w:r w:rsidRPr="00F964BA">
        <w:rPr>
          <w:rFonts w:eastAsia="Aptos"/>
          <w:sz w:val="16"/>
        </w:rPr>
        <w:t xml:space="preserve"> </w:t>
      </w:r>
      <w:r w:rsidRPr="00F964BA">
        <w:rPr>
          <w:rFonts w:eastAsia="Aptos"/>
          <w:iCs/>
          <w:u w:val="single"/>
          <w:bdr w:val="single" w:sz="8" w:space="0" w:color="auto"/>
        </w:rPr>
        <w:t>or</w:t>
      </w:r>
      <w:r w:rsidRPr="00F964BA">
        <w:rPr>
          <w:rFonts w:eastAsia="Aptos"/>
          <w:sz w:val="16"/>
        </w:rPr>
        <w:t xml:space="preserve"> </w:t>
      </w:r>
      <w:r w:rsidRPr="00F964BA">
        <w:rPr>
          <w:rFonts w:eastAsia="Aptos"/>
          <w:u w:val="single"/>
        </w:rPr>
        <w:t>a</w:t>
      </w:r>
      <w:r w:rsidRPr="00F964BA">
        <w:rPr>
          <w:rFonts w:eastAsia="Aptos"/>
          <w:sz w:val="16"/>
        </w:rPr>
        <w:t xml:space="preserve"> </w:t>
      </w:r>
      <w:r w:rsidRPr="00F964BA">
        <w:rPr>
          <w:rFonts w:eastAsia="Aptos"/>
          <w:iCs/>
          <w:u w:val="single"/>
          <w:bdr w:val="single" w:sz="8" w:space="0" w:color="auto"/>
        </w:rPr>
        <w:t>firm</w:t>
      </w:r>
      <w:r w:rsidRPr="00F964BA">
        <w:rPr>
          <w:rFonts w:eastAsia="Aptos"/>
          <w:sz w:val="16"/>
        </w:rPr>
        <w:t>-</w:t>
      </w:r>
      <w:r w:rsidRPr="00F964BA">
        <w:rPr>
          <w:rFonts w:eastAsia="Aptos"/>
          <w:u w:val="single"/>
        </w:rPr>
        <w:t>level</w:t>
      </w:r>
      <w:r w:rsidRPr="00F964BA">
        <w:rPr>
          <w:rFonts w:eastAsia="Aptos"/>
          <w:sz w:val="16"/>
        </w:rPr>
        <w:t xml:space="preserve"> </w:t>
      </w:r>
      <w:r w:rsidRPr="00F964BA">
        <w:rPr>
          <w:rFonts w:eastAsia="Aptos"/>
          <w:iCs/>
          <w:u w:val="single"/>
          <w:bdr w:val="single" w:sz="8" w:space="0" w:color="auto"/>
        </w:rPr>
        <w:t>approach</w:t>
      </w:r>
      <w:r w:rsidRPr="00F964BA">
        <w:rPr>
          <w:rFonts w:eastAsia="Aptos"/>
          <w:sz w:val="16"/>
        </w:rPr>
        <w:t xml:space="preserve"> </w:t>
      </w:r>
      <w:r w:rsidRPr="00F964BA">
        <w:rPr>
          <w:rFonts w:eastAsia="Aptos"/>
          <w:u w:val="single"/>
        </w:rPr>
        <w:t xml:space="preserve">to labor relations is </w:t>
      </w:r>
      <w:r w:rsidRPr="00F964BA">
        <w:rPr>
          <w:rFonts w:eastAsia="Aptos"/>
          <w:iCs/>
          <w:u w:val="single"/>
          <w:bdr w:val="single" w:sz="8" w:space="0" w:color="auto"/>
        </w:rPr>
        <w:t>irrelevant</w:t>
      </w:r>
      <w:r w:rsidRPr="00F964BA">
        <w:rPr>
          <w:rFonts w:eastAsia="Aptos"/>
          <w:sz w:val="16"/>
        </w:rPr>
        <w:t xml:space="preserve"> </w:t>
      </w:r>
      <w:r w:rsidRPr="00F964BA">
        <w:rPr>
          <w:rFonts w:eastAsia="Aptos"/>
          <w:u w:val="single"/>
        </w:rPr>
        <w:t xml:space="preserve">to the </w:t>
      </w:r>
      <w:r w:rsidRPr="00F964BA">
        <w:rPr>
          <w:rFonts w:eastAsia="Aptos"/>
          <w:iCs/>
          <w:u w:val="single"/>
          <w:bdr w:val="single" w:sz="8" w:space="0" w:color="auto"/>
        </w:rPr>
        <w:t>basic dynamic</w:t>
      </w:r>
      <w:r w:rsidRPr="00F964BA">
        <w:rPr>
          <w:rFonts w:eastAsia="Aptos"/>
          <w:sz w:val="16"/>
        </w:rPr>
        <w:t xml:space="preserve"> </w:t>
      </w:r>
      <w:r w:rsidRPr="00F964BA">
        <w:rPr>
          <w:rFonts w:eastAsia="Aptos"/>
          <w:u w:val="single"/>
        </w:rPr>
        <w:t>that has always ruled American labor relations</w:t>
      </w:r>
      <w:r w:rsidRPr="00F964BA">
        <w:rPr>
          <w:rFonts w:eastAsia="Aptos"/>
          <w:sz w:val="16"/>
        </w:rPr>
        <w:t xml:space="preserve">: </w:t>
      </w:r>
      <w:r w:rsidRPr="00F964BA">
        <w:rPr>
          <w:rFonts w:eastAsia="Aptos"/>
          <w:highlight w:val="cyan"/>
          <w:u w:val="single"/>
        </w:rPr>
        <w:t>employers will</w:t>
      </w:r>
      <w:r w:rsidRPr="00F964BA">
        <w:rPr>
          <w:rFonts w:eastAsia="Aptos"/>
          <w:sz w:val="16"/>
          <w:highlight w:val="cyan"/>
        </w:rPr>
        <w:t xml:space="preserve"> </w:t>
      </w:r>
      <w:r w:rsidRPr="00F964BA">
        <w:rPr>
          <w:rFonts w:eastAsia="Aptos"/>
          <w:iCs/>
          <w:highlight w:val="cyan"/>
          <w:u w:val="single"/>
          <w:bdr w:val="single" w:sz="8" w:space="0" w:color="auto"/>
        </w:rPr>
        <w:t>not cede power voluntarily</w:t>
      </w:r>
      <w:r w:rsidRPr="00F964BA">
        <w:rPr>
          <w:rFonts w:eastAsia="Aptos"/>
          <w:u w:val="single"/>
        </w:rPr>
        <w:t>, and have historically</w:t>
      </w:r>
      <w:r w:rsidRPr="00F964BA">
        <w:rPr>
          <w:rFonts w:eastAsia="Aptos"/>
          <w:sz w:val="16"/>
        </w:rPr>
        <w:t xml:space="preserve"> even </w:t>
      </w:r>
      <w:r w:rsidRPr="00F964BA">
        <w:rPr>
          <w:rFonts w:eastAsia="Aptos"/>
          <w:u w:val="single"/>
        </w:rPr>
        <w:t xml:space="preserve">been willing to defend their power through </w:t>
      </w:r>
      <w:r w:rsidRPr="00F964BA">
        <w:rPr>
          <w:rFonts w:eastAsia="Aptos"/>
          <w:iCs/>
          <w:u w:val="single"/>
          <w:bdr w:val="single" w:sz="8" w:space="0" w:color="auto"/>
        </w:rPr>
        <w:t>murderous violence</w:t>
      </w:r>
      <w:r w:rsidRPr="00F964BA">
        <w:rPr>
          <w:rFonts w:eastAsia="Aptos"/>
          <w:sz w:val="16"/>
        </w:rPr>
        <w:t xml:space="preserve">. </w:t>
      </w:r>
    </w:p>
    <w:p w14:paraId="308D3FD8" w14:textId="77777777" w:rsidR="0045430C" w:rsidRPr="00F964BA" w:rsidRDefault="0045430C" w:rsidP="0045430C">
      <w:pPr>
        <w:rPr>
          <w:rFonts w:eastAsia="Aptos"/>
          <w:sz w:val="16"/>
        </w:rPr>
      </w:pPr>
      <w:r w:rsidRPr="00F964BA">
        <w:rPr>
          <w:rFonts w:eastAsia="Aptos"/>
          <w:u w:val="single"/>
        </w:rPr>
        <w:t xml:space="preserve">American labor relations are notable for the </w:t>
      </w:r>
      <w:r w:rsidRPr="00F964BA">
        <w:rPr>
          <w:rFonts w:eastAsia="Aptos"/>
          <w:iCs/>
          <w:u w:val="single"/>
          <w:bdr w:val="single" w:sz="8" w:space="0" w:color="auto"/>
        </w:rPr>
        <w:t>historical intensity</w:t>
      </w:r>
      <w:r w:rsidRPr="00F964BA">
        <w:rPr>
          <w:rFonts w:eastAsia="Aptos"/>
          <w:sz w:val="16"/>
        </w:rPr>
        <w:t xml:space="preserve"> </w:t>
      </w:r>
      <w:r w:rsidRPr="00F964BA">
        <w:rPr>
          <w:rFonts w:eastAsia="Aptos"/>
          <w:u w:val="single"/>
        </w:rPr>
        <w:t>of</w:t>
      </w:r>
      <w:r w:rsidRPr="00F964BA">
        <w:rPr>
          <w:rFonts w:eastAsia="Aptos"/>
          <w:sz w:val="16"/>
        </w:rPr>
        <w:t xml:space="preserve"> </w:t>
      </w:r>
      <w:r w:rsidRPr="00F964BA">
        <w:rPr>
          <w:rFonts w:eastAsia="Aptos"/>
          <w:iCs/>
          <w:u w:val="single"/>
          <w:bdr w:val="single" w:sz="8" w:space="0" w:color="auto"/>
        </w:rPr>
        <w:t>violence</w:t>
      </w:r>
      <w:r w:rsidRPr="00F964BA">
        <w:rPr>
          <w:rFonts w:eastAsia="Aptos"/>
          <w:sz w:val="16"/>
        </w:rPr>
        <w:t xml:space="preserve"> </w:t>
      </w:r>
      <w:r w:rsidRPr="00F964BA">
        <w:rPr>
          <w:rFonts w:eastAsia="Aptos"/>
          <w:u w:val="single"/>
        </w:rPr>
        <w:t xml:space="preserve">and the open </w:t>
      </w:r>
      <w:r w:rsidRPr="00F964BA">
        <w:rPr>
          <w:rFonts w:eastAsia="Aptos"/>
          <w:iCs/>
          <w:u w:val="single"/>
          <w:bdr w:val="single" w:sz="8" w:space="0" w:color="auto"/>
        </w:rPr>
        <w:t>cooperation</w:t>
      </w:r>
      <w:r w:rsidRPr="00F964BA">
        <w:rPr>
          <w:rFonts w:eastAsia="Aptos"/>
          <w:sz w:val="16"/>
        </w:rPr>
        <w:t xml:space="preserve"> </w:t>
      </w:r>
      <w:r w:rsidRPr="00F964BA">
        <w:rPr>
          <w:rFonts w:eastAsia="Aptos"/>
          <w:u w:val="single"/>
        </w:rPr>
        <w:t xml:space="preserve">between </w:t>
      </w:r>
      <w:r w:rsidRPr="00F964BA">
        <w:rPr>
          <w:rFonts w:eastAsia="Aptos"/>
          <w:iCs/>
          <w:u w:val="single"/>
          <w:bdr w:val="single" w:sz="8" w:space="0" w:color="auto"/>
        </w:rPr>
        <w:t>business and</w:t>
      </w:r>
      <w:r w:rsidRPr="00F964BA">
        <w:rPr>
          <w:rFonts w:eastAsia="Aptos"/>
          <w:sz w:val="16"/>
        </w:rPr>
        <w:t xml:space="preserve"> </w:t>
      </w:r>
      <w:r w:rsidRPr="00F964BA">
        <w:rPr>
          <w:rFonts w:eastAsia="Aptos"/>
          <w:iCs/>
          <w:u w:val="single"/>
          <w:bdr w:val="single" w:sz="8" w:space="0" w:color="auto"/>
        </w:rPr>
        <w:t>government</w:t>
      </w:r>
      <w:r w:rsidRPr="00F964BA">
        <w:rPr>
          <w:rFonts w:eastAsia="Aptos"/>
          <w:sz w:val="16"/>
        </w:rPr>
        <w:t xml:space="preserve">. Although </w:t>
      </w:r>
      <w:r w:rsidRPr="00F964BA">
        <w:rPr>
          <w:rFonts w:eastAsia="Aptos"/>
          <w:u w:val="single"/>
        </w:rPr>
        <w:t>overt violence has declined</w:t>
      </w:r>
      <w:r w:rsidRPr="00F964BA">
        <w:rPr>
          <w:rFonts w:eastAsia="Aptos"/>
          <w:sz w:val="16"/>
        </w:rPr>
        <w:t xml:space="preserve"> as a facet of labor relations </w:t>
      </w:r>
      <w:r w:rsidRPr="00F964BA">
        <w:rPr>
          <w:rFonts w:eastAsia="Aptos"/>
          <w:highlight w:val="cyan"/>
          <w:u w:val="single"/>
        </w:rPr>
        <w:t>in</w:t>
      </w:r>
      <w:r w:rsidRPr="00F964BA">
        <w:rPr>
          <w:rFonts w:eastAsia="Aptos"/>
          <w:u w:val="single"/>
        </w:rPr>
        <w:t xml:space="preserve"> favor of </w:t>
      </w:r>
      <w:r w:rsidRPr="00F964BA">
        <w:rPr>
          <w:rFonts w:eastAsia="Aptos"/>
          <w:iCs/>
          <w:highlight w:val="cyan"/>
          <w:u w:val="single"/>
          <w:bdr w:val="single" w:sz="8" w:space="0" w:color="auto"/>
        </w:rPr>
        <w:t>sophisticated union busting</w:t>
      </w:r>
      <w:r w:rsidRPr="00F964BA">
        <w:rPr>
          <w:rFonts w:eastAsia="Aptos"/>
          <w:sz w:val="16"/>
        </w:rPr>
        <w:t xml:space="preserve">, </w:t>
      </w:r>
      <w:r w:rsidRPr="00F964BA">
        <w:rPr>
          <w:rFonts w:eastAsia="Aptos"/>
          <w:u w:val="single"/>
        </w:rPr>
        <w:t>state support is</w:t>
      </w:r>
      <w:r w:rsidRPr="00F964BA">
        <w:rPr>
          <w:rFonts w:eastAsia="Aptos"/>
          <w:sz w:val="16"/>
        </w:rPr>
        <w:t xml:space="preserve"> </w:t>
      </w:r>
      <w:r w:rsidRPr="00F964BA">
        <w:rPr>
          <w:rFonts w:eastAsia="Aptos"/>
          <w:u w:val="single"/>
        </w:rPr>
        <w:t xml:space="preserve">still a </w:t>
      </w:r>
      <w:r w:rsidRPr="00F964BA">
        <w:rPr>
          <w:rFonts w:eastAsia="Aptos"/>
          <w:iCs/>
          <w:u w:val="single"/>
          <w:bdr w:val="single" w:sz="8" w:space="0" w:color="auto"/>
        </w:rPr>
        <w:t>major factor</w:t>
      </w:r>
      <w:r w:rsidRPr="00F964BA">
        <w:rPr>
          <w:rFonts w:eastAsia="Aptos"/>
          <w:sz w:val="16"/>
        </w:rPr>
        <w:t xml:space="preserve"> </w:t>
      </w:r>
      <w:r w:rsidRPr="00F964BA">
        <w:rPr>
          <w:rFonts w:eastAsia="Aptos"/>
          <w:u w:val="single"/>
        </w:rPr>
        <w:t>in combating unions</w:t>
      </w:r>
      <w:r w:rsidRPr="00F964BA">
        <w:rPr>
          <w:rFonts w:eastAsia="Aptos"/>
          <w:sz w:val="16"/>
        </w:rPr>
        <w:t xml:space="preserve">, like changing traffic lights at the Amazon facility in Bessemer, Alabama. </w:t>
      </w:r>
      <w:r w:rsidRPr="00F964BA">
        <w:rPr>
          <w:rFonts w:eastAsia="Aptos"/>
          <w:highlight w:val="cyan"/>
          <w:u w:val="single"/>
        </w:rPr>
        <w:t>Republican</w:t>
      </w:r>
      <w:r w:rsidRPr="00F964BA">
        <w:rPr>
          <w:rFonts w:eastAsia="Aptos"/>
          <w:sz w:val="16"/>
          <w:highlight w:val="cyan"/>
        </w:rPr>
        <w:t xml:space="preserve"> </w:t>
      </w:r>
      <w:r w:rsidRPr="00F964BA">
        <w:rPr>
          <w:rFonts w:eastAsia="Aptos"/>
          <w:u w:val="single"/>
        </w:rPr>
        <w:t>politician</w:t>
      </w:r>
      <w:r w:rsidRPr="00F964BA">
        <w:rPr>
          <w:rFonts w:eastAsia="Aptos"/>
          <w:highlight w:val="cyan"/>
          <w:u w:val="single"/>
        </w:rPr>
        <w:t>s</w:t>
      </w:r>
      <w:r w:rsidRPr="00F964BA">
        <w:rPr>
          <w:rFonts w:eastAsia="Aptos"/>
          <w:u w:val="single"/>
        </w:rPr>
        <w:t xml:space="preserve"> </w:t>
      </w:r>
      <w:r w:rsidRPr="00F964BA">
        <w:rPr>
          <w:rFonts w:eastAsia="Aptos"/>
          <w:highlight w:val="cyan"/>
          <w:u w:val="single"/>
        </w:rPr>
        <w:t xml:space="preserve">played a </w:t>
      </w:r>
      <w:r w:rsidRPr="00F964BA">
        <w:rPr>
          <w:rFonts w:eastAsia="Aptos"/>
          <w:iCs/>
          <w:highlight w:val="cyan"/>
          <w:u w:val="single"/>
          <w:bdr w:val="single" w:sz="8" w:space="0" w:color="auto"/>
        </w:rPr>
        <w:t>key role</w:t>
      </w:r>
      <w:r w:rsidRPr="00F964BA">
        <w:rPr>
          <w:rFonts w:eastAsia="Aptos"/>
          <w:iCs/>
          <w:u w:val="single"/>
          <w:bdr w:val="single" w:sz="8" w:space="0" w:color="auto"/>
        </w:rPr>
        <w:t xml:space="preserve"> </w:t>
      </w:r>
      <w:r w:rsidRPr="00F964BA">
        <w:rPr>
          <w:rFonts w:eastAsia="Aptos"/>
          <w:u w:val="single"/>
        </w:rPr>
        <w:t xml:space="preserve">in </w:t>
      </w:r>
      <w:r w:rsidRPr="00F964BA">
        <w:rPr>
          <w:rFonts w:eastAsia="Aptos"/>
          <w:iCs/>
          <w:u w:val="single"/>
          <w:bdr w:val="single" w:sz="8" w:space="0" w:color="auto"/>
        </w:rPr>
        <w:t>defeating</w:t>
      </w:r>
      <w:r w:rsidRPr="00F964BA">
        <w:rPr>
          <w:rFonts w:eastAsia="Aptos"/>
          <w:sz w:val="16"/>
        </w:rPr>
        <w:t xml:space="preserve"> </w:t>
      </w:r>
      <w:r w:rsidRPr="00F964BA">
        <w:rPr>
          <w:rFonts w:eastAsia="Aptos"/>
          <w:u w:val="single"/>
        </w:rPr>
        <w:t>the</w:t>
      </w:r>
      <w:r w:rsidRPr="00F964BA">
        <w:rPr>
          <w:rFonts w:eastAsia="Aptos"/>
          <w:sz w:val="16"/>
        </w:rPr>
        <w:t xml:space="preserve"> </w:t>
      </w:r>
      <w:r w:rsidRPr="00F964BA">
        <w:rPr>
          <w:rFonts w:eastAsia="Aptos"/>
          <w:iCs/>
          <w:u w:val="single"/>
          <w:bdr w:val="single" w:sz="8" w:space="0" w:color="auto"/>
        </w:rPr>
        <w:t>U</w:t>
      </w:r>
      <w:r w:rsidRPr="00F964BA">
        <w:rPr>
          <w:rFonts w:eastAsia="Aptos"/>
          <w:u w:val="single"/>
        </w:rPr>
        <w:t xml:space="preserve">nited </w:t>
      </w:r>
      <w:r w:rsidRPr="00F964BA">
        <w:rPr>
          <w:rFonts w:eastAsia="Aptos"/>
          <w:iCs/>
          <w:u w:val="single"/>
          <w:bdr w:val="single" w:sz="8" w:space="0" w:color="auto"/>
        </w:rPr>
        <w:t>A</w:t>
      </w:r>
      <w:r w:rsidRPr="00F964BA">
        <w:rPr>
          <w:rFonts w:eastAsia="Aptos"/>
          <w:u w:val="single"/>
        </w:rPr>
        <w:t xml:space="preserve">uto </w:t>
      </w:r>
      <w:r w:rsidRPr="00F964BA">
        <w:rPr>
          <w:rFonts w:eastAsia="Aptos"/>
          <w:iCs/>
          <w:u w:val="single"/>
          <w:bdr w:val="single" w:sz="8" w:space="0" w:color="auto"/>
        </w:rPr>
        <w:t>W</w:t>
      </w:r>
      <w:r w:rsidRPr="00F964BA">
        <w:rPr>
          <w:rFonts w:eastAsia="Aptos"/>
          <w:u w:val="single"/>
        </w:rPr>
        <w:t>orkers’</w:t>
      </w:r>
      <w:r w:rsidRPr="00F964BA">
        <w:rPr>
          <w:rFonts w:eastAsia="Aptos"/>
          <w:sz w:val="16"/>
        </w:rPr>
        <w:t xml:space="preserve"> </w:t>
      </w:r>
      <w:r w:rsidRPr="00F964BA">
        <w:rPr>
          <w:rFonts w:eastAsia="Aptos"/>
          <w:u w:val="single"/>
        </w:rPr>
        <w:t>union drive</w:t>
      </w:r>
      <w:r w:rsidRPr="00F964BA">
        <w:rPr>
          <w:rFonts w:eastAsia="Aptos"/>
          <w:sz w:val="16"/>
        </w:rPr>
        <w:t xml:space="preserve"> in Chattanooga, Tennessee; indeed, </w:t>
      </w:r>
      <w:r w:rsidRPr="00F964BA">
        <w:rPr>
          <w:rFonts w:eastAsia="Aptos"/>
          <w:u w:val="single"/>
        </w:rPr>
        <w:t>politicians</w:t>
      </w:r>
      <w:r w:rsidRPr="00F964BA">
        <w:rPr>
          <w:rFonts w:eastAsia="Aptos"/>
          <w:sz w:val="16"/>
        </w:rPr>
        <w:t xml:space="preserve"> </w:t>
      </w:r>
      <w:r w:rsidRPr="00F964BA">
        <w:rPr>
          <w:rFonts w:eastAsia="Aptos"/>
          <w:u w:val="single"/>
        </w:rPr>
        <w:t>throughout the South have</w:t>
      </w:r>
      <w:r w:rsidRPr="00F964BA">
        <w:rPr>
          <w:rFonts w:eastAsia="Aptos"/>
          <w:sz w:val="16"/>
        </w:rPr>
        <w:t xml:space="preserve"> commonly </w:t>
      </w:r>
      <w:r w:rsidRPr="00F964BA">
        <w:rPr>
          <w:rFonts w:eastAsia="Aptos"/>
          <w:u w:val="single"/>
        </w:rPr>
        <w:t>worked closely with</w:t>
      </w:r>
      <w:r w:rsidRPr="00F964BA">
        <w:rPr>
          <w:rFonts w:eastAsia="Aptos"/>
          <w:sz w:val="16"/>
        </w:rPr>
        <w:t xml:space="preserve"> </w:t>
      </w:r>
      <w:r w:rsidRPr="00F964BA">
        <w:rPr>
          <w:rFonts w:eastAsia="Aptos"/>
          <w:u w:val="single"/>
        </w:rPr>
        <w:t xml:space="preserve">businesses to </w:t>
      </w:r>
      <w:r w:rsidRPr="00F964BA">
        <w:rPr>
          <w:rFonts w:eastAsia="Aptos"/>
          <w:iCs/>
          <w:u w:val="single"/>
          <w:bdr w:val="single" w:sz="8" w:space="0" w:color="auto"/>
        </w:rPr>
        <w:t>avoid unionization</w:t>
      </w:r>
      <w:r w:rsidRPr="00F964BA">
        <w:rPr>
          <w:rFonts w:eastAsia="Aptos"/>
          <w:sz w:val="16"/>
        </w:rPr>
        <w:t>. Open high-level political support for union campaigns has been less common, though it has become more frequent in recent years.</w:t>
      </w:r>
    </w:p>
    <w:p w14:paraId="35D70D86" w14:textId="77777777" w:rsidR="0045430C" w:rsidRPr="00F964BA" w:rsidRDefault="0045430C" w:rsidP="0045430C">
      <w:pPr>
        <w:rPr>
          <w:rFonts w:eastAsia="Aptos"/>
          <w:sz w:val="16"/>
        </w:rPr>
      </w:pPr>
      <w:r w:rsidRPr="00F964BA">
        <w:rPr>
          <w:rFonts w:eastAsia="Aptos"/>
          <w:u w:val="single"/>
        </w:rPr>
        <w:t xml:space="preserve">The easy </w:t>
      </w:r>
      <w:r w:rsidRPr="00F964BA">
        <w:rPr>
          <w:rFonts w:eastAsia="Aptos"/>
          <w:iCs/>
          <w:highlight w:val="cyan"/>
          <w:u w:val="single"/>
          <w:bdr w:val="single" w:sz="8" w:space="0" w:color="auto"/>
        </w:rPr>
        <w:t>cooperation</w:t>
      </w:r>
      <w:r w:rsidRPr="00F964BA">
        <w:rPr>
          <w:rFonts w:eastAsia="Aptos"/>
          <w:sz w:val="16"/>
          <w:highlight w:val="cyan"/>
        </w:rPr>
        <w:t xml:space="preserve"> </w:t>
      </w:r>
      <w:r w:rsidRPr="00F964BA">
        <w:rPr>
          <w:rFonts w:eastAsia="Aptos"/>
          <w:highlight w:val="cyan"/>
          <w:u w:val="single"/>
        </w:rPr>
        <w:t>between</w:t>
      </w:r>
      <w:r w:rsidRPr="00F964BA">
        <w:rPr>
          <w:rFonts w:eastAsia="Aptos"/>
          <w:sz w:val="16"/>
        </w:rPr>
        <w:t xml:space="preserve"> </w:t>
      </w:r>
      <w:r w:rsidRPr="00F964BA">
        <w:rPr>
          <w:rFonts w:eastAsia="Aptos"/>
          <w:highlight w:val="cyan"/>
          <w:u w:val="single"/>
        </w:rPr>
        <w:t>business and government</w:t>
      </w:r>
      <w:r w:rsidRPr="00F964BA">
        <w:rPr>
          <w:rFonts w:eastAsia="Aptos"/>
          <w:sz w:val="16"/>
        </w:rPr>
        <w:t xml:space="preserve"> </w:t>
      </w:r>
      <w:r w:rsidRPr="00F964BA">
        <w:rPr>
          <w:rFonts w:eastAsia="Aptos"/>
          <w:iCs/>
          <w:highlight w:val="cyan"/>
          <w:u w:val="single"/>
          <w:bdr w:val="single" w:sz="8" w:space="0" w:color="auto"/>
        </w:rPr>
        <w:t>cautions against</w:t>
      </w:r>
      <w:r w:rsidRPr="00F964BA">
        <w:rPr>
          <w:rFonts w:eastAsia="Aptos"/>
          <w:sz w:val="16"/>
        </w:rPr>
        <w:t xml:space="preserve"> </w:t>
      </w:r>
      <w:r w:rsidRPr="00F964BA">
        <w:rPr>
          <w:rFonts w:eastAsia="Aptos"/>
          <w:u w:val="single"/>
        </w:rPr>
        <w:t>over-</w:t>
      </w:r>
      <w:r w:rsidRPr="00F964BA">
        <w:rPr>
          <w:rFonts w:eastAsia="Aptos"/>
          <w:highlight w:val="cyan"/>
          <w:u w:val="single"/>
        </w:rPr>
        <w:t>relying on external</w:t>
      </w:r>
      <w:r w:rsidRPr="00F964BA">
        <w:rPr>
          <w:rFonts w:eastAsia="Aptos"/>
          <w:sz w:val="16"/>
        </w:rPr>
        <w:t xml:space="preserve">, </w:t>
      </w:r>
      <w:r w:rsidRPr="00F964BA">
        <w:rPr>
          <w:rFonts w:eastAsia="Aptos"/>
          <w:iCs/>
          <w:highlight w:val="cyan"/>
          <w:u w:val="single"/>
          <w:bdr w:val="single" w:sz="8" w:space="0" w:color="auto"/>
        </w:rPr>
        <w:t>state</w:t>
      </w:r>
      <w:r w:rsidRPr="00F964BA">
        <w:rPr>
          <w:rFonts w:eastAsia="Aptos"/>
          <w:iCs/>
          <w:u w:val="single"/>
          <w:bdr w:val="single" w:sz="8" w:space="0" w:color="auto"/>
        </w:rPr>
        <w:t xml:space="preserve">-determined </w:t>
      </w:r>
      <w:r w:rsidRPr="00F964BA">
        <w:rPr>
          <w:rFonts w:eastAsia="Aptos"/>
          <w:iCs/>
          <w:highlight w:val="cyan"/>
          <w:u w:val="single"/>
          <w:bdr w:val="single" w:sz="8" w:space="0" w:color="auto"/>
        </w:rPr>
        <w:t>mechanisms</w:t>
      </w:r>
      <w:r w:rsidRPr="00F964BA">
        <w:rPr>
          <w:rFonts w:eastAsia="Aptos"/>
          <w:sz w:val="16"/>
        </w:rPr>
        <w:t xml:space="preserve"> </w:t>
      </w:r>
      <w:r w:rsidRPr="00F964BA">
        <w:rPr>
          <w:rFonts w:eastAsia="Aptos"/>
          <w:u w:val="single"/>
        </w:rPr>
        <w:t xml:space="preserve">for </w:t>
      </w:r>
      <w:r w:rsidRPr="00F964BA">
        <w:rPr>
          <w:rFonts w:eastAsia="Aptos"/>
          <w:sz w:val="16"/>
        </w:rPr>
        <w:t xml:space="preserve">our </w:t>
      </w:r>
      <w:r w:rsidRPr="00F964BA">
        <w:rPr>
          <w:rFonts w:eastAsia="Aptos"/>
          <w:u w:val="single"/>
        </w:rPr>
        <w:t>recruitment and organizing</w:t>
      </w:r>
      <w:r w:rsidRPr="00F964BA">
        <w:rPr>
          <w:rFonts w:eastAsia="Aptos"/>
          <w:sz w:val="16"/>
        </w:rPr>
        <w:t xml:space="preserve">. In </w:t>
      </w:r>
      <w:r w:rsidRPr="00F964BA">
        <w:rPr>
          <w:rFonts w:eastAsia="Aptos"/>
          <w:iCs/>
          <w:u w:val="single"/>
          <w:bdr w:val="single" w:sz="8" w:space="0" w:color="auto"/>
        </w:rPr>
        <w:t>Ghent system</w:t>
      </w:r>
      <w:r w:rsidRPr="00F964BA">
        <w:rPr>
          <w:rFonts w:eastAsia="Aptos"/>
          <w:u w:val="single"/>
        </w:rPr>
        <w:t xml:space="preserve"> countries</w:t>
      </w:r>
      <w:r w:rsidRPr="00F964BA">
        <w:rPr>
          <w:rFonts w:eastAsia="Aptos"/>
          <w:sz w:val="16"/>
        </w:rPr>
        <w:t xml:space="preserve">, </w:t>
      </w:r>
      <w:r w:rsidRPr="00F964BA">
        <w:rPr>
          <w:rFonts w:eastAsia="Aptos"/>
          <w:u w:val="single"/>
        </w:rPr>
        <w:t xml:space="preserve">the </w:t>
      </w:r>
      <w:r w:rsidRPr="00F964BA">
        <w:rPr>
          <w:rFonts w:eastAsia="Aptos"/>
          <w:iCs/>
          <w:highlight w:val="cyan"/>
          <w:u w:val="single"/>
          <w:bdr w:val="single" w:sz="8" w:space="0" w:color="auto"/>
        </w:rPr>
        <w:t>removal</w:t>
      </w:r>
      <w:r w:rsidRPr="00F964BA">
        <w:rPr>
          <w:rFonts w:eastAsia="Aptos"/>
          <w:u w:val="single"/>
        </w:rPr>
        <w:t xml:space="preserve"> of their monopoly on unemployment compensation </w:t>
      </w:r>
      <w:r w:rsidRPr="00F964BA">
        <w:rPr>
          <w:rFonts w:eastAsia="Aptos"/>
          <w:highlight w:val="cyan"/>
          <w:u w:val="single"/>
        </w:rPr>
        <w:t>has led to</w:t>
      </w:r>
      <w:r w:rsidRPr="00F964BA">
        <w:rPr>
          <w:rFonts w:eastAsia="Aptos"/>
          <w:sz w:val="16"/>
        </w:rPr>
        <w:t xml:space="preserve"> </w:t>
      </w:r>
      <w:r w:rsidRPr="00F964BA">
        <w:rPr>
          <w:rFonts w:eastAsia="Aptos"/>
          <w:iCs/>
          <w:highlight w:val="cyan"/>
          <w:u w:val="single"/>
          <w:bdr w:val="single" w:sz="8" w:space="0" w:color="auto"/>
        </w:rPr>
        <w:t>declines in membership</w:t>
      </w:r>
      <w:r w:rsidRPr="00F964BA">
        <w:rPr>
          <w:rFonts w:eastAsia="Aptos"/>
          <w:sz w:val="16"/>
        </w:rPr>
        <w:t xml:space="preserve">. Securing a favorable policy environment, as Madland suggests, is desirable, but we should be wary of relying too heavily on specific policies. </w:t>
      </w:r>
      <w:r w:rsidRPr="00F964BA">
        <w:rPr>
          <w:rFonts w:eastAsia="Aptos"/>
          <w:iCs/>
          <w:highlight w:val="cyan"/>
          <w:u w:val="single"/>
          <w:bdr w:val="single" w:sz="8" w:space="0" w:color="auto"/>
        </w:rPr>
        <w:t>What can be given can be taken</w:t>
      </w:r>
      <w:r w:rsidRPr="00F964BA">
        <w:rPr>
          <w:rFonts w:eastAsia="Aptos"/>
          <w:iCs/>
          <w:u w:val="single"/>
          <w:bdr w:val="single" w:sz="8" w:space="0" w:color="auto"/>
        </w:rPr>
        <w:t xml:space="preserve"> away</w:t>
      </w:r>
      <w:r w:rsidRPr="00F964BA">
        <w:rPr>
          <w:rFonts w:eastAsia="Aptos"/>
          <w:sz w:val="16"/>
        </w:rPr>
        <w:t>.</w:t>
      </w:r>
    </w:p>
    <w:p w14:paraId="162E8F2B" w14:textId="77777777" w:rsidR="0045430C" w:rsidRPr="00F964BA" w:rsidRDefault="0045430C" w:rsidP="0045430C">
      <w:pPr>
        <w:rPr>
          <w:rFonts w:eastAsia="Aptos"/>
          <w:sz w:val="16"/>
        </w:rPr>
      </w:pPr>
      <w:r w:rsidRPr="00F964BA">
        <w:rPr>
          <w:rFonts w:eastAsia="Aptos"/>
          <w:sz w:val="16"/>
        </w:rPr>
        <w:t xml:space="preserve">The Thatcher era is particularly illustrative of how </w:t>
      </w:r>
      <w:r w:rsidRPr="00F964BA">
        <w:rPr>
          <w:rFonts w:eastAsia="Aptos"/>
          <w:highlight w:val="cyan"/>
          <w:u w:val="single"/>
        </w:rPr>
        <w:t xml:space="preserve">the state can </w:t>
      </w:r>
      <w:r w:rsidRPr="00F964BA">
        <w:rPr>
          <w:rFonts w:eastAsia="Aptos"/>
          <w:iCs/>
          <w:highlight w:val="cyan"/>
          <w:u w:val="single"/>
          <w:bdr w:val="single" w:sz="8" w:space="0" w:color="auto"/>
        </w:rPr>
        <w:t>turn against labor</w:t>
      </w:r>
      <w:r w:rsidRPr="00F964BA">
        <w:rPr>
          <w:rFonts w:eastAsia="Aptos"/>
          <w:sz w:val="16"/>
        </w:rPr>
        <w:t xml:space="preserve">. Not only did </w:t>
      </w:r>
      <w:r w:rsidRPr="00F964BA">
        <w:rPr>
          <w:rFonts w:eastAsia="Aptos"/>
          <w:u w:val="single"/>
        </w:rPr>
        <w:t>Thatcher’s government wage a</w:t>
      </w:r>
      <w:r w:rsidRPr="00F964BA">
        <w:rPr>
          <w:rFonts w:eastAsia="Aptos"/>
          <w:sz w:val="16"/>
        </w:rPr>
        <w:t xml:space="preserve"> </w:t>
      </w:r>
      <w:r w:rsidRPr="00F964BA">
        <w:rPr>
          <w:rFonts w:eastAsia="Aptos"/>
          <w:iCs/>
          <w:u w:val="single"/>
          <w:bdr w:val="single" w:sz="8" w:space="0" w:color="auto"/>
        </w:rPr>
        <w:t>scorched earth campaign</w:t>
      </w:r>
      <w:r w:rsidRPr="00F964BA">
        <w:rPr>
          <w:rFonts w:eastAsia="Aptos"/>
          <w:sz w:val="16"/>
        </w:rPr>
        <w:t xml:space="preserve"> </w:t>
      </w:r>
      <w:r w:rsidRPr="00F964BA">
        <w:rPr>
          <w:rFonts w:eastAsia="Aptos"/>
          <w:u w:val="single"/>
        </w:rPr>
        <w:t>against government policies</w:t>
      </w:r>
      <w:r w:rsidRPr="00F964BA">
        <w:rPr>
          <w:rFonts w:eastAsia="Aptos"/>
          <w:sz w:val="16"/>
        </w:rPr>
        <w:t xml:space="preserve"> </w:t>
      </w:r>
      <w:r w:rsidRPr="00F964BA">
        <w:rPr>
          <w:rFonts w:eastAsia="Aptos"/>
          <w:u w:val="single"/>
        </w:rPr>
        <w:t>supporting organized labor,</w:t>
      </w:r>
      <w:r w:rsidRPr="00F964BA">
        <w:rPr>
          <w:rFonts w:eastAsia="Aptos"/>
          <w:sz w:val="16"/>
        </w:rPr>
        <w:t xml:space="preserve"> </w:t>
      </w:r>
      <w:r w:rsidRPr="00F964BA">
        <w:rPr>
          <w:rFonts w:eastAsia="Aptos"/>
          <w:u w:val="single"/>
        </w:rPr>
        <w:t>her government actively</w:t>
      </w:r>
      <w:r w:rsidRPr="00F964BA">
        <w:rPr>
          <w:rFonts w:eastAsia="Aptos"/>
          <w:sz w:val="16"/>
        </w:rPr>
        <w:t xml:space="preserve"> </w:t>
      </w:r>
      <w:r w:rsidRPr="00F964BA">
        <w:rPr>
          <w:rFonts w:eastAsia="Aptos"/>
          <w:iCs/>
          <w:u w:val="single"/>
          <w:bdr w:val="single" w:sz="8" w:space="0" w:color="auto"/>
        </w:rPr>
        <w:t>weaponized state action</w:t>
      </w:r>
      <w:r w:rsidRPr="00F964BA">
        <w:rPr>
          <w:rFonts w:eastAsia="Aptos"/>
          <w:sz w:val="16"/>
        </w:rPr>
        <w:t xml:space="preserve"> </w:t>
      </w:r>
      <w:r w:rsidRPr="00F964BA">
        <w:rPr>
          <w:rFonts w:eastAsia="Aptos"/>
          <w:u w:val="single"/>
        </w:rPr>
        <w:t>against trade unions</w:t>
      </w:r>
      <w:r w:rsidRPr="00F964BA">
        <w:rPr>
          <w:rFonts w:eastAsia="Aptos"/>
          <w:sz w:val="16"/>
        </w:rPr>
        <w:t xml:space="preserve">. </w:t>
      </w:r>
      <w:r w:rsidRPr="00F964BA">
        <w:rPr>
          <w:rFonts w:eastAsia="Aptos"/>
          <w:u w:val="single"/>
        </w:rPr>
        <w:t>The 1984-85 Miners’ strike</w:t>
      </w:r>
      <w:r w:rsidRPr="00F964BA">
        <w:rPr>
          <w:rFonts w:eastAsia="Aptos"/>
          <w:sz w:val="16"/>
        </w:rPr>
        <w:t xml:space="preserve">, </w:t>
      </w:r>
      <w:r w:rsidRPr="00F964BA">
        <w:rPr>
          <w:rFonts w:eastAsia="Aptos"/>
          <w:u w:val="single"/>
        </w:rPr>
        <w:t>which</w:t>
      </w:r>
      <w:r w:rsidRPr="00F964BA">
        <w:rPr>
          <w:rFonts w:eastAsia="Aptos"/>
          <w:sz w:val="16"/>
        </w:rPr>
        <w:t xml:space="preserve"> </w:t>
      </w:r>
      <w:r w:rsidRPr="00F964BA">
        <w:rPr>
          <w:rFonts w:eastAsia="Aptos"/>
          <w:iCs/>
          <w:u w:val="single"/>
          <w:bdr w:val="single" w:sz="8" w:space="0" w:color="auto"/>
        </w:rPr>
        <w:t>Madland does not mention</w:t>
      </w:r>
      <w:r w:rsidRPr="00F964BA">
        <w:rPr>
          <w:rFonts w:eastAsia="Aptos"/>
          <w:sz w:val="16"/>
        </w:rPr>
        <w:t xml:space="preserve">, </w:t>
      </w:r>
      <w:r w:rsidRPr="00F964BA">
        <w:rPr>
          <w:rFonts w:eastAsia="Aptos"/>
          <w:u w:val="single"/>
        </w:rPr>
        <w:t>is commonly and correctly understood as an</w:t>
      </w:r>
      <w:r w:rsidRPr="00F964BA">
        <w:rPr>
          <w:rFonts w:eastAsia="Aptos"/>
          <w:sz w:val="16"/>
        </w:rPr>
        <w:t xml:space="preserve"> </w:t>
      </w:r>
      <w:r w:rsidRPr="00F964BA">
        <w:rPr>
          <w:rFonts w:eastAsia="Aptos"/>
          <w:u w:val="single"/>
        </w:rPr>
        <w:t>outgrowth of deliberate</w:t>
      </w:r>
      <w:r w:rsidRPr="00F964BA">
        <w:rPr>
          <w:rFonts w:eastAsia="Aptos"/>
          <w:sz w:val="16"/>
        </w:rPr>
        <w:t xml:space="preserve"> government </w:t>
      </w:r>
      <w:r w:rsidRPr="00F964BA">
        <w:rPr>
          <w:rFonts w:eastAsia="Aptos"/>
          <w:u w:val="single"/>
        </w:rPr>
        <w:t>policy designed to break trade unions</w:t>
      </w:r>
      <w:r w:rsidRPr="00F964BA">
        <w:rPr>
          <w:rFonts w:eastAsia="Aptos"/>
          <w:sz w:val="16"/>
        </w:rPr>
        <w:t xml:space="preserve">. Likewise, Ronald </w:t>
      </w:r>
      <w:r w:rsidRPr="00F964BA">
        <w:rPr>
          <w:rFonts w:eastAsia="Aptos"/>
          <w:u w:val="single"/>
        </w:rPr>
        <w:t>Reagan utilized</w:t>
      </w:r>
      <w:r w:rsidRPr="00F964BA">
        <w:rPr>
          <w:rFonts w:eastAsia="Aptos"/>
          <w:sz w:val="16"/>
        </w:rPr>
        <w:t xml:space="preserve"> </w:t>
      </w:r>
      <w:r w:rsidRPr="00F964BA">
        <w:rPr>
          <w:rFonts w:eastAsia="Aptos"/>
          <w:u w:val="single"/>
        </w:rPr>
        <w:t>executive power to</w:t>
      </w:r>
      <w:r w:rsidRPr="00F964BA">
        <w:rPr>
          <w:rFonts w:eastAsia="Aptos"/>
          <w:sz w:val="16"/>
        </w:rPr>
        <w:t xml:space="preserve"> </w:t>
      </w:r>
      <w:r w:rsidRPr="00F964BA">
        <w:rPr>
          <w:rFonts w:eastAsia="Aptos"/>
          <w:u w:val="single"/>
        </w:rPr>
        <w:t xml:space="preserve">launch a </w:t>
      </w:r>
      <w:r w:rsidRPr="00F964BA">
        <w:rPr>
          <w:rFonts w:eastAsia="Aptos"/>
          <w:iCs/>
          <w:u w:val="single"/>
          <w:bdr w:val="single" w:sz="8" w:space="0" w:color="auto"/>
        </w:rPr>
        <w:t>withering assault</w:t>
      </w:r>
      <w:r w:rsidRPr="00F964BA">
        <w:rPr>
          <w:rFonts w:eastAsia="Aptos"/>
          <w:sz w:val="16"/>
        </w:rPr>
        <w:t xml:space="preserve"> </w:t>
      </w:r>
      <w:r w:rsidRPr="00F964BA">
        <w:rPr>
          <w:rFonts w:eastAsia="Aptos"/>
          <w:u w:val="single"/>
        </w:rPr>
        <w:t>on organized labor</w:t>
      </w:r>
      <w:r w:rsidRPr="00F964BA">
        <w:rPr>
          <w:rFonts w:eastAsia="Aptos"/>
          <w:sz w:val="16"/>
        </w:rPr>
        <w:t>: one which set the tone for employers like the Phelps-Dodge company, who recognized that the political winds were in their favor.</w:t>
      </w:r>
    </w:p>
    <w:p w14:paraId="13373506" w14:textId="77777777" w:rsidR="0045430C" w:rsidRPr="00F964BA" w:rsidRDefault="0045430C" w:rsidP="0045430C">
      <w:pPr>
        <w:rPr>
          <w:rFonts w:eastAsia="Aptos"/>
          <w:sz w:val="16"/>
        </w:rPr>
      </w:pPr>
      <w:r w:rsidRPr="00F964BA">
        <w:rPr>
          <w:rFonts w:eastAsia="Aptos"/>
          <w:sz w:val="16"/>
        </w:rPr>
        <w:t>There’s admittedly a balance to be struck between ignoring state power, and over-reliance upon it. Far too many unionists make the mistake of ignoring the value of seizing and wielding state power to support organized labor and American workers, relying instead on a romanticized vision of bottom-up direct action. Walter Reuther, although rightly criticized for his intolerance of dissent and autocratic tendencies, was correct that the ballot box is intimately connected to the bread box. If unions ignore the state, the state will be left entirely to their enemies.</w:t>
      </w:r>
    </w:p>
    <w:p w14:paraId="47F9D6D5" w14:textId="77777777" w:rsidR="0045430C" w:rsidRPr="00F964BA" w:rsidRDefault="0045430C" w:rsidP="0045430C">
      <w:pPr>
        <w:rPr>
          <w:rFonts w:eastAsia="Aptos"/>
          <w:sz w:val="16"/>
        </w:rPr>
      </w:pPr>
      <w:r w:rsidRPr="00F964BA">
        <w:rPr>
          <w:rFonts w:eastAsia="Aptos"/>
          <w:sz w:val="16"/>
        </w:rPr>
        <w:t>However, the opposite extreme—where Madland finds himself—is just as wrong. Madland contraposes “top down” and “bottom up” power, without understanding that “</w:t>
      </w:r>
      <w:r w:rsidRPr="00F964BA">
        <w:rPr>
          <w:rFonts w:eastAsia="Aptos"/>
          <w:iCs/>
          <w:u w:val="single"/>
          <w:bdr w:val="single" w:sz="8" w:space="0" w:color="auto"/>
        </w:rPr>
        <w:t>top down</w:t>
      </w:r>
      <w:r w:rsidRPr="00F964BA">
        <w:rPr>
          <w:rFonts w:eastAsia="Aptos"/>
          <w:u w:val="single"/>
        </w:rPr>
        <w:t xml:space="preserve">” power is secured in </w:t>
      </w:r>
      <w:r w:rsidRPr="00F964BA">
        <w:rPr>
          <w:rFonts w:eastAsia="Aptos"/>
          <w:iCs/>
          <w:u w:val="single"/>
          <w:bdr w:val="single" w:sz="8" w:space="0" w:color="auto"/>
        </w:rPr>
        <w:t>direct proportion to</w:t>
      </w:r>
      <w:r w:rsidRPr="00F964BA">
        <w:rPr>
          <w:rFonts w:eastAsia="Aptos"/>
          <w:u w:val="single"/>
        </w:rPr>
        <w:t xml:space="preserve"> organized labor’s</w:t>
      </w:r>
      <w:r w:rsidRPr="00F964BA">
        <w:rPr>
          <w:rFonts w:eastAsia="Aptos"/>
          <w:sz w:val="16"/>
        </w:rPr>
        <w:t xml:space="preserve"> “</w:t>
      </w:r>
      <w:r w:rsidRPr="00F964BA">
        <w:rPr>
          <w:rFonts w:eastAsia="Aptos"/>
          <w:iCs/>
          <w:u w:val="single"/>
          <w:bdr w:val="single" w:sz="8" w:space="0" w:color="auto"/>
        </w:rPr>
        <w:t>bottom up</w:t>
      </w:r>
      <w:r w:rsidRPr="00F964BA">
        <w:rPr>
          <w:rFonts w:eastAsia="Aptos"/>
          <w:sz w:val="16"/>
        </w:rPr>
        <w:t xml:space="preserve">” </w:t>
      </w:r>
      <w:r w:rsidRPr="00F964BA">
        <w:rPr>
          <w:rFonts w:eastAsia="Aptos"/>
          <w:iCs/>
          <w:u w:val="single"/>
          <w:bdr w:val="single" w:sz="8" w:space="0" w:color="auto"/>
        </w:rPr>
        <w:t>power</w:t>
      </w:r>
      <w:r w:rsidRPr="00F964BA">
        <w:rPr>
          <w:rFonts w:eastAsia="Aptos"/>
          <w:sz w:val="16"/>
        </w:rPr>
        <w:t xml:space="preserve">. </w:t>
      </w:r>
      <w:r w:rsidRPr="00F964BA">
        <w:rPr>
          <w:rFonts w:eastAsia="Aptos"/>
          <w:highlight w:val="cyan"/>
          <w:u w:val="single"/>
        </w:rPr>
        <w:t xml:space="preserve">We </w:t>
      </w:r>
      <w:r w:rsidRPr="00F964BA">
        <w:rPr>
          <w:rFonts w:eastAsia="Aptos"/>
          <w:iCs/>
          <w:highlight w:val="cyan"/>
          <w:u w:val="single"/>
          <w:bdr w:val="single" w:sz="8" w:space="0" w:color="auto"/>
        </w:rPr>
        <w:t>secure</w:t>
      </w:r>
      <w:r w:rsidRPr="00F964BA">
        <w:rPr>
          <w:rFonts w:eastAsia="Aptos"/>
          <w:highlight w:val="cyan"/>
          <w:u w:val="single"/>
        </w:rPr>
        <w:t xml:space="preserve"> from the state </w:t>
      </w:r>
      <w:r w:rsidRPr="00F964BA">
        <w:rPr>
          <w:rFonts w:eastAsia="Aptos"/>
          <w:u w:val="single"/>
        </w:rPr>
        <w:t xml:space="preserve">what </w:t>
      </w:r>
      <w:r w:rsidRPr="00F964BA">
        <w:rPr>
          <w:rFonts w:eastAsia="Aptos"/>
          <w:iCs/>
          <w:highlight w:val="cyan"/>
          <w:u w:val="single"/>
          <w:bdr w:val="single" w:sz="8" w:space="0" w:color="auto"/>
        </w:rPr>
        <w:t>concessions</w:t>
      </w:r>
      <w:r w:rsidRPr="00F964BA">
        <w:rPr>
          <w:rFonts w:eastAsia="Aptos"/>
          <w:iCs/>
          <w:u w:val="single"/>
          <w:bdr w:val="single" w:sz="8" w:space="0" w:color="auto"/>
        </w:rPr>
        <w:t xml:space="preserve"> we can force</w:t>
      </w:r>
      <w:r w:rsidRPr="00F964BA">
        <w:rPr>
          <w:rFonts w:eastAsia="Aptos"/>
          <w:sz w:val="16"/>
        </w:rPr>
        <w:t xml:space="preserve"> </w:t>
      </w:r>
      <w:r w:rsidRPr="00F964BA">
        <w:rPr>
          <w:rFonts w:eastAsia="Aptos"/>
          <w:highlight w:val="cyan"/>
          <w:u w:val="single"/>
        </w:rPr>
        <w:t>through</w:t>
      </w:r>
      <w:r w:rsidRPr="00F964BA">
        <w:rPr>
          <w:rFonts w:eastAsia="Aptos"/>
          <w:u w:val="single"/>
        </w:rPr>
        <w:t xml:space="preserve"> the </w:t>
      </w:r>
      <w:r w:rsidRPr="00F964BA">
        <w:rPr>
          <w:rFonts w:eastAsia="Aptos"/>
          <w:highlight w:val="cyan"/>
          <w:u w:val="single"/>
        </w:rPr>
        <w:t xml:space="preserve">power built on </w:t>
      </w:r>
      <w:r w:rsidRPr="00F964BA">
        <w:rPr>
          <w:rFonts w:eastAsia="Aptos"/>
          <w:iCs/>
          <w:highlight w:val="cyan"/>
          <w:u w:val="single"/>
          <w:bdr w:val="single" w:sz="8" w:space="0" w:color="auto"/>
        </w:rPr>
        <w:t>organized workers</w:t>
      </w:r>
      <w:r w:rsidRPr="00F964BA">
        <w:rPr>
          <w:rFonts w:eastAsia="Aptos"/>
          <w:sz w:val="16"/>
        </w:rPr>
        <w:t xml:space="preserve">, </w:t>
      </w:r>
      <w:r w:rsidRPr="00F964BA">
        <w:rPr>
          <w:rFonts w:eastAsia="Aptos"/>
          <w:u w:val="single"/>
        </w:rPr>
        <w:t>and organized money</w:t>
      </w:r>
      <w:r w:rsidRPr="00F964BA">
        <w:rPr>
          <w:rFonts w:eastAsia="Aptos"/>
          <w:sz w:val="16"/>
        </w:rPr>
        <w:t xml:space="preserve">. By ignoring this, and </w:t>
      </w:r>
      <w:r w:rsidRPr="00F964BA">
        <w:rPr>
          <w:rFonts w:eastAsia="Aptos"/>
          <w:u w:val="single"/>
        </w:rPr>
        <w:t xml:space="preserve">by </w:t>
      </w:r>
      <w:r w:rsidRPr="00F964BA">
        <w:rPr>
          <w:rFonts w:eastAsia="Aptos"/>
          <w:highlight w:val="cyan"/>
          <w:u w:val="single"/>
        </w:rPr>
        <w:t>focusing on an abstract question</w:t>
      </w:r>
      <w:r w:rsidRPr="00F964BA">
        <w:rPr>
          <w:rFonts w:eastAsia="Aptos"/>
          <w:u w:val="single"/>
        </w:rPr>
        <w:t xml:space="preserve"> of policy regimes</w:t>
      </w:r>
      <w:r w:rsidRPr="00F964BA">
        <w:rPr>
          <w:rFonts w:eastAsia="Aptos"/>
          <w:sz w:val="16"/>
        </w:rPr>
        <w:t xml:space="preserve"> and market manipulation </w:t>
      </w:r>
      <w:r w:rsidRPr="00F964BA">
        <w:rPr>
          <w:rFonts w:eastAsia="Aptos"/>
          <w:highlight w:val="cyan"/>
          <w:u w:val="single"/>
        </w:rPr>
        <w:t xml:space="preserve">at a </w:t>
      </w:r>
      <w:r w:rsidRPr="00F964BA">
        <w:rPr>
          <w:rFonts w:eastAsia="Aptos"/>
          <w:iCs/>
          <w:highlight w:val="cyan"/>
          <w:u w:val="single"/>
          <w:bdr w:val="single" w:sz="8" w:space="0" w:color="auto"/>
        </w:rPr>
        <w:t>thousand foot level</w:t>
      </w:r>
      <w:r w:rsidRPr="00F964BA">
        <w:rPr>
          <w:rFonts w:eastAsia="Aptos"/>
          <w:sz w:val="16"/>
        </w:rPr>
        <w:t xml:space="preserve">, </w:t>
      </w:r>
      <w:r w:rsidRPr="00F964BA">
        <w:rPr>
          <w:rFonts w:eastAsia="Aptos"/>
          <w:u w:val="single"/>
        </w:rPr>
        <w:t>Madland</w:t>
      </w:r>
      <w:r w:rsidRPr="00F964BA">
        <w:rPr>
          <w:rFonts w:eastAsia="Aptos"/>
          <w:sz w:val="16"/>
        </w:rPr>
        <w:t xml:space="preserve"> </w:t>
      </w:r>
      <w:r w:rsidRPr="00F964BA">
        <w:rPr>
          <w:rFonts w:eastAsia="Aptos"/>
          <w:iCs/>
          <w:highlight w:val="cyan"/>
          <w:u w:val="single"/>
          <w:bdr w:val="single" w:sz="8" w:space="0" w:color="auto"/>
        </w:rPr>
        <w:t>erases workers</w:t>
      </w:r>
      <w:r w:rsidRPr="00F964BA">
        <w:rPr>
          <w:rFonts w:eastAsia="Aptos"/>
          <w:sz w:val="16"/>
        </w:rPr>
        <w:t xml:space="preserve"> </w:t>
      </w:r>
      <w:r w:rsidRPr="00F964BA">
        <w:rPr>
          <w:rFonts w:eastAsia="Aptos"/>
          <w:u w:val="single"/>
        </w:rPr>
        <w:t>altogether</w:t>
      </w:r>
      <w:r w:rsidRPr="00F964BA">
        <w:rPr>
          <w:rFonts w:eastAsia="Aptos"/>
          <w:sz w:val="16"/>
        </w:rPr>
        <w:t xml:space="preserve">. Ultimately, </w:t>
      </w:r>
      <w:r w:rsidRPr="00F964BA">
        <w:rPr>
          <w:rFonts w:eastAsia="Aptos"/>
          <w:u w:val="single"/>
        </w:rPr>
        <w:t xml:space="preserve">his vision is one in which unions are </w:t>
      </w:r>
      <w:r w:rsidRPr="00F964BA">
        <w:rPr>
          <w:rFonts w:eastAsia="Aptos"/>
          <w:iCs/>
          <w:u w:val="single"/>
          <w:bdr w:val="single" w:sz="8" w:space="0" w:color="auto"/>
        </w:rPr>
        <w:t>free to bargain without</w:t>
      </w:r>
      <w:r w:rsidRPr="00F964BA">
        <w:rPr>
          <w:rFonts w:eastAsia="Aptos"/>
          <w:sz w:val="16"/>
        </w:rPr>
        <w:t xml:space="preserve"> </w:t>
      </w:r>
      <w:r w:rsidRPr="00F964BA">
        <w:rPr>
          <w:rFonts w:eastAsia="Aptos"/>
          <w:u w:val="single"/>
        </w:rPr>
        <w:t>the</w:t>
      </w:r>
      <w:r w:rsidRPr="00F964BA">
        <w:rPr>
          <w:rFonts w:eastAsia="Aptos"/>
          <w:sz w:val="16"/>
        </w:rPr>
        <w:t xml:space="preserve"> </w:t>
      </w:r>
      <w:r w:rsidRPr="00F964BA">
        <w:rPr>
          <w:rFonts w:eastAsia="Aptos"/>
          <w:iCs/>
          <w:u w:val="single"/>
          <w:bdr w:val="single" w:sz="8" w:space="0" w:color="auto"/>
        </w:rPr>
        <w:t>workers</w:t>
      </w:r>
      <w:r w:rsidRPr="00F964BA">
        <w:rPr>
          <w:rFonts w:eastAsia="Aptos"/>
          <w:sz w:val="16"/>
        </w:rPr>
        <w:t xml:space="preserve">, </w:t>
      </w:r>
      <w:r w:rsidRPr="00F964BA">
        <w:rPr>
          <w:rFonts w:eastAsia="Aptos"/>
          <w:u w:val="single"/>
        </w:rPr>
        <w:t>who are merely</w:t>
      </w:r>
      <w:r w:rsidRPr="00F964BA">
        <w:rPr>
          <w:rFonts w:eastAsia="Aptos"/>
          <w:sz w:val="16"/>
        </w:rPr>
        <w:t xml:space="preserve"> </w:t>
      </w:r>
      <w:r w:rsidRPr="00F964BA">
        <w:rPr>
          <w:rFonts w:eastAsia="Aptos"/>
          <w:iCs/>
          <w:u w:val="single"/>
          <w:bdr w:val="single" w:sz="8" w:space="0" w:color="auto"/>
        </w:rPr>
        <w:t>passive beneficiaries</w:t>
      </w:r>
      <w:r w:rsidRPr="00F964BA">
        <w:rPr>
          <w:rFonts w:eastAsia="Aptos"/>
          <w:sz w:val="16"/>
        </w:rPr>
        <w:t xml:space="preserve"> </w:t>
      </w:r>
      <w:r w:rsidRPr="00F964BA">
        <w:rPr>
          <w:rFonts w:eastAsia="Aptos"/>
          <w:u w:val="single"/>
        </w:rPr>
        <w:t>of outcomes determined by the</w:t>
      </w:r>
      <w:r w:rsidRPr="00F964BA">
        <w:rPr>
          <w:rFonts w:eastAsia="Aptos"/>
          <w:sz w:val="16"/>
        </w:rPr>
        <w:t xml:space="preserve"> </w:t>
      </w:r>
      <w:r w:rsidRPr="00F964BA">
        <w:rPr>
          <w:rFonts w:eastAsia="Aptos"/>
          <w:iCs/>
          <w:u w:val="single"/>
          <w:bdr w:val="single" w:sz="8" w:space="0" w:color="auto"/>
        </w:rPr>
        <w:t>maneuvering of elite actors</w:t>
      </w:r>
      <w:r w:rsidRPr="00F964BA">
        <w:rPr>
          <w:rFonts w:eastAsia="Aptos"/>
          <w:sz w:val="16"/>
        </w:rPr>
        <w:t xml:space="preserve">. </w:t>
      </w:r>
    </w:p>
    <w:p w14:paraId="56B3974C" w14:textId="77777777" w:rsidR="0045430C" w:rsidRPr="00F964BA" w:rsidRDefault="0045430C" w:rsidP="0045430C">
      <w:pPr>
        <w:rPr>
          <w:rFonts w:eastAsia="Aptos"/>
          <w:sz w:val="16"/>
        </w:rPr>
      </w:pPr>
      <w:r w:rsidRPr="00F964BA">
        <w:rPr>
          <w:rFonts w:eastAsia="Aptos"/>
          <w:u w:val="single"/>
        </w:rPr>
        <w:t xml:space="preserve">This is the </w:t>
      </w:r>
      <w:r w:rsidRPr="00F964BA">
        <w:rPr>
          <w:rFonts w:eastAsia="Aptos"/>
          <w:iCs/>
          <w:u w:val="single"/>
          <w:bdr w:val="single" w:sz="8" w:space="0" w:color="auto"/>
        </w:rPr>
        <w:t>core danger</w:t>
      </w:r>
      <w:r w:rsidRPr="00F964BA">
        <w:rPr>
          <w:rFonts w:eastAsia="Aptos"/>
          <w:sz w:val="16"/>
        </w:rPr>
        <w:t xml:space="preserve"> </w:t>
      </w:r>
      <w:r w:rsidRPr="00F964BA">
        <w:rPr>
          <w:rFonts w:eastAsia="Aptos"/>
          <w:u w:val="single"/>
        </w:rPr>
        <w:t>in</w:t>
      </w:r>
      <w:r w:rsidRPr="00F964BA">
        <w:rPr>
          <w:rFonts w:eastAsia="Aptos"/>
          <w:sz w:val="16"/>
        </w:rPr>
        <w:t xml:space="preserve"> some </w:t>
      </w:r>
      <w:r w:rsidRPr="00F964BA">
        <w:rPr>
          <w:rFonts w:eastAsia="Aptos"/>
          <w:u w:val="single"/>
        </w:rPr>
        <w:t>proposals for sectoral bargaining</w:t>
      </w:r>
      <w:r w:rsidRPr="00F964BA">
        <w:rPr>
          <w:rFonts w:eastAsia="Aptos"/>
          <w:sz w:val="16"/>
        </w:rPr>
        <w:t xml:space="preserve">, and one which experts have warned against. </w:t>
      </w:r>
      <w:r w:rsidRPr="00F964BA">
        <w:rPr>
          <w:rFonts w:eastAsia="Aptos"/>
          <w:u w:val="single"/>
        </w:rPr>
        <w:t>A joint letter issued by</w:t>
      </w:r>
      <w:r w:rsidRPr="00F964BA">
        <w:rPr>
          <w:rFonts w:eastAsia="Aptos"/>
          <w:sz w:val="16"/>
        </w:rPr>
        <w:t xml:space="preserve"> </w:t>
      </w:r>
      <w:r w:rsidRPr="00F964BA">
        <w:rPr>
          <w:rFonts w:eastAsia="Aptos"/>
          <w:u w:val="single"/>
        </w:rPr>
        <w:t xml:space="preserve">labor </w:t>
      </w:r>
      <w:r w:rsidRPr="00F964BA">
        <w:rPr>
          <w:rFonts w:eastAsia="Aptos"/>
          <w:highlight w:val="cyan"/>
          <w:u w:val="single"/>
        </w:rPr>
        <w:t>economists</w:t>
      </w:r>
      <w:r w:rsidRPr="00F964BA">
        <w:rPr>
          <w:rFonts w:eastAsia="Aptos"/>
          <w:sz w:val="16"/>
        </w:rPr>
        <w:t xml:space="preserve">, </w:t>
      </w:r>
      <w:r w:rsidRPr="00F964BA">
        <w:rPr>
          <w:rFonts w:eastAsia="Aptos"/>
          <w:highlight w:val="cyan"/>
          <w:u w:val="single"/>
        </w:rPr>
        <w:t>lawyers</w:t>
      </w:r>
      <w:r w:rsidRPr="00F964BA">
        <w:rPr>
          <w:rFonts w:eastAsia="Aptos"/>
          <w:sz w:val="16"/>
        </w:rPr>
        <w:t xml:space="preserve">, </w:t>
      </w:r>
      <w:r w:rsidRPr="00F964BA">
        <w:rPr>
          <w:rFonts w:eastAsia="Aptos"/>
          <w:u w:val="single"/>
        </w:rPr>
        <w:t>and</w:t>
      </w:r>
      <w:r w:rsidRPr="00F964BA">
        <w:rPr>
          <w:rFonts w:eastAsia="Aptos"/>
          <w:sz w:val="16"/>
        </w:rPr>
        <w:t xml:space="preserve"> </w:t>
      </w:r>
      <w:r w:rsidRPr="00F964BA">
        <w:rPr>
          <w:rFonts w:eastAsia="Aptos"/>
          <w:highlight w:val="cyan"/>
          <w:u w:val="single"/>
        </w:rPr>
        <w:t>scholars</w:t>
      </w:r>
      <w:r w:rsidRPr="00F964BA">
        <w:rPr>
          <w:rFonts w:eastAsia="Aptos"/>
          <w:u w:val="single"/>
        </w:rPr>
        <w:t xml:space="preserve"> </w:t>
      </w:r>
      <w:r w:rsidRPr="00F964BA">
        <w:rPr>
          <w:rFonts w:eastAsia="Aptos"/>
          <w:iCs/>
          <w:highlight w:val="cyan"/>
          <w:u w:val="single"/>
          <w:bdr w:val="single" w:sz="8" w:space="0" w:color="auto"/>
        </w:rPr>
        <w:t>caution</w:t>
      </w:r>
      <w:r w:rsidRPr="00F964BA">
        <w:rPr>
          <w:rFonts w:eastAsia="Aptos"/>
          <w:iCs/>
          <w:u w:val="single"/>
          <w:bdr w:val="single" w:sz="8" w:space="0" w:color="auto"/>
        </w:rPr>
        <w:t>ed against</w:t>
      </w:r>
      <w:r w:rsidRPr="00F964BA">
        <w:rPr>
          <w:rFonts w:eastAsia="Aptos"/>
          <w:sz w:val="16"/>
        </w:rPr>
        <w:t xml:space="preserve"> </w:t>
      </w:r>
      <w:r w:rsidRPr="00F964BA">
        <w:rPr>
          <w:rFonts w:eastAsia="Aptos"/>
          <w:u w:val="single"/>
        </w:rPr>
        <w:t>the</w:t>
      </w:r>
      <w:r w:rsidRPr="00F964BA">
        <w:rPr>
          <w:rFonts w:eastAsia="Aptos"/>
          <w:sz w:val="16"/>
        </w:rPr>
        <w:t xml:space="preserve"> “</w:t>
      </w:r>
      <w:r w:rsidRPr="00F964BA">
        <w:rPr>
          <w:rFonts w:eastAsia="Aptos"/>
          <w:iCs/>
          <w:u w:val="single"/>
          <w:bdr w:val="single" w:sz="8" w:space="0" w:color="auto"/>
        </w:rPr>
        <w:t>shortcut</w:t>
      </w:r>
      <w:r w:rsidRPr="00F964BA">
        <w:rPr>
          <w:rFonts w:eastAsia="Aptos"/>
          <w:sz w:val="16"/>
        </w:rPr>
        <w:t xml:space="preserve">” </w:t>
      </w:r>
      <w:r w:rsidRPr="00F964BA">
        <w:rPr>
          <w:rFonts w:eastAsia="Aptos"/>
          <w:u w:val="single"/>
        </w:rPr>
        <w:t xml:space="preserve">of </w:t>
      </w:r>
      <w:r w:rsidRPr="00F964BA">
        <w:rPr>
          <w:rFonts w:eastAsia="Aptos"/>
          <w:iCs/>
          <w:highlight w:val="cyan"/>
          <w:u w:val="single"/>
          <w:bdr w:val="single" w:sz="8" w:space="0" w:color="auto"/>
        </w:rPr>
        <w:t>legislating</w:t>
      </w:r>
      <w:r w:rsidRPr="00F964BA">
        <w:rPr>
          <w:rFonts w:eastAsia="Aptos"/>
          <w:sz w:val="16"/>
          <w:highlight w:val="cyan"/>
        </w:rPr>
        <w:t xml:space="preserve"> </w:t>
      </w:r>
      <w:r w:rsidRPr="00F964BA">
        <w:rPr>
          <w:rFonts w:eastAsia="Aptos"/>
          <w:highlight w:val="cyan"/>
          <w:u w:val="single"/>
        </w:rPr>
        <w:t>our way to</w:t>
      </w:r>
      <w:r w:rsidRPr="00F964BA">
        <w:rPr>
          <w:rFonts w:eastAsia="Aptos"/>
          <w:sz w:val="16"/>
          <w:highlight w:val="cyan"/>
        </w:rPr>
        <w:t xml:space="preserve"> </w:t>
      </w:r>
      <w:r w:rsidRPr="00F964BA">
        <w:rPr>
          <w:rFonts w:eastAsia="Aptos"/>
          <w:iCs/>
          <w:highlight w:val="cyan"/>
          <w:u w:val="single"/>
          <w:bdr w:val="single" w:sz="8" w:space="0" w:color="auto"/>
        </w:rPr>
        <w:t>worker power</w:t>
      </w:r>
      <w:r w:rsidRPr="00F964BA">
        <w:rPr>
          <w:rFonts w:eastAsia="Aptos"/>
          <w:sz w:val="16"/>
        </w:rPr>
        <w:t xml:space="preserve">, </w:t>
      </w:r>
      <w:r w:rsidRPr="00F964BA">
        <w:rPr>
          <w:rFonts w:eastAsia="Aptos"/>
          <w:u w:val="single"/>
        </w:rPr>
        <w:t>or through securing</w:t>
      </w:r>
      <w:r w:rsidRPr="00F964BA">
        <w:rPr>
          <w:rFonts w:eastAsia="Aptos"/>
          <w:sz w:val="16"/>
        </w:rPr>
        <w:t xml:space="preserve"> </w:t>
      </w:r>
      <w:r w:rsidRPr="00F964BA">
        <w:rPr>
          <w:rFonts w:eastAsia="Aptos"/>
          <w:u w:val="single"/>
        </w:rPr>
        <w:t>benefits through favorable policy</w:t>
      </w:r>
      <w:r w:rsidRPr="00F964BA">
        <w:rPr>
          <w:rFonts w:eastAsia="Aptos"/>
          <w:sz w:val="16"/>
        </w:rPr>
        <w:t xml:space="preserve"> </w:t>
      </w:r>
      <w:r w:rsidRPr="00F964BA">
        <w:rPr>
          <w:rFonts w:eastAsia="Aptos"/>
          <w:iCs/>
          <w:highlight w:val="cyan"/>
          <w:u w:val="single"/>
          <w:bdr w:val="single" w:sz="8" w:space="0" w:color="auto"/>
        </w:rPr>
        <w:t>without independent power</w:t>
      </w:r>
      <w:r w:rsidRPr="00F964BA">
        <w:rPr>
          <w:rFonts w:eastAsia="Aptos"/>
          <w:sz w:val="16"/>
        </w:rPr>
        <w:t xml:space="preserve"> </w:t>
      </w:r>
      <w:r w:rsidRPr="00F964BA">
        <w:rPr>
          <w:rFonts w:eastAsia="Aptos"/>
          <w:u w:val="single"/>
        </w:rPr>
        <w:t>to secure it</w:t>
      </w:r>
      <w:r w:rsidRPr="00F964BA">
        <w:rPr>
          <w:rFonts w:eastAsia="Aptos"/>
          <w:sz w:val="16"/>
        </w:rPr>
        <w:t xml:space="preserve">. As they note, the </w:t>
      </w:r>
      <w:r w:rsidRPr="00F964BA">
        <w:rPr>
          <w:rFonts w:eastAsia="Aptos"/>
          <w:u w:val="single"/>
        </w:rPr>
        <w:t>functional sectoral systems in</w:t>
      </w:r>
      <w:r w:rsidRPr="00F964BA">
        <w:rPr>
          <w:rFonts w:eastAsia="Aptos"/>
          <w:sz w:val="16"/>
        </w:rPr>
        <w:t xml:space="preserve"> Europe are </w:t>
      </w:r>
      <w:r w:rsidRPr="00F964BA">
        <w:rPr>
          <w:rFonts w:eastAsia="Aptos"/>
          <w:u w:val="single"/>
        </w:rPr>
        <w:t xml:space="preserve">all built upon a </w:t>
      </w:r>
      <w:r w:rsidRPr="00F964BA">
        <w:rPr>
          <w:rFonts w:eastAsia="Aptos"/>
          <w:iCs/>
          <w:u w:val="single"/>
          <w:bdr w:val="single" w:sz="8" w:space="0" w:color="auto"/>
        </w:rPr>
        <w:t>core bedrock</w:t>
      </w:r>
      <w:r w:rsidRPr="00F964BA">
        <w:rPr>
          <w:rFonts w:eastAsia="Aptos"/>
          <w:u w:val="single"/>
        </w:rPr>
        <w:t xml:space="preserve"> of </w:t>
      </w:r>
      <w:r w:rsidRPr="00F964BA">
        <w:rPr>
          <w:rFonts w:eastAsia="Aptos"/>
          <w:iCs/>
          <w:u w:val="single"/>
          <w:bdr w:val="single" w:sz="8" w:space="0" w:color="auto"/>
        </w:rPr>
        <w:t>worker power</w:t>
      </w:r>
      <w:r w:rsidRPr="00F964BA">
        <w:rPr>
          <w:rFonts w:eastAsia="Aptos"/>
          <w:sz w:val="16"/>
        </w:rPr>
        <w:t xml:space="preserve"> </w:t>
      </w:r>
      <w:r w:rsidRPr="00F964BA">
        <w:rPr>
          <w:rFonts w:eastAsia="Aptos"/>
          <w:u w:val="single"/>
        </w:rPr>
        <w:t xml:space="preserve">and the credible </w:t>
      </w:r>
      <w:r w:rsidRPr="00F964BA">
        <w:rPr>
          <w:rFonts w:eastAsia="Aptos"/>
          <w:iCs/>
          <w:u w:val="single"/>
          <w:bdr w:val="single" w:sz="8" w:space="0" w:color="auto"/>
        </w:rPr>
        <w:t>threat of labor action</w:t>
      </w:r>
      <w:r w:rsidRPr="00F964BA">
        <w:rPr>
          <w:rFonts w:eastAsia="Aptos"/>
          <w:sz w:val="16"/>
        </w:rPr>
        <w:t xml:space="preserve">. </w:t>
      </w:r>
      <w:r w:rsidRPr="00F964BA">
        <w:rPr>
          <w:rFonts w:eastAsia="Aptos"/>
          <w:u w:val="single"/>
        </w:rPr>
        <w:t xml:space="preserve">They function because </w:t>
      </w:r>
      <w:r w:rsidRPr="00F964BA">
        <w:rPr>
          <w:rFonts w:eastAsia="Aptos"/>
          <w:iCs/>
          <w:u w:val="single"/>
          <w:bdr w:val="single" w:sz="8" w:space="0" w:color="auto"/>
        </w:rPr>
        <w:t>labor is organized</w:t>
      </w:r>
      <w:r w:rsidRPr="00F964BA">
        <w:rPr>
          <w:rFonts w:eastAsia="Aptos"/>
          <w:sz w:val="16"/>
        </w:rPr>
        <w:t xml:space="preserve">, </w:t>
      </w:r>
      <w:r w:rsidRPr="00F964BA">
        <w:rPr>
          <w:rFonts w:eastAsia="Aptos"/>
          <w:u w:val="single"/>
        </w:rPr>
        <w:t xml:space="preserve">and are an </w:t>
      </w:r>
      <w:r w:rsidRPr="00F964BA">
        <w:rPr>
          <w:rFonts w:eastAsia="Aptos"/>
          <w:iCs/>
          <w:u w:val="single"/>
          <w:bdr w:val="single" w:sz="8" w:space="0" w:color="auto"/>
        </w:rPr>
        <w:t>outgrowth of</w:t>
      </w:r>
      <w:r w:rsidRPr="00F964BA">
        <w:rPr>
          <w:rFonts w:eastAsia="Aptos"/>
          <w:sz w:val="16"/>
        </w:rPr>
        <w:t xml:space="preserve"> </w:t>
      </w:r>
      <w:r w:rsidRPr="00F964BA">
        <w:rPr>
          <w:rFonts w:eastAsia="Aptos"/>
          <w:u w:val="single"/>
        </w:rPr>
        <w:t>and sustained by</w:t>
      </w:r>
      <w:r w:rsidRPr="00F964BA">
        <w:rPr>
          <w:rFonts w:eastAsia="Aptos"/>
          <w:sz w:val="16"/>
        </w:rPr>
        <w:t xml:space="preserve"> </w:t>
      </w:r>
      <w:r w:rsidRPr="00F964BA">
        <w:rPr>
          <w:rFonts w:eastAsia="Aptos"/>
          <w:iCs/>
          <w:u w:val="single"/>
          <w:bdr w:val="single" w:sz="8" w:space="0" w:color="auto"/>
        </w:rPr>
        <w:t>that organization</w:t>
      </w:r>
      <w:r w:rsidRPr="00F964BA">
        <w:rPr>
          <w:rFonts w:eastAsia="Aptos"/>
          <w:sz w:val="16"/>
        </w:rPr>
        <w:t xml:space="preserve">. </w:t>
      </w:r>
      <w:r w:rsidRPr="00F964BA">
        <w:rPr>
          <w:rFonts w:eastAsia="Aptos"/>
          <w:highlight w:val="cyan"/>
          <w:u w:val="single"/>
        </w:rPr>
        <w:t xml:space="preserve">We </w:t>
      </w:r>
      <w:r w:rsidRPr="00F964BA">
        <w:rPr>
          <w:rFonts w:eastAsia="Aptos"/>
          <w:iCs/>
          <w:highlight w:val="cyan"/>
          <w:u w:val="single"/>
          <w:bdr w:val="single" w:sz="8" w:space="0" w:color="auto"/>
        </w:rPr>
        <w:t>can’t reverse engineer</w:t>
      </w:r>
      <w:r w:rsidRPr="00F964BA">
        <w:rPr>
          <w:rFonts w:eastAsia="Aptos"/>
          <w:sz w:val="16"/>
        </w:rPr>
        <w:t xml:space="preserve"> </w:t>
      </w:r>
      <w:r w:rsidRPr="00F964BA">
        <w:rPr>
          <w:rFonts w:eastAsia="Aptos"/>
          <w:highlight w:val="cyan"/>
          <w:u w:val="single"/>
        </w:rPr>
        <w:t>our way to power</w:t>
      </w:r>
      <w:r w:rsidRPr="00F964BA">
        <w:rPr>
          <w:rFonts w:eastAsia="Aptos"/>
          <w:sz w:val="16"/>
          <w:highlight w:val="cyan"/>
        </w:rPr>
        <w:t>.</w:t>
      </w:r>
    </w:p>
    <w:p w14:paraId="42C02A5B" w14:textId="77777777" w:rsidR="0045430C" w:rsidRPr="00F964BA" w:rsidRDefault="0045430C" w:rsidP="0045430C">
      <w:pPr>
        <w:rPr>
          <w:rFonts w:eastAsia="Aptos"/>
          <w:sz w:val="16"/>
        </w:rPr>
      </w:pPr>
      <w:r w:rsidRPr="00F964BA">
        <w:rPr>
          <w:rFonts w:eastAsia="Aptos"/>
          <w:u w:val="single"/>
        </w:rPr>
        <w:t xml:space="preserve">Madland’s book is </w:t>
      </w:r>
      <w:r w:rsidRPr="00F964BA">
        <w:rPr>
          <w:rFonts w:eastAsia="Aptos"/>
          <w:iCs/>
          <w:u w:val="single"/>
          <w:bdr w:val="single" w:sz="8" w:space="0" w:color="auto"/>
        </w:rPr>
        <w:t>fatally weakened</w:t>
      </w:r>
      <w:r w:rsidRPr="00F964BA">
        <w:rPr>
          <w:rFonts w:eastAsia="Aptos"/>
          <w:sz w:val="16"/>
        </w:rPr>
        <w:t xml:space="preserve"> </w:t>
      </w:r>
      <w:r w:rsidRPr="00F964BA">
        <w:rPr>
          <w:rFonts w:eastAsia="Aptos"/>
          <w:u w:val="single"/>
        </w:rPr>
        <w:t>by failing to</w:t>
      </w:r>
      <w:r w:rsidRPr="00F964BA">
        <w:rPr>
          <w:rFonts w:eastAsia="Aptos"/>
          <w:sz w:val="16"/>
        </w:rPr>
        <w:t xml:space="preserve"> </w:t>
      </w:r>
      <w:r w:rsidRPr="00F964BA">
        <w:rPr>
          <w:rFonts w:eastAsia="Aptos"/>
          <w:iCs/>
          <w:u w:val="single"/>
          <w:bdr w:val="single" w:sz="8" w:space="0" w:color="auto"/>
        </w:rPr>
        <w:t>realistically grapple</w:t>
      </w:r>
      <w:r w:rsidRPr="00F964BA">
        <w:rPr>
          <w:rFonts w:eastAsia="Aptos"/>
          <w:sz w:val="16"/>
        </w:rPr>
        <w:t xml:space="preserve"> </w:t>
      </w:r>
      <w:r w:rsidRPr="00F964BA">
        <w:rPr>
          <w:rFonts w:eastAsia="Aptos"/>
          <w:u w:val="single"/>
        </w:rPr>
        <w:t xml:space="preserve">with the reality that </w:t>
      </w:r>
      <w:r w:rsidRPr="00F964BA">
        <w:rPr>
          <w:rFonts w:eastAsia="Aptos"/>
          <w:highlight w:val="cyan"/>
          <w:u w:val="single"/>
        </w:rPr>
        <w:t xml:space="preserve">a </w:t>
      </w:r>
      <w:r w:rsidRPr="00F964BA">
        <w:rPr>
          <w:rFonts w:eastAsia="Aptos"/>
          <w:iCs/>
          <w:highlight w:val="cyan"/>
          <w:u w:val="single"/>
          <w:bdr w:val="single" w:sz="8" w:space="0" w:color="auto"/>
        </w:rPr>
        <w:t>grand bargain</w:t>
      </w:r>
      <w:r w:rsidRPr="00F964BA">
        <w:rPr>
          <w:rFonts w:eastAsia="Aptos"/>
          <w:u w:val="single"/>
        </w:rPr>
        <w:t xml:space="preserve"> </w:t>
      </w:r>
      <w:r w:rsidRPr="00F964BA">
        <w:rPr>
          <w:rFonts w:eastAsia="Aptos"/>
          <w:highlight w:val="cyan"/>
          <w:u w:val="single"/>
        </w:rPr>
        <w:t>between</w:t>
      </w:r>
      <w:r w:rsidRPr="00F964BA">
        <w:rPr>
          <w:rFonts w:eastAsia="Aptos"/>
          <w:sz w:val="16"/>
          <w:highlight w:val="cyan"/>
        </w:rPr>
        <w:t xml:space="preserve"> </w:t>
      </w:r>
      <w:r w:rsidRPr="00F964BA">
        <w:rPr>
          <w:rFonts w:eastAsia="Aptos"/>
          <w:iCs/>
          <w:highlight w:val="cyan"/>
          <w:u w:val="single"/>
          <w:bdr w:val="single" w:sz="8" w:space="0" w:color="auto"/>
        </w:rPr>
        <w:t xml:space="preserve">labor </w:t>
      </w:r>
      <w:r w:rsidRPr="00F964BA">
        <w:rPr>
          <w:rFonts w:eastAsia="Aptos"/>
          <w:highlight w:val="cyan"/>
          <w:u w:val="single"/>
        </w:rPr>
        <w:t xml:space="preserve">and </w:t>
      </w:r>
      <w:r w:rsidRPr="00F964BA">
        <w:rPr>
          <w:rFonts w:eastAsia="Aptos"/>
          <w:iCs/>
          <w:highlight w:val="cyan"/>
          <w:u w:val="single"/>
          <w:bdr w:val="single" w:sz="8" w:space="0" w:color="auto"/>
        </w:rPr>
        <w:t>capital</w:t>
      </w:r>
      <w:r w:rsidRPr="00F964BA">
        <w:rPr>
          <w:rFonts w:eastAsia="Aptos"/>
          <w:sz w:val="16"/>
        </w:rPr>
        <w:t xml:space="preserve"> </w:t>
      </w:r>
      <w:r w:rsidRPr="00F964BA">
        <w:rPr>
          <w:rFonts w:eastAsia="Aptos"/>
          <w:highlight w:val="cyan"/>
          <w:u w:val="single"/>
        </w:rPr>
        <w:t xml:space="preserve">is </w:t>
      </w:r>
      <w:r w:rsidRPr="00F964BA">
        <w:rPr>
          <w:rFonts w:eastAsia="Aptos"/>
          <w:iCs/>
          <w:highlight w:val="cyan"/>
          <w:u w:val="single"/>
          <w:bdr w:val="single" w:sz="8" w:space="0" w:color="auto"/>
        </w:rPr>
        <w:t>not practical</w:t>
      </w:r>
      <w:r w:rsidRPr="00F964BA">
        <w:rPr>
          <w:rFonts w:eastAsia="Aptos"/>
          <w:sz w:val="16"/>
        </w:rPr>
        <w:t xml:space="preserve">, </w:t>
      </w:r>
      <w:r w:rsidRPr="00F964BA">
        <w:rPr>
          <w:rFonts w:eastAsia="Aptos"/>
          <w:iCs/>
          <w:u w:val="single"/>
          <w:bdr w:val="single" w:sz="8" w:space="0" w:color="auto"/>
        </w:rPr>
        <w:t>achievable</w:t>
      </w:r>
      <w:r w:rsidRPr="00F964BA">
        <w:rPr>
          <w:rFonts w:eastAsia="Aptos"/>
          <w:sz w:val="16"/>
        </w:rPr>
        <w:t xml:space="preserve">, </w:t>
      </w:r>
      <w:r w:rsidRPr="00F964BA">
        <w:rPr>
          <w:rFonts w:eastAsia="Aptos"/>
          <w:highlight w:val="cyan"/>
          <w:u w:val="single"/>
        </w:rPr>
        <w:t>or</w:t>
      </w:r>
      <w:r w:rsidRPr="00F964BA">
        <w:rPr>
          <w:rFonts w:eastAsia="Aptos"/>
          <w:sz w:val="16"/>
          <w:highlight w:val="cyan"/>
        </w:rPr>
        <w:t xml:space="preserve"> </w:t>
      </w:r>
      <w:r w:rsidRPr="00F964BA">
        <w:rPr>
          <w:rFonts w:eastAsia="Aptos"/>
          <w:iCs/>
          <w:highlight w:val="cyan"/>
          <w:u w:val="single"/>
          <w:bdr w:val="single" w:sz="8" w:space="0" w:color="auto"/>
        </w:rPr>
        <w:t>desirable</w:t>
      </w:r>
      <w:r w:rsidRPr="00F964BA">
        <w:rPr>
          <w:rFonts w:eastAsia="Aptos"/>
          <w:sz w:val="16"/>
        </w:rPr>
        <w:t xml:space="preserve">, </w:t>
      </w:r>
      <w:r w:rsidRPr="00F964BA">
        <w:rPr>
          <w:rFonts w:eastAsia="Aptos"/>
          <w:u w:val="single"/>
        </w:rPr>
        <w:t xml:space="preserve">and that the political environment in the United States </w:t>
      </w:r>
      <w:r w:rsidRPr="00F964BA">
        <w:rPr>
          <w:rFonts w:eastAsia="Aptos"/>
          <w:sz w:val="16"/>
        </w:rPr>
        <w:t xml:space="preserve">has largely favored and </w:t>
      </w:r>
      <w:r w:rsidRPr="00F964BA">
        <w:rPr>
          <w:rFonts w:eastAsia="Aptos"/>
          <w:iCs/>
          <w:u w:val="single"/>
          <w:bdr w:val="single" w:sz="8" w:space="0" w:color="auto"/>
        </w:rPr>
        <w:t>continues to</w:t>
      </w:r>
      <w:r w:rsidRPr="00F964BA">
        <w:rPr>
          <w:rFonts w:eastAsia="Aptos"/>
          <w:sz w:val="16"/>
        </w:rPr>
        <w:t xml:space="preserve"> </w:t>
      </w:r>
      <w:r w:rsidRPr="00F964BA">
        <w:rPr>
          <w:rFonts w:eastAsia="Aptos"/>
          <w:iCs/>
          <w:u w:val="single"/>
          <w:bdr w:val="single" w:sz="8" w:space="0" w:color="auto"/>
        </w:rPr>
        <w:t>favor</w:t>
      </w:r>
      <w:r w:rsidRPr="00F964BA">
        <w:rPr>
          <w:rFonts w:eastAsia="Aptos"/>
          <w:sz w:val="16"/>
        </w:rPr>
        <w:t xml:space="preserve"> </w:t>
      </w:r>
      <w:r w:rsidRPr="00F964BA">
        <w:rPr>
          <w:rFonts w:eastAsia="Aptos"/>
          <w:u w:val="single"/>
        </w:rPr>
        <w:t>capital</w:t>
      </w:r>
      <w:r w:rsidRPr="00F964BA">
        <w:rPr>
          <w:rFonts w:eastAsia="Aptos"/>
          <w:sz w:val="16"/>
        </w:rPr>
        <w:t xml:space="preserve">. </w:t>
      </w:r>
      <w:r w:rsidRPr="00F964BA">
        <w:rPr>
          <w:rFonts w:eastAsia="Aptos"/>
          <w:u w:val="single"/>
        </w:rPr>
        <w:t>Clever</w:t>
      </w:r>
      <w:r w:rsidRPr="00F964BA">
        <w:rPr>
          <w:rFonts w:eastAsia="Aptos"/>
          <w:sz w:val="16"/>
        </w:rPr>
        <w:t xml:space="preserve"> value propositions and</w:t>
      </w:r>
      <w:r w:rsidRPr="00F964BA">
        <w:rPr>
          <w:rFonts w:eastAsia="Aptos"/>
          <w:u w:val="single"/>
        </w:rPr>
        <w:t xml:space="preserve"> </w:t>
      </w:r>
      <w:r w:rsidRPr="00F964BA">
        <w:rPr>
          <w:rFonts w:eastAsia="Aptos"/>
          <w:highlight w:val="cyan"/>
          <w:u w:val="single"/>
        </w:rPr>
        <w:t>policy proposals</w:t>
      </w:r>
      <w:r w:rsidRPr="00F964BA">
        <w:rPr>
          <w:rFonts w:eastAsia="Aptos"/>
          <w:sz w:val="16"/>
          <w:highlight w:val="cyan"/>
        </w:rPr>
        <w:t xml:space="preserve"> </w:t>
      </w:r>
      <w:r w:rsidRPr="00F964BA">
        <w:rPr>
          <w:rFonts w:eastAsia="Aptos"/>
          <w:highlight w:val="cyan"/>
          <w:u w:val="single"/>
        </w:rPr>
        <w:t xml:space="preserve">will </w:t>
      </w:r>
      <w:r w:rsidRPr="00F964BA">
        <w:rPr>
          <w:rFonts w:eastAsia="Aptos"/>
          <w:iCs/>
          <w:highlight w:val="cyan"/>
          <w:u w:val="single"/>
          <w:bdr w:val="single" w:sz="8" w:space="0" w:color="auto"/>
        </w:rPr>
        <w:t>not change</w:t>
      </w:r>
      <w:r w:rsidRPr="00F964BA">
        <w:rPr>
          <w:rFonts w:eastAsia="Aptos"/>
          <w:sz w:val="16"/>
        </w:rPr>
        <w:t xml:space="preserve"> </w:t>
      </w:r>
      <w:r w:rsidRPr="00F964BA">
        <w:rPr>
          <w:rFonts w:eastAsia="Aptos"/>
          <w:highlight w:val="cyan"/>
          <w:u w:val="single"/>
        </w:rPr>
        <w:t>the</w:t>
      </w:r>
      <w:r w:rsidRPr="00F964BA">
        <w:rPr>
          <w:rFonts w:eastAsia="Aptos"/>
          <w:sz w:val="16"/>
          <w:highlight w:val="cyan"/>
        </w:rPr>
        <w:t xml:space="preserve"> </w:t>
      </w:r>
      <w:r w:rsidRPr="00F964BA">
        <w:rPr>
          <w:rFonts w:eastAsia="Aptos"/>
          <w:iCs/>
          <w:highlight w:val="cyan"/>
          <w:u w:val="single"/>
          <w:bdr w:val="single" w:sz="8" w:space="0" w:color="auto"/>
        </w:rPr>
        <w:t>base reluctance</w:t>
      </w:r>
      <w:r w:rsidRPr="00F964BA">
        <w:rPr>
          <w:rFonts w:eastAsia="Aptos"/>
          <w:sz w:val="16"/>
          <w:highlight w:val="cyan"/>
        </w:rPr>
        <w:t xml:space="preserve"> </w:t>
      </w:r>
      <w:r w:rsidRPr="00F964BA">
        <w:rPr>
          <w:rFonts w:eastAsia="Aptos"/>
          <w:highlight w:val="cyan"/>
          <w:u w:val="single"/>
        </w:rPr>
        <w:t xml:space="preserve">of employers to </w:t>
      </w:r>
      <w:r w:rsidRPr="00F964BA">
        <w:rPr>
          <w:rFonts w:eastAsia="Aptos"/>
          <w:iCs/>
          <w:highlight w:val="cyan"/>
          <w:u w:val="single"/>
          <w:bdr w:val="single" w:sz="8" w:space="0" w:color="auto"/>
        </w:rPr>
        <w:t>cede control</w:t>
      </w:r>
      <w:r w:rsidRPr="00F964BA">
        <w:rPr>
          <w:rFonts w:eastAsia="Aptos"/>
          <w:sz w:val="16"/>
        </w:rPr>
        <w:t xml:space="preserve"> </w:t>
      </w:r>
      <w:r w:rsidRPr="00F964BA">
        <w:rPr>
          <w:rFonts w:eastAsia="Aptos"/>
          <w:u w:val="single"/>
        </w:rPr>
        <w:t>over</w:t>
      </w:r>
      <w:r w:rsidRPr="00F964BA">
        <w:rPr>
          <w:rFonts w:eastAsia="Aptos"/>
          <w:sz w:val="16"/>
        </w:rPr>
        <w:t xml:space="preserve"> </w:t>
      </w:r>
      <w:r w:rsidRPr="00F964BA">
        <w:rPr>
          <w:rFonts w:eastAsia="Aptos"/>
          <w:u w:val="single"/>
        </w:rPr>
        <w:t xml:space="preserve">their workforces </w:t>
      </w:r>
      <w:r w:rsidRPr="00F964BA">
        <w:rPr>
          <w:rFonts w:eastAsia="Aptos"/>
          <w:highlight w:val="cyan"/>
          <w:u w:val="single"/>
        </w:rPr>
        <w:t xml:space="preserve">or </w:t>
      </w:r>
      <w:r w:rsidRPr="00F964BA">
        <w:rPr>
          <w:rFonts w:eastAsia="Aptos"/>
          <w:iCs/>
          <w:highlight w:val="cyan"/>
          <w:u w:val="single"/>
          <w:bdr w:val="single" w:sz="8" w:space="0" w:color="auto"/>
        </w:rPr>
        <w:t>legislate in defiance</w:t>
      </w:r>
      <w:r w:rsidRPr="00F964BA">
        <w:rPr>
          <w:rFonts w:eastAsia="Aptos"/>
          <w:sz w:val="16"/>
        </w:rPr>
        <w:t xml:space="preserve"> </w:t>
      </w:r>
      <w:r w:rsidRPr="00F964BA">
        <w:rPr>
          <w:rFonts w:eastAsia="Aptos"/>
          <w:u w:val="single"/>
        </w:rPr>
        <w:t xml:space="preserve">of their desire </w:t>
      </w:r>
      <w:r w:rsidRPr="00F964BA">
        <w:rPr>
          <w:rFonts w:eastAsia="Aptos"/>
          <w:highlight w:val="cyan"/>
          <w:u w:val="single"/>
        </w:rPr>
        <w:t>to</w:t>
      </w:r>
      <w:r w:rsidRPr="00F964BA">
        <w:rPr>
          <w:rFonts w:eastAsia="Aptos"/>
          <w:u w:val="single"/>
        </w:rPr>
        <w:t xml:space="preserve"> </w:t>
      </w:r>
      <w:r w:rsidRPr="00F964BA">
        <w:rPr>
          <w:rFonts w:eastAsia="Aptos"/>
          <w:iCs/>
          <w:u w:val="single"/>
          <w:bdr w:val="single" w:sz="8" w:space="0" w:color="auto"/>
        </w:rPr>
        <w:t>minimize labor costs</w:t>
      </w:r>
      <w:r w:rsidRPr="00F964BA">
        <w:rPr>
          <w:rFonts w:eastAsia="Aptos"/>
          <w:sz w:val="16"/>
        </w:rPr>
        <w:t xml:space="preserve"> </w:t>
      </w:r>
      <w:r w:rsidRPr="00F964BA">
        <w:rPr>
          <w:rFonts w:eastAsia="Aptos"/>
          <w:u w:val="single"/>
        </w:rPr>
        <w:t>and</w:t>
      </w:r>
      <w:r w:rsidRPr="00F964BA">
        <w:rPr>
          <w:rFonts w:eastAsia="Aptos"/>
          <w:sz w:val="16"/>
        </w:rPr>
        <w:t xml:space="preserve"> </w:t>
      </w:r>
      <w:r w:rsidRPr="00F964BA">
        <w:rPr>
          <w:rFonts w:eastAsia="Aptos"/>
          <w:iCs/>
          <w:highlight w:val="cyan"/>
          <w:u w:val="single"/>
          <w:bdr w:val="single" w:sz="8" w:space="0" w:color="auto"/>
        </w:rPr>
        <w:t>maximize profit</w:t>
      </w:r>
      <w:r w:rsidRPr="00F964BA">
        <w:rPr>
          <w:rFonts w:eastAsia="Aptos"/>
          <w:sz w:val="16"/>
        </w:rPr>
        <w:t xml:space="preserve">. He is correct that </w:t>
      </w:r>
      <w:r w:rsidRPr="00F964BA">
        <w:rPr>
          <w:rFonts w:eastAsia="Aptos"/>
          <w:u w:val="single"/>
        </w:rPr>
        <w:t>we should</w:t>
      </w:r>
      <w:r w:rsidRPr="00F964BA">
        <w:rPr>
          <w:rFonts w:eastAsia="Aptos"/>
          <w:sz w:val="16"/>
        </w:rPr>
        <w:t xml:space="preserve"> think clearly about policy and </w:t>
      </w:r>
      <w:r w:rsidRPr="00F964BA">
        <w:rPr>
          <w:rFonts w:eastAsia="Aptos"/>
          <w:u w:val="single"/>
        </w:rPr>
        <w:t>take steps to secure favorable policy</w:t>
      </w:r>
      <w:r w:rsidRPr="00F964BA">
        <w:rPr>
          <w:rFonts w:eastAsia="Aptos"/>
          <w:sz w:val="16"/>
        </w:rPr>
        <w:t xml:space="preserve">. </w:t>
      </w:r>
      <w:r w:rsidRPr="00F964BA">
        <w:rPr>
          <w:rFonts w:eastAsia="Aptos"/>
          <w:u w:val="single"/>
        </w:rPr>
        <w:t>However</w:t>
      </w:r>
      <w:r w:rsidRPr="00F964BA">
        <w:rPr>
          <w:rFonts w:eastAsia="Aptos"/>
          <w:sz w:val="16"/>
        </w:rPr>
        <w:t xml:space="preserve">, </w:t>
      </w:r>
      <w:r w:rsidRPr="00F964BA">
        <w:rPr>
          <w:rFonts w:eastAsia="Aptos"/>
          <w:u w:val="single"/>
        </w:rPr>
        <w:t xml:space="preserve">we should think of it as an </w:t>
      </w:r>
      <w:r w:rsidRPr="00F964BA">
        <w:rPr>
          <w:rFonts w:eastAsia="Aptos"/>
          <w:iCs/>
          <w:u w:val="single"/>
          <w:bdr w:val="single" w:sz="8" w:space="0" w:color="auto"/>
        </w:rPr>
        <w:t>outgrowth</w:t>
      </w:r>
      <w:r w:rsidRPr="00F964BA">
        <w:rPr>
          <w:rFonts w:eastAsia="Aptos"/>
          <w:u w:val="single"/>
        </w:rPr>
        <w:t xml:space="preserve"> of </w:t>
      </w:r>
      <w:r w:rsidRPr="00F964BA">
        <w:rPr>
          <w:rFonts w:eastAsia="Aptos"/>
          <w:iCs/>
          <w:u w:val="single"/>
          <w:bdr w:val="single" w:sz="8" w:space="0" w:color="auto"/>
        </w:rPr>
        <w:t>independent</w:t>
      </w:r>
      <w:r w:rsidRPr="00F964BA">
        <w:rPr>
          <w:rFonts w:eastAsia="Aptos"/>
          <w:sz w:val="16"/>
        </w:rPr>
        <w:t xml:space="preserve"> </w:t>
      </w:r>
      <w:r w:rsidRPr="00F964BA">
        <w:rPr>
          <w:rFonts w:eastAsia="Aptos"/>
          <w:iCs/>
          <w:u w:val="single"/>
          <w:bdr w:val="single" w:sz="8" w:space="0" w:color="auto"/>
        </w:rPr>
        <w:t>power</w:t>
      </w:r>
      <w:r w:rsidRPr="00F964BA">
        <w:rPr>
          <w:rFonts w:eastAsia="Aptos"/>
          <w:sz w:val="16"/>
        </w:rPr>
        <w:t xml:space="preserve">, </w:t>
      </w:r>
      <w:r w:rsidRPr="00F964BA">
        <w:rPr>
          <w:rFonts w:eastAsia="Aptos"/>
          <w:u w:val="single"/>
        </w:rPr>
        <w:t xml:space="preserve">and as functioning toward the end of </w:t>
      </w:r>
      <w:r w:rsidRPr="00F964BA">
        <w:rPr>
          <w:rFonts w:eastAsia="Aptos"/>
          <w:iCs/>
          <w:u w:val="single"/>
          <w:bdr w:val="single" w:sz="8" w:space="0" w:color="auto"/>
        </w:rPr>
        <w:t>securing</w:t>
      </w:r>
      <w:r w:rsidRPr="00F964BA">
        <w:rPr>
          <w:rFonts w:eastAsia="Aptos"/>
          <w:sz w:val="16"/>
        </w:rPr>
        <w:t xml:space="preserve"> </w:t>
      </w:r>
      <w:r w:rsidRPr="00F964BA">
        <w:rPr>
          <w:rFonts w:eastAsia="Aptos"/>
          <w:u w:val="single"/>
        </w:rPr>
        <w:t>and</w:t>
      </w:r>
      <w:r w:rsidRPr="00F964BA">
        <w:rPr>
          <w:rFonts w:eastAsia="Aptos"/>
          <w:sz w:val="16"/>
        </w:rPr>
        <w:t xml:space="preserve"> </w:t>
      </w:r>
      <w:r w:rsidRPr="00F964BA">
        <w:rPr>
          <w:rFonts w:eastAsia="Aptos"/>
          <w:iCs/>
          <w:u w:val="single"/>
          <w:bdr w:val="single" w:sz="8" w:space="0" w:color="auto"/>
        </w:rPr>
        <w:t>reproducing that power</w:t>
      </w:r>
      <w:r w:rsidRPr="00F964BA">
        <w:rPr>
          <w:rFonts w:eastAsia="Aptos"/>
          <w:sz w:val="16"/>
        </w:rPr>
        <w:t>.</w:t>
      </w:r>
    </w:p>
    <w:p w14:paraId="6125C68A" w14:textId="77777777" w:rsidR="0045430C" w:rsidRPr="00F964BA" w:rsidRDefault="0045430C" w:rsidP="0045430C">
      <w:pPr>
        <w:rPr>
          <w:rFonts w:eastAsia="Aptos"/>
          <w:sz w:val="16"/>
        </w:rPr>
      </w:pPr>
      <w:r w:rsidRPr="00F964BA">
        <w:rPr>
          <w:rFonts w:eastAsia="Aptos"/>
          <w:sz w:val="16"/>
        </w:rPr>
        <w:t xml:space="preserve">One could be forgiven for reading Madland’s book through the lens of the Andy Stern era of labor-management partnership and “disrupting” unionism, itself an outgrowth out of panic over the unarrested decline of organized labor’s bargaining power and ability to shape the American economy. </w:t>
      </w:r>
      <w:r w:rsidRPr="00F964BA">
        <w:rPr>
          <w:rFonts w:eastAsia="Aptos"/>
          <w:highlight w:val="cyan"/>
          <w:u w:val="single"/>
        </w:rPr>
        <w:t>The energy of the movement is</w:t>
      </w:r>
      <w:r w:rsidRPr="00F964BA">
        <w:rPr>
          <w:rFonts w:eastAsia="Aptos"/>
          <w:u w:val="single"/>
        </w:rPr>
        <w:t xml:space="preserve"> elsewhere</w:t>
      </w:r>
      <w:r w:rsidRPr="00F964BA">
        <w:rPr>
          <w:rFonts w:eastAsia="Aptos"/>
          <w:sz w:val="16"/>
        </w:rPr>
        <w:t xml:space="preserve">: </w:t>
      </w:r>
      <w:r w:rsidRPr="00F964BA">
        <w:rPr>
          <w:rFonts w:eastAsia="Aptos"/>
          <w:highlight w:val="cyan"/>
          <w:u w:val="single"/>
        </w:rPr>
        <w:t>in</w:t>
      </w:r>
      <w:r w:rsidRPr="00F964BA">
        <w:rPr>
          <w:rFonts w:eastAsia="Aptos"/>
          <w:u w:val="single"/>
        </w:rPr>
        <w:t xml:space="preserve"> </w:t>
      </w:r>
      <w:r w:rsidRPr="00F964BA">
        <w:rPr>
          <w:rFonts w:eastAsia="Aptos"/>
          <w:highlight w:val="cyan"/>
          <w:u w:val="single"/>
        </w:rPr>
        <w:t>organizing</w:t>
      </w:r>
      <w:r w:rsidRPr="00F964BA">
        <w:rPr>
          <w:rFonts w:eastAsia="Aptos"/>
          <w:sz w:val="16"/>
        </w:rPr>
        <w:t xml:space="preserve">, </w:t>
      </w:r>
      <w:r w:rsidRPr="00F964BA">
        <w:rPr>
          <w:rFonts w:eastAsia="Aptos"/>
          <w:u w:val="single"/>
        </w:rPr>
        <w:t xml:space="preserve">in more </w:t>
      </w:r>
      <w:r w:rsidRPr="00F964BA">
        <w:rPr>
          <w:rFonts w:eastAsia="Aptos"/>
          <w:iCs/>
          <w:highlight w:val="cyan"/>
          <w:u w:val="single"/>
          <w:bdr w:val="single" w:sz="8" w:space="0" w:color="auto"/>
        </w:rPr>
        <w:t>militant confrontations</w:t>
      </w:r>
      <w:r w:rsidRPr="00F964BA">
        <w:rPr>
          <w:rFonts w:eastAsia="Aptos"/>
          <w:sz w:val="16"/>
        </w:rPr>
        <w:t xml:space="preserve"> </w:t>
      </w:r>
      <w:r w:rsidRPr="00F964BA">
        <w:rPr>
          <w:rFonts w:eastAsia="Aptos"/>
          <w:u w:val="single"/>
        </w:rPr>
        <w:t>with management and capital</w:t>
      </w:r>
      <w:r w:rsidRPr="00F964BA">
        <w:rPr>
          <w:rFonts w:eastAsia="Aptos"/>
          <w:sz w:val="16"/>
        </w:rPr>
        <w:t xml:space="preserve">, </w:t>
      </w:r>
      <w:r w:rsidRPr="00F964BA">
        <w:rPr>
          <w:rFonts w:eastAsia="Aptos"/>
          <w:u w:val="single"/>
        </w:rPr>
        <w:t xml:space="preserve">and in </w:t>
      </w:r>
      <w:r w:rsidRPr="00F964BA">
        <w:rPr>
          <w:rFonts w:eastAsia="Aptos"/>
          <w:iCs/>
          <w:highlight w:val="cyan"/>
          <w:u w:val="single"/>
          <w:bdr w:val="single" w:sz="8" w:space="0" w:color="auto"/>
        </w:rPr>
        <w:t>expanding</w:t>
      </w:r>
      <w:r w:rsidRPr="00F964BA">
        <w:rPr>
          <w:rFonts w:eastAsia="Aptos"/>
          <w:u w:val="single"/>
        </w:rPr>
        <w:t xml:space="preserve"> the</w:t>
      </w:r>
      <w:r w:rsidRPr="00F964BA">
        <w:rPr>
          <w:rFonts w:eastAsia="Aptos"/>
          <w:sz w:val="16"/>
        </w:rPr>
        <w:t xml:space="preserve"> </w:t>
      </w:r>
      <w:r w:rsidRPr="00F964BA">
        <w:rPr>
          <w:rFonts w:eastAsia="Aptos"/>
          <w:iCs/>
          <w:u w:val="single"/>
          <w:bdr w:val="single" w:sz="8" w:space="0" w:color="auto"/>
        </w:rPr>
        <w:t xml:space="preserve">arsenal of </w:t>
      </w:r>
      <w:r w:rsidRPr="00F964BA">
        <w:rPr>
          <w:rFonts w:eastAsia="Aptos"/>
          <w:iCs/>
          <w:highlight w:val="cyan"/>
          <w:u w:val="single"/>
          <w:bdr w:val="single" w:sz="8" w:space="0" w:color="auto"/>
        </w:rPr>
        <w:t>economic weapons</w:t>
      </w:r>
      <w:r w:rsidRPr="00F964BA">
        <w:rPr>
          <w:rFonts w:eastAsia="Aptos"/>
          <w:sz w:val="16"/>
        </w:rPr>
        <w:t xml:space="preserve"> </w:t>
      </w:r>
      <w:r w:rsidRPr="00F964BA">
        <w:rPr>
          <w:rFonts w:eastAsia="Aptos"/>
          <w:u w:val="single"/>
        </w:rPr>
        <w:t>available to American</w:t>
      </w:r>
      <w:r w:rsidRPr="00F964BA">
        <w:rPr>
          <w:rFonts w:eastAsia="Aptos"/>
          <w:sz w:val="16"/>
        </w:rPr>
        <w:t xml:space="preserve"> </w:t>
      </w:r>
      <w:r w:rsidRPr="00F964BA">
        <w:rPr>
          <w:rFonts w:eastAsia="Aptos"/>
          <w:u w:val="single"/>
        </w:rPr>
        <w:t>workers</w:t>
      </w:r>
      <w:r w:rsidRPr="00F964BA">
        <w:rPr>
          <w:rFonts w:eastAsia="Aptos"/>
          <w:sz w:val="16"/>
        </w:rPr>
        <w:t xml:space="preserve">. </w:t>
      </w:r>
      <w:r w:rsidRPr="00F964BA">
        <w:rPr>
          <w:rFonts w:eastAsia="Aptos"/>
          <w:highlight w:val="cyan"/>
          <w:u w:val="single"/>
        </w:rPr>
        <w:t xml:space="preserve">There is </w:t>
      </w:r>
      <w:r w:rsidRPr="00F964BA">
        <w:rPr>
          <w:rFonts w:eastAsia="Aptos"/>
          <w:iCs/>
          <w:highlight w:val="cyan"/>
          <w:u w:val="single"/>
          <w:bdr w:val="single" w:sz="8" w:space="0" w:color="auto"/>
        </w:rPr>
        <w:t>no “wonk” fix</w:t>
      </w:r>
      <w:r w:rsidRPr="00F964BA">
        <w:rPr>
          <w:rFonts w:eastAsia="Aptos"/>
          <w:iCs/>
          <w:u w:val="single"/>
          <w:bdr w:val="single" w:sz="8" w:space="0" w:color="auto"/>
        </w:rPr>
        <w:t xml:space="preserve"> </w:t>
      </w:r>
      <w:r w:rsidRPr="00F964BA">
        <w:rPr>
          <w:rFonts w:eastAsia="Aptos"/>
          <w:u w:val="single"/>
        </w:rPr>
        <w:t xml:space="preserve">to </w:t>
      </w:r>
      <w:r w:rsidRPr="00F964BA">
        <w:rPr>
          <w:rFonts w:eastAsia="Aptos"/>
          <w:iCs/>
          <w:u w:val="single"/>
          <w:bdr w:val="single" w:sz="8" w:space="0" w:color="auto"/>
        </w:rPr>
        <w:t>organizational</w:t>
      </w:r>
      <w:r w:rsidRPr="00F964BA">
        <w:rPr>
          <w:rFonts w:eastAsia="Aptos"/>
          <w:u w:val="single"/>
        </w:rPr>
        <w:t xml:space="preserve"> and </w:t>
      </w:r>
      <w:r w:rsidRPr="00F964BA">
        <w:rPr>
          <w:rFonts w:eastAsia="Aptos"/>
          <w:iCs/>
          <w:u w:val="single"/>
          <w:bdr w:val="single" w:sz="8" w:space="0" w:color="auto"/>
        </w:rPr>
        <w:t>political problems</w:t>
      </w:r>
      <w:r w:rsidRPr="00F964BA">
        <w:rPr>
          <w:rFonts w:eastAsia="Aptos"/>
          <w:sz w:val="16"/>
        </w:rPr>
        <w:t xml:space="preserve">, </w:t>
      </w:r>
      <w:r w:rsidRPr="00F964BA">
        <w:rPr>
          <w:rFonts w:eastAsia="Aptos"/>
          <w:highlight w:val="cyan"/>
          <w:u w:val="single"/>
        </w:rPr>
        <w:t>nor will clever policy make</w:t>
      </w:r>
      <w:r w:rsidRPr="00F964BA">
        <w:rPr>
          <w:rFonts w:eastAsia="Aptos"/>
          <w:u w:val="single"/>
        </w:rPr>
        <w:t xml:space="preserve"> our </w:t>
      </w:r>
      <w:r w:rsidRPr="00F964BA">
        <w:rPr>
          <w:rFonts w:eastAsia="Aptos"/>
          <w:iCs/>
          <w:highlight w:val="cyan"/>
          <w:u w:val="single"/>
          <w:bdr w:val="single" w:sz="8" w:space="0" w:color="auto"/>
        </w:rPr>
        <w:t>class enemies like us</w:t>
      </w:r>
      <w:r w:rsidRPr="00F964BA">
        <w:rPr>
          <w:rFonts w:eastAsia="Aptos"/>
          <w:sz w:val="16"/>
          <w:highlight w:val="cyan"/>
        </w:rPr>
        <w:t>.</w:t>
      </w:r>
      <w:r w:rsidRPr="00F964BA">
        <w:rPr>
          <w:rFonts w:eastAsia="Aptos"/>
          <w:sz w:val="16"/>
        </w:rPr>
        <w:t xml:space="preserve"> </w:t>
      </w:r>
    </w:p>
    <w:p w14:paraId="013E820A" w14:textId="77777777" w:rsidR="0045430C" w:rsidRPr="00F964BA" w:rsidRDefault="0045430C" w:rsidP="0045430C">
      <w:pPr>
        <w:rPr>
          <w:rFonts w:eastAsia="Aptos"/>
          <w:sz w:val="16"/>
        </w:rPr>
      </w:pPr>
      <w:r w:rsidRPr="00F964BA">
        <w:rPr>
          <w:rFonts w:eastAsia="Aptos"/>
          <w:u w:val="single"/>
        </w:rPr>
        <w:t>A more pessimistic</w:t>
      </w:r>
      <w:r w:rsidRPr="00F964BA">
        <w:rPr>
          <w:rFonts w:eastAsia="Aptos"/>
          <w:sz w:val="16"/>
        </w:rPr>
        <w:t>—</w:t>
      </w:r>
      <w:r w:rsidRPr="00F964BA">
        <w:rPr>
          <w:rFonts w:eastAsia="Aptos"/>
          <w:u w:val="single"/>
        </w:rPr>
        <w:t>and</w:t>
      </w:r>
      <w:r w:rsidRPr="00F964BA">
        <w:rPr>
          <w:rFonts w:eastAsia="Aptos"/>
          <w:sz w:val="16"/>
        </w:rPr>
        <w:t xml:space="preserve"> perhaps </w:t>
      </w:r>
      <w:r w:rsidRPr="00F964BA">
        <w:rPr>
          <w:rFonts w:eastAsia="Aptos"/>
          <w:iCs/>
          <w:u w:val="single"/>
          <w:bdr w:val="single" w:sz="8" w:space="0" w:color="auto"/>
        </w:rPr>
        <w:t>more accurate</w:t>
      </w:r>
      <w:r w:rsidRPr="00F964BA">
        <w:rPr>
          <w:rFonts w:eastAsia="Aptos"/>
          <w:sz w:val="16"/>
        </w:rPr>
        <w:t>—</w:t>
      </w:r>
      <w:r w:rsidRPr="00F964BA">
        <w:rPr>
          <w:rFonts w:eastAsia="Aptos"/>
          <w:u w:val="single"/>
        </w:rPr>
        <w:t xml:space="preserve">read is that there is still a </w:t>
      </w:r>
      <w:r w:rsidRPr="00F964BA">
        <w:rPr>
          <w:rFonts w:eastAsia="Aptos"/>
          <w:iCs/>
          <w:u w:val="single"/>
          <w:bdr w:val="single" w:sz="8" w:space="0" w:color="auto"/>
        </w:rPr>
        <w:t>profound difference</w:t>
      </w:r>
      <w:r w:rsidRPr="00F964BA">
        <w:rPr>
          <w:rFonts w:eastAsia="Aptos"/>
          <w:u w:val="single"/>
        </w:rPr>
        <w:t xml:space="preserve"> in how elements within the labor movement view the nature of “The Labor Question</w:t>
      </w:r>
      <w:r w:rsidRPr="00F964BA">
        <w:rPr>
          <w:rFonts w:eastAsia="Aptos"/>
          <w:sz w:val="16"/>
        </w:rPr>
        <w:t xml:space="preserve">,” as well as its answer. </w:t>
      </w:r>
      <w:r w:rsidRPr="00F964BA">
        <w:rPr>
          <w:rFonts w:eastAsia="Aptos"/>
          <w:u w:val="single"/>
        </w:rPr>
        <w:t>With a shift toward a more</w:t>
      </w:r>
      <w:r w:rsidRPr="00F964BA">
        <w:rPr>
          <w:rFonts w:eastAsia="Aptos"/>
          <w:sz w:val="16"/>
        </w:rPr>
        <w:t xml:space="preserve"> politically friendly </w:t>
      </w:r>
      <w:r w:rsidRPr="00F964BA">
        <w:rPr>
          <w:rFonts w:eastAsia="Aptos"/>
          <w:highlight w:val="cyan"/>
          <w:u w:val="single"/>
        </w:rPr>
        <w:t>federal</w:t>
      </w:r>
      <w:r w:rsidRPr="00F964BA">
        <w:rPr>
          <w:rFonts w:eastAsia="Aptos"/>
          <w:u w:val="single"/>
        </w:rPr>
        <w:t xml:space="preserve"> government and new-found </w:t>
      </w:r>
      <w:r w:rsidRPr="00F964BA">
        <w:rPr>
          <w:rFonts w:eastAsia="Aptos"/>
          <w:iCs/>
          <w:u w:val="single"/>
          <w:bdr w:val="single" w:sz="8" w:space="0" w:color="auto"/>
        </w:rPr>
        <w:t xml:space="preserve">public </w:t>
      </w:r>
      <w:r w:rsidRPr="00F964BA">
        <w:rPr>
          <w:rFonts w:eastAsia="Aptos"/>
          <w:iCs/>
          <w:highlight w:val="cyan"/>
          <w:u w:val="single"/>
          <w:bdr w:val="single" w:sz="8" w:space="0" w:color="auto"/>
        </w:rPr>
        <w:t>cachet</w:t>
      </w:r>
      <w:r w:rsidRPr="00F964BA">
        <w:rPr>
          <w:rFonts w:eastAsia="Aptos"/>
          <w:sz w:val="16"/>
          <w:highlight w:val="cyan"/>
        </w:rPr>
        <w:t xml:space="preserve"> </w:t>
      </w:r>
      <w:r w:rsidRPr="00F964BA">
        <w:rPr>
          <w:rFonts w:eastAsia="Aptos"/>
          <w:highlight w:val="cyan"/>
          <w:u w:val="single"/>
        </w:rPr>
        <w:t>for labor</w:t>
      </w:r>
      <w:r w:rsidRPr="00F964BA">
        <w:rPr>
          <w:rFonts w:eastAsia="Aptos"/>
          <w:u w:val="single"/>
        </w:rPr>
        <w:t xml:space="preserve"> unions</w:t>
      </w:r>
      <w:r w:rsidRPr="00F964BA">
        <w:rPr>
          <w:rFonts w:eastAsia="Aptos"/>
          <w:sz w:val="16"/>
        </w:rPr>
        <w:t xml:space="preserve">, </w:t>
      </w:r>
      <w:r w:rsidRPr="00F964BA">
        <w:rPr>
          <w:rFonts w:eastAsia="Aptos"/>
          <w:u w:val="single"/>
        </w:rPr>
        <w:t>holdouts of the Stern-influenced</w:t>
      </w:r>
      <w:r w:rsidRPr="00F964BA">
        <w:rPr>
          <w:rFonts w:eastAsia="Aptos"/>
          <w:sz w:val="16"/>
        </w:rPr>
        <w:t xml:space="preserve"> “</w:t>
      </w:r>
      <w:r w:rsidRPr="00F964BA">
        <w:rPr>
          <w:rFonts w:eastAsia="Aptos"/>
          <w:iCs/>
          <w:u w:val="single"/>
          <w:bdr w:val="single" w:sz="8" w:space="0" w:color="auto"/>
        </w:rPr>
        <w:t>growth at all cost</w:t>
      </w:r>
      <w:r w:rsidRPr="00F964BA">
        <w:rPr>
          <w:rFonts w:eastAsia="Aptos"/>
          <w:sz w:val="16"/>
        </w:rPr>
        <w:t xml:space="preserve">” </w:t>
      </w:r>
      <w:r w:rsidRPr="00F964BA">
        <w:rPr>
          <w:rFonts w:eastAsia="Aptos"/>
          <w:u w:val="single"/>
        </w:rPr>
        <w:t>school</w:t>
      </w:r>
      <w:r w:rsidRPr="00F964BA">
        <w:rPr>
          <w:rFonts w:eastAsia="Aptos"/>
          <w:sz w:val="16"/>
        </w:rPr>
        <w:t xml:space="preserve"> of thought </w:t>
      </w:r>
      <w:r w:rsidRPr="00F964BA">
        <w:rPr>
          <w:rFonts w:eastAsia="Aptos"/>
          <w:u w:val="single"/>
        </w:rPr>
        <w:t xml:space="preserve">may be tempted to cut deals for </w:t>
      </w:r>
      <w:r w:rsidRPr="00F964BA">
        <w:rPr>
          <w:rFonts w:eastAsia="Aptos"/>
          <w:iCs/>
          <w:u w:val="single"/>
          <w:bdr w:val="single" w:sz="8" w:space="0" w:color="auto"/>
        </w:rPr>
        <w:t>short term gain</w:t>
      </w:r>
      <w:r w:rsidRPr="00F964BA">
        <w:rPr>
          <w:rFonts w:eastAsia="Aptos"/>
          <w:sz w:val="16"/>
        </w:rPr>
        <w:t xml:space="preserve"> </w:t>
      </w:r>
      <w:r w:rsidRPr="00F964BA">
        <w:rPr>
          <w:rFonts w:eastAsia="Aptos"/>
          <w:u w:val="single"/>
        </w:rPr>
        <w:t xml:space="preserve">at the </w:t>
      </w:r>
      <w:r w:rsidRPr="00F964BA">
        <w:rPr>
          <w:rFonts w:eastAsia="Aptos"/>
          <w:iCs/>
          <w:u w:val="single"/>
          <w:bdr w:val="single" w:sz="8" w:space="0" w:color="auto"/>
        </w:rPr>
        <w:t>expense of long term power</w:t>
      </w:r>
      <w:r w:rsidRPr="00F964BA">
        <w:rPr>
          <w:rFonts w:eastAsia="Aptos"/>
          <w:sz w:val="16"/>
        </w:rPr>
        <w:t xml:space="preserve">. </w:t>
      </w:r>
      <w:r w:rsidRPr="00F964BA">
        <w:rPr>
          <w:rFonts w:eastAsia="Aptos"/>
          <w:u w:val="single"/>
        </w:rPr>
        <w:t>If they do so</w:t>
      </w:r>
      <w:r w:rsidRPr="00F964BA">
        <w:rPr>
          <w:rFonts w:eastAsia="Aptos"/>
          <w:sz w:val="16"/>
        </w:rPr>
        <w:t xml:space="preserve">, </w:t>
      </w:r>
      <w:r w:rsidRPr="00F964BA">
        <w:rPr>
          <w:rFonts w:eastAsia="Aptos"/>
          <w:u w:val="single"/>
        </w:rPr>
        <w:t xml:space="preserve">we </w:t>
      </w:r>
      <w:r w:rsidRPr="00F964BA">
        <w:rPr>
          <w:rFonts w:eastAsia="Aptos"/>
          <w:highlight w:val="cyan"/>
          <w:u w:val="single"/>
        </w:rPr>
        <w:t>will</w:t>
      </w:r>
      <w:r w:rsidRPr="00F964BA">
        <w:rPr>
          <w:rFonts w:eastAsia="Aptos"/>
          <w:u w:val="single"/>
        </w:rPr>
        <w:t xml:space="preserve"> have </w:t>
      </w:r>
      <w:r w:rsidRPr="00F964BA">
        <w:rPr>
          <w:rFonts w:eastAsia="Aptos"/>
          <w:highlight w:val="cyan"/>
          <w:u w:val="single"/>
        </w:rPr>
        <w:t>squander</w:t>
      </w:r>
      <w:r w:rsidRPr="00F964BA">
        <w:rPr>
          <w:rFonts w:eastAsia="Aptos"/>
          <w:u w:val="single"/>
        </w:rPr>
        <w:t xml:space="preserve">ed </w:t>
      </w:r>
      <w:r w:rsidRPr="00F964BA">
        <w:rPr>
          <w:rFonts w:eastAsia="Aptos"/>
          <w:highlight w:val="cyan"/>
          <w:u w:val="single"/>
        </w:rPr>
        <w:t>a chance to fundamentally</w:t>
      </w:r>
      <w:r w:rsidRPr="00F964BA">
        <w:rPr>
          <w:rFonts w:eastAsia="Aptos"/>
          <w:sz w:val="16"/>
          <w:highlight w:val="cyan"/>
        </w:rPr>
        <w:t xml:space="preserve"> </w:t>
      </w:r>
      <w:r w:rsidRPr="00F964BA">
        <w:rPr>
          <w:rFonts w:eastAsia="Aptos"/>
          <w:iCs/>
          <w:highlight w:val="cyan"/>
          <w:u w:val="single"/>
          <w:bdr w:val="single" w:sz="8" w:space="0" w:color="auto"/>
        </w:rPr>
        <w:t>reshape</w:t>
      </w:r>
      <w:r w:rsidRPr="00F964BA">
        <w:rPr>
          <w:rFonts w:eastAsia="Aptos"/>
          <w:sz w:val="16"/>
        </w:rPr>
        <w:t xml:space="preserve"> </w:t>
      </w:r>
      <w:r w:rsidRPr="00F964BA">
        <w:rPr>
          <w:rFonts w:eastAsia="Aptos"/>
          <w:highlight w:val="cyan"/>
          <w:u w:val="single"/>
        </w:rPr>
        <w:t xml:space="preserve">the movement and </w:t>
      </w:r>
      <w:r w:rsidRPr="00F964BA">
        <w:rPr>
          <w:rFonts w:eastAsia="Aptos"/>
          <w:iCs/>
          <w:highlight w:val="cyan"/>
          <w:u w:val="single"/>
          <w:bdr w:val="single" w:sz="8" w:space="0" w:color="auto"/>
        </w:rPr>
        <w:t>reverse its decline</w:t>
      </w:r>
      <w:r w:rsidRPr="00F964BA">
        <w:rPr>
          <w:rFonts w:eastAsia="Aptos"/>
          <w:sz w:val="16"/>
        </w:rPr>
        <w:t>.</w:t>
      </w:r>
    </w:p>
    <w:p w14:paraId="560F6E4E" w14:textId="77777777" w:rsidR="0045430C" w:rsidRPr="00F964BA" w:rsidRDefault="0045430C" w:rsidP="0045430C">
      <w:pPr>
        <w:keepNext/>
        <w:keepLines/>
        <w:spacing w:before="40" w:after="0"/>
        <w:outlineLvl w:val="3"/>
        <w:rPr>
          <w:rFonts w:eastAsia="Times New Roman"/>
          <w:b/>
          <w:iCs/>
          <w:color w:val="071320"/>
          <w:sz w:val="26"/>
        </w:rPr>
      </w:pPr>
      <w:r w:rsidRPr="00F964BA">
        <w:rPr>
          <w:rFonts w:eastAsia="Times New Roman"/>
          <w:b/>
          <w:iCs/>
          <w:color w:val="071320"/>
          <w:sz w:val="26"/>
        </w:rPr>
        <w:t xml:space="preserve">5. </w:t>
      </w:r>
      <w:r w:rsidRPr="00F964BA">
        <w:rPr>
          <w:rFonts w:eastAsia="Times New Roman"/>
          <w:b/>
          <w:iCs/>
          <w:color w:val="071320"/>
          <w:sz w:val="26"/>
          <w:u w:val="single"/>
        </w:rPr>
        <w:t>Turns case</w:t>
      </w:r>
      <w:r w:rsidRPr="00F964BA">
        <w:rPr>
          <w:rFonts w:eastAsia="Times New Roman"/>
          <w:b/>
          <w:iCs/>
          <w:color w:val="071320"/>
          <w:sz w:val="26"/>
        </w:rPr>
        <w:t xml:space="preserve"> – the NLRA manufactures consent for </w:t>
      </w:r>
      <w:r w:rsidRPr="00F964BA">
        <w:rPr>
          <w:rFonts w:eastAsia="Times New Roman"/>
          <w:b/>
          <w:iCs/>
          <w:color w:val="071320"/>
          <w:sz w:val="26"/>
          <w:u w:val="single"/>
        </w:rPr>
        <w:t>state</w:t>
      </w:r>
      <w:r w:rsidRPr="00F964BA">
        <w:rPr>
          <w:rFonts w:eastAsia="Times New Roman"/>
          <w:b/>
          <w:iCs/>
          <w:color w:val="071320"/>
          <w:sz w:val="26"/>
        </w:rPr>
        <w:t xml:space="preserve"> and </w:t>
      </w:r>
      <w:r w:rsidRPr="00F964BA">
        <w:rPr>
          <w:rFonts w:eastAsia="Times New Roman"/>
          <w:b/>
          <w:iCs/>
          <w:color w:val="071320"/>
          <w:sz w:val="26"/>
          <w:u w:val="single"/>
        </w:rPr>
        <w:t>managerial repression</w:t>
      </w:r>
      <w:r w:rsidRPr="00F964BA">
        <w:rPr>
          <w:rFonts w:eastAsia="Times New Roman"/>
          <w:b/>
          <w:iCs/>
          <w:color w:val="071320"/>
          <w:sz w:val="26"/>
        </w:rPr>
        <w:t xml:space="preserve"> of worker power. Bureaucracy </w:t>
      </w:r>
      <w:r w:rsidRPr="00F964BA">
        <w:rPr>
          <w:rFonts w:eastAsia="Times New Roman"/>
          <w:b/>
          <w:iCs/>
          <w:color w:val="071320"/>
          <w:sz w:val="26"/>
          <w:u w:val="single"/>
        </w:rPr>
        <w:t>exhausts</w:t>
      </w:r>
      <w:r w:rsidRPr="00F964BA">
        <w:rPr>
          <w:rFonts w:eastAsia="Times New Roman"/>
          <w:b/>
          <w:iCs/>
          <w:color w:val="071320"/>
          <w:sz w:val="26"/>
        </w:rPr>
        <w:t xml:space="preserve"> and </w:t>
      </w:r>
      <w:r w:rsidRPr="00F964BA">
        <w:rPr>
          <w:rFonts w:eastAsia="Times New Roman"/>
          <w:b/>
          <w:iCs/>
          <w:color w:val="071320"/>
          <w:sz w:val="26"/>
          <w:u w:val="single"/>
        </w:rPr>
        <w:t>dampens</w:t>
      </w:r>
      <w:r w:rsidRPr="00F964BA">
        <w:rPr>
          <w:rFonts w:eastAsia="Times New Roman"/>
          <w:b/>
          <w:iCs/>
          <w:color w:val="071320"/>
          <w:sz w:val="26"/>
        </w:rPr>
        <w:t xml:space="preserve"> union leverage – they must go to the NLRB to get </w:t>
      </w:r>
      <w:r w:rsidRPr="00F964BA">
        <w:rPr>
          <w:rFonts w:eastAsia="Times New Roman"/>
          <w:b/>
          <w:iCs/>
          <w:color w:val="071320"/>
          <w:sz w:val="26"/>
          <w:u w:val="single"/>
        </w:rPr>
        <w:t>recognition</w:t>
      </w:r>
      <w:r w:rsidRPr="00F964BA">
        <w:rPr>
          <w:rFonts w:eastAsia="Times New Roman"/>
          <w:b/>
          <w:iCs/>
          <w:color w:val="071320"/>
          <w:sz w:val="26"/>
        </w:rPr>
        <w:t xml:space="preserve">, employers can </w:t>
      </w:r>
      <w:r w:rsidRPr="00F964BA">
        <w:rPr>
          <w:rFonts w:eastAsia="Times New Roman"/>
          <w:b/>
          <w:iCs/>
          <w:color w:val="071320"/>
          <w:sz w:val="26"/>
          <w:u w:val="single"/>
        </w:rPr>
        <w:t>stall</w:t>
      </w:r>
      <w:r w:rsidRPr="00F964BA">
        <w:rPr>
          <w:rFonts w:eastAsia="Times New Roman"/>
          <w:b/>
          <w:iCs/>
          <w:color w:val="071320"/>
          <w:sz w:val="26"/>
        </w:rPr>
        <w:t xml:space="preserve"> bargaining sessions through procedural delays, and suing workers, and managers have </w:t>
      </w:r>
      <w:r w:rsidRPr="00F964BA">
        <w:rPr>
          <w:rFonts w:eastAsia="Times New Roman"/>
          <w:b/>
          <w:iCs/>
          <w:color w:val="071320"/>
          <w:sz w:val="26"/>
          <w:u w:val="single"/>
        </w:rPr>
        <w:t>unquestioned control</w:t>
      </w:r>
      <w:r w:rsidRPr="00F964BA">
        <w:rPr>
          <w:rFonts w:eastAsia="Times New Roman"/>
          <w:b/>
          <w:iCs/>
          <w:color w:val="071320"/>
          <w:sz w:val="26"/>
        </w:rPr>
        <w:t xml:space="preserve"> over the goals of the firm itself, that’s Tomlins. Playing whack-a-mole fails. Managerial </w:t>
      </w:r>
      <w:r w:rsidRPr="00F964BA">
        <w:rPr>
          <w:rFonts w:eastAsia="Times New Roman"/>
          <w:b/>
          <w:iCs/>
          <w:color w:val="071320"/>
          <w:sz w:val="26"/>
          <w:u w:val="single"/>
        </w:rPr>
        <w:t>bad faith</w:t>
      </w:r>
      <w:r w:rsidRPr="00F964BA">
        <w:rPr>
          <w:rFonts w:eastAsia="Times New Roman"/>
          <w:b/>
          <w:iCs/>
          <w:color w:val="071320"/>
          <w:sz w:val="26"/>
        </w:rPr>
        <w:t xml:space="preserve"> is </w:t>
      </w:r>
      <w:r w:rsidRPr="00F964BA">
        <w:rPr>
          <w:rFonts w:eastAsia="Times New Roman"/>
          <w:b/>
          <w:iCs/>
          <w:color w:val="071320"/>
          <w:sz w:val="26"/>
          <w:u w:val="single"/>
        </w:rPr>
        <w:t>inevitable</w:t>
      </w:r>
      <w:r w:rsidRPr="00F964BA">
        <w:rPr>
          <w:rFonts w:eastAsia="Times New Roman"/>
          <w:b/>
          <w:iCs/>
          <w:color w:val="071320"/>
          <w:sz w:val="26"/>
        </w:rPr>
        <w:t xml:space="preserve"> because profit </w:t>
      </w:r>
      <w:r w:rsidRPr="00F964BA">
        <w:rPr>
          <w:rFonts w:eastAsia="Times New Roman"/>
          <w:b/>
          <w:iCs/>
          <w:color w:val="071320"/>
          <w:sz w:val="26"/>
          <w:u w:val="single"/>
        </w:rPr>
        <w:t>requires</w:t>
      </w:r>
      <w:r w:rsidRPr="00F964BA">
        <w:rPr>
          <w:rFonts w:eastAsia="Times New Roman"/>
          <w:b/>
          <w:iCs/>
          <w:color w:val="071320"/>
          <w:sz w:val="26"/>
        </w:rPr>
        <w:t xml:space="preserve"> extracting surplus value from the working class. </w:t>
      </w:r>
    </w:p>
    <w:p w14:paraId="29079AC7" w14:textId="77777777" w:rsidR="0045430C" w:rsidRPr="00F964BA" w:rsidRDefault="0045430C" w:rsidP="0045430C">
      <w:pPr>
        <w:keepNext/>
        <w:keepLines/>
        <w:spacing w:before="40" w:after="0"/>
        <w:outlineLvl w:val="3"/>
        <w:rPr>
          <w:rFonts w:eastAsia="Times New Roman"/>
          <w:b/>
          <w:iCs/>
          <w:sz w:val="26"/>
          <w:u w:val="single"/>
        </w:rPr>
      </w:pPr>
      <w:r w:rsidRPr="00F964BA">
        <w:rPr>
          <w:rFonts w:eastAsia="Times New Roman"/>
          <w:b/>
          <w:iCs/>
          <w:sz w:val="26"/>
        </w:rPr>
        <w:t xml:space="preserve">6. Strengthening CBR </w:t>
      </w:r>
      <w:r w:rsidRPr="00F964BA">
        <w:rPr>
          <w:rFonts w:eastAsia="Times New Roman"/>
          <w:b/>
          <w:iCs/>
          <w:sz w:val="26"/>
          <w:u w:val="single"/>
        </w:rPr>
        <w:t>quells</w:t>
      </w:r>
      <w:r w:rsidRPr="00F964BA">
        <w:rPr>
          <w:rFonts w:eastAsia="Times New Roman"/>
          <w:b/>
          <w:iCs/>
          <w:sz w:val="26"/>
        </w:rPr>
        <w:t xml:space="preserve"> the momentum necessary for genuine labor power. NLRA collapse creates the </w:t>
      </w:r>
      <w:r w:rsidRPr="00F964BA">
        <w:rPr>
          <w:rFonts w:eastAsia="Times New Roman"/>
          <w:b/>
          <w:iCs/>
          <w:sz w:val="26"/>
          <w:u w:val="single"/>
        </w:rPr>
        <w:t>conditions</w:t>
      </w:r>
      <w:r w:rsidRPr="00F964BA">
        <w:rPr>
          <w:rFonts w:eastAsia="Times New Roman"/>
          <w:b/>
          <w:iCs/>
          <w:sz w:val="26"/>
        </w:rPr>
        <w:t xml:space="preserve"> for that now.</w:t>
      </w:r>
    </w:p>
    <w:p w14:paraId="23C98D93" w14:textId="77777777" w:rsidR="0045430C" w:rsidRPr="00F964BA" w:rsidRDefault="0045430C" w:rsidP="0045430C">
      <w:pPr>
        <w:rPr>
          <w:rFonts w:eastAsia="Aptos"/>
        </w:rPr>
      </w:pPr>
      <w:r w:rsidRPr="00F964BA">
        <w:rPr>
          <w:rFonts w:eastAsia="Aptos"/>
        </w:rPr>
        <w:t xml:space="preserve">Alvin </w:t>
      </w:r>
      <w:r w:rsidRPr="00F964BA">
        <w:rPr>
          <w:rFonts w:eastAsia="Aptos"/>
          <w:b/>
          <w:bCs/>
          <w:sz w:val="26"/>
        </w:rPr>
        <w:t>Velazquez 25</w:t>
      </w:r>
      <w:r w:rsidRPr="00F964BA">
        <w:rPr>
          <w:rFonts w:eastAsia="Aptos"/>
        </w:rPr>
        <w:t>, Law at Indiana University, "The Death of Labor Law and the Rebirth of the Labor Movement," Legal Studies Research Paper Series, Research Paper Number 543, pp. 43-47</w:t>
      </w:r>
    </w:p>
    <w:p w14:paraId="06490C9C" w14:textId="77777777" w:rsidR="0045430C" w:rsidRPr="00F964BA" w:rsidRDefault="0045430C" w:rsidP="0045430C">
      <w:pPr>
        <w:rPr>
          <w:rFonts w:eastAsia="Aptos"/>
          <w:sz w:val="16"/>
        </w:rPr>
      </w:pPr>
      <w:r w:rsidRPr="00F964BA">
        <w:rPr>
          <w:rFonts w:eastAsia="Aptos"/>
          <w:sz w:val="16"/>
        </w:rPr>
        <w:t xml:space="preserve">A. </w:t>
      </w:r>
      <w:r w:rsidRPr="00F964BA">
        <w:rPr>
          <w:rFonts w:eastAsia="Aptos"/>
          <w:u w:val="single"/>
        </w:rPr>
        <w:t xml:space="preserve">Strife as a </w:t>
      </w:r>
      <w:r w:rsidRPr="00F964BA">
        <w:rPr>
          <w:rFonts w:eastAsia="Aptos"/>
          <w:iCs/>
          <w:u w:val="single"/>
          <w:bdr w:val="single" w:sz="8" w:space="0" w:color="auto"/>
        </w:rPr>
        <w:t>Precondition</w:t>
      </w:r>
      <w:r w:rsidRPr="00F964BA">
        <w:rPr>
          <w:rFonts w:eastAsia="Aptos"/>
          <w:u w:val="single"/>
        </w:rPr>
        <w:t xml:space="preserve"> for </w:t>
      </w:r>
      <w:r w:rsidRPr="00F964BA">
        <w:rPr>
          <w:rFonts w:eastAsia="Aptos"/>
          <w:iCs/>
          <w:u w:val="single"/>
          <w:bdr w:val="single" w:sz="8" w:space="0" w:color="auto"/>
        </w:rPr>
        <w:t>Worker Insurgency</w:t>
      </w:r>
    </w:p>
    <w:p w14:paraId="3B7565BC" w14:textId="77777777" w:rsidR="0045430C" w:rsidRPr="00F964BA" w:rsidRDefault="0045430C" w:rsidP="0045430C">
      <w:pPr>
        <w:rPr>
          <w:rFonts w:eastAsia="Aptos"/>
          <w:sz w:val="16"/>
        </w:rPr>
      </w:pPr>
      <w:r w:rsidRPr="00F964BA">
        <w:rPr>
          <w:rFonts w:eastAsia="Aptos"/>
          <w:u w:val="single"/>
        </w:rPr>
        <w:t xml:space="preserve">It is easy to construct a </w:t>
      </w:r>
      <w:r w:rsidRPr="00F964BA">
        <w:rPr>
          <w:rFonts w:eastAsia="Aptos"/>
          <w:iCs/>
          <w:u w:val="single"/>
          <w:bdr w:val="single" w:sz="8" w:space="0" w:color="auto"/>
        </w:rPr>
        <w:t>narrative of valor</w:t>
      </w:r>
      <w:r w:rsidRPr="00F964BA">
        <w:rPr>
          <w:rFonts w:eastAsia="Aptos"/>
          <w:sz w:val="16"/>
        </w:rPr>
        <w:t xml:space="preserve"> </w:t>
      </w:r>
      <w:r w:rsidRPr="00F964BA">
        <w:rPr>
          <w:rFonts w:eastAsia="Aptos"/>
          <w:u w:val="single"/>
        </w:rPr>
        <w:t xml:space="preserve">from the struggles workers face getting employers to </w:t>
      </w:r>
      <w:r w:rsidRPr="00F964BA">
        <w:rPr>
          <w:rFonts w:eastAsia="Aptos"/>
          <w:iCs/>
          <w:u w:val="single"/>
          <w:bdr w:val="single" w:sz="8" w:space="0" w:color="auto"/>
        </w:rPr>
        <w:t>bargain in good faith</w:t>
      </w:r>
      <w:r w:rsidRPr="00F964BA">
        <w:rPr>
          <w:rFonts w:eastAsia="Aptos"/>
          <w:sz w:val="16"/>
        </w:rPr>
        <w:t xml:space="preserve"> or losing in court. </w:t>
      </w:r>
      <w:r w:rsidRPr="00F964BA">
        <w:rPr>
          <w:rFonts w:eastAsia="Aptos"/>
          <w:u w:val="single"/>
        </w:rPr>
        <w:t>This Article’s message is different</w:t>
      </w:r>
      <w:r w:rsidRPr="00F964BA">
        <w:rPr>
          <w:rFonts w:eastAsia="Aptos"/>
          <w:sz w:val="16"/>
        </w:rPr>
        <w:t xml:space="preserve">. </w:t>
      </w:r>
      <w:r w:rsidRPr="00F964BA">
        <w:rPr>
          <w:rFonts w:eastAsia="Aptos"/>
          <w:u w:val="single"/>
        </w:rPr>
        <w:t xml:space="preserve">This Section recasts the aims of the </w:t>
      </w:r>
      <w:r w:rsidRPr="00F964BA">
        <w:rPr>
          <w:rFonts w:eastAsia="Aptos"/>
          <w:highlight w:val="cyan"/>
          <w:u w:val="single"/>
        </w:rPr>
        <w:t>defeat</w:t>
      </w:r>
      <w:r w:rsidRPr="00F964BA">
        <w:rPr>
          <w:rFonts w:eastAsia="Aptos"/>
          <w:u w:val="single"/>
        </w:rPr>
        <w:t>ed actors</w:t>
      </w:r>
      <w:r w:rsidRPr="00F964BA">
        <w:rPr>
          <w:rFonts w:eastAsia="Aptos"/>
          <w:sz w:val="16"/>
        </w:rPr>
        <w:t xml:space="preserve"> </w:t>
      </w:r>
      <w:r w:rsidRPr="00F964BA">
        <w:rPr>
          <w:rFonts w:eastAsia="Aptos"/>
          <w:u w:val="single"/>
        </w:rPr>
        <w:t xml:space="preserve">and </w:t>
      </w:r>
      <w:r w:rsidRPr="00F964BA">
        <w:rPr>
          <w:rFonts w:eastAsia="Aptos"/>
          <w:iCs/>
          <w:highlight w:val="cyan"/>
          <w:u w:val="single"/>
          <w:bdr w:val="single" w:sz="8" w:space="0" w:color="auto"/>
        </w:rPr>
        <w:t>encourages them</w:t>
      </w:r>
      <w:r w:rsidRPr="00F964BA">
        <w:rPr>
          <w:rFonts w:eastAsia="Aptos"/>
          <w:sz w:val="16"/>
          <w:highlight w:val="cyan"/>
        </w:rPr>
        <w:t xml:space="preserve"> </w:t>
      </w:r>
      <w:r w:rsidRPr="00F964BA">
        <w:rPr>
          <w:rFonts w:eastAsia="Aptos"/>
          <w:highlight w:val="cyan"/>
          <w:u w:val="single"/>
        </w:rPr>
        <w:t>to</w:t>
      </w:r>
      <w:r w:rsidRPr="00F964BA">
        <w:rPr>
          <w:rFonts w:eastAsia="Aptos"/>
          <w:u w:val="single"/>
        </w:rPr>
        <w:t xml:space="preserve"> use the tools </w:t>
      </w:r>
      <w:r w:rsidRPr="00F964BA">
        <w:rPr>
          <w:rFonts w:eastAsia="Aptos"/>
          <w:iCs/>
          <w:u w:val="single"/>
          <w:bdr w:val="single" w:sz="8" w:space="0" w:color="auto"/>
        </w:rPr>
        <w:t>they still have available</w:t>
      </w:r>
      <w:r w:rsidRPr="00F964BA">
        <w:rPr>
          <w:rFonts w:eastAsia="Aptos"/>
          <w:sz w:val="16"/>
        </w:rPr>
        <w:t xml:space="preserve"> </w:t>
      </w:r>
      <w:r w:rsidRPr="00F964BA">
        <w:rPr>
          <w:rFonts w:eastAsia="Aptos"/>
          <w:u w:val="single"/>
        </w:rPr>
        <w:t>for constructing either “</w:t>
      </w:r>
      <w:r w:rsidRPr="00F964BA">
        <w:rPr>
          <w:rFonts w:eastAsia="Aptos"/>
          <w:iCs/>
          <w:u w:val="single"/>
          <w:bdr w:val="single" w:sz="8" w:space="0" w:color="auto"/>
        </w:rPr>
        <w:t>countervailing power</w:t>
      </w:r>
      <w:r w:rsidRPr="00F964BA">
        <w:rPr>
          <w:rFonts w:eastAsia="Aptos"/>
          <w:sz w:val="16"/>
        </w:rPr>
        <w:t xml:space="preserve">”213 </w:t>
      </w:r>
      <w:r w:rsidRPr="00F964BA">
        <w:rPr>
          <w:rFonts w:eastAsia="Aptos"/>
          <w:u w:val="single"/>
        </w:rPr>
        <w:t>or</w:t>
      </w:r>
      <w:r w:rsidRPr="00F964BA">
        <w:rPr>
          <w:rFonts w:eastAsia="Aptos"/>
          <w:sz w:val="16"/>
        </w:rPr>
        <w:t xml:space="preserve">, alternatively, </w:t>
      </w:r>
      <w:r w:rsidRPr="00F964BA">
        <w:rPr>
          <w:rFonts w:eastAsia="Aptos"/>
          <w:highlight w:val="cyan"/>
          <w:u w:val="single"/>
        </w:rPr>
        <w:t>a social movement to</w:t>
      </w:r>
      <w:r w:rsidRPr="00F964BA">
        <w:rPr>
          <w:rFonts w:eastAsia="Aptos"/>
          <w:u w:val="single"/>
        </w:rPr>
        <w:t xml:space="preserve"> inform the </w:t>
      </w:r>
      <w:r w:rsidRPr="00F964BA">
        <w:rPr>
          <w:rFonts w:eastAsia="Aptos"/>
          <w:iCs/>
          <w:highlight w:val="cyan"/>
          <w:u w:val="single"/>
          <w:bdr w:val="single" w:sz="8" w:space="0" w:color="auto"/>
        </w:rPr>
        <w:t>reconstruct</w:t>
      </w:r>
      <w:r w:rsidRPr="00F964BA">
        <w:rPr>
          <w:rFonts w:eastAsia="Aptos"/>
          <w:iCs/>
          <w:u w:val="single"/>
          <w:bdr w:val="single" w:sz="8" w:space="0" w:color="auto"/>
        </w:rPr>
        <w:t xml:space="preserve">ion of labor </w:t>
      </w:r>
      <w:r w:rsidRPr="00F964BA">
        <w:rPr>
          <w:rFonts w:eastAsia="Aptos"/>
          <w:iCs/>
          <w:highlight w:val="cyan"/>
          <w:u w:val="single"/>
          <w:bdr w:val="single" w:sz="8" w:space="0" w:color="auto"/>
        </w:rPr>
        <w:t>unions</w:t>
      </w:r>
      <w:r w:rsidRPr="00F964BA">
        <w:rPr>
          <w:rFonts w:eastAsia="Aptos"/>
          <w:sz w:val="16"/>
          <w:highlight w:val="cyan"/>
        </w:rPr>
        <w:t xml:space="preserve"> </w:t>
      </w:r>
      <w:r w:rsidRPr="00F964BA">
        <w:rPr>
          <w:rFonts w:eastAsia="Aptos"/>
          <w:highlight w:val="cyan"/>
          <w:u w:val="single"/>
        </w:rPr>
        <w:t>and</w:t>
      </w:r>
      <w:r w:rsidRPr="00F964BA">
        <w:rPr>
          <w:rFonts w:eastAsia="Aptos"/>
          <w:u w:val="single"/>
        </w:rPr>
        <w:t xml:space="preserve"> their </w:t>
      </w:r>
      <w:r w:rsidRPr="00F964BA">
        <w:rPr>
          <w:rFonts w:eastAsia="Aptos"/>
          <w:iCs/>
          <w:highlight w:val="cyan"/>
          <w:u w:val="single"/>
          <w:bdr w:val="single" w:sz="8" w:space="0" w:color="auto"/>
        </w:rPr>
        <w:t>relationship to capital</w:t>
      </w:r>
      <w:r w:rsidRPr="00F964BA">
        <w:rPr>
          <w:rFonts w:eastAsia="Aptos"/>
          <w:u w:val="single"/>
        </w:rPr>
        <w:t>.</w:t>
      </w:r>
      <w:r w:rsidRPr="00F964BA">
        <w:rPr>
          <w:rFonts w:eastAsia="Aptos"/>
          <w:sz w:val="16"/>
        </w:rPr>
        <w:t xml:space="preserve">214 </w:t>
      </w:r>
      <w:r w:rsidRPr="00F964BA">
        <w:rPr>
          <w:rFonts w:eastAsia="Aptos"/>
          <w:highlight w:val="cyan"/>
          <w:u w:val="single"/>
        </w:rPr>
        <w:t>Strife</w:t>
      </w:r>
      <w:r w:rsidRPr="00F964BA">
        <w:rPr>
          <w:rFonts w:eastAsia="Aptos"/>
          <w:sz w:val="16"/>
          <w:highlight w:val="cyan"/>
        </w:rPr>
        <w:t xml:space="preserve"> </w:t>
      </w:r>
      <w:r w:rsidRPr="00F964BA">
        <w:rPr>
          <w:rFonts w:eastAsia="Aptos"/>
          <w:highlight w:val="cyan"/>
          <w:u w:val="single"/>
        </w:rPr>
        <w:t>is</w:t>
      </w:r>
      <w:r w:rsidRPr="00F964BA">
        <w:rPr>
          <w:rFonts w:eastAsia="Aptos"/>
          <w:u w:val="single"/>
        </w:rPr>
        <w:t xml:space="preserve"> an </w:t>
      </w:r>
      <w:r w:rsidRPr="00F964BA">
        <w:rPr>
          <w:rFonts w:eastAsia="Aptos"/>
          <w:iCs/>
          <w:u w:val="single"/>
          <w:bdr w:val="single" w:sz="8" w:space="0" w:color="auto"/>
        </w:rPr>
        <w:t>unfortunate</w:t>
      </w:r>
      <w:r w:rsidRPr="00F964BA">
        <w:rPr>
          <w:rFonts w:eastAsia="Aptos"/>
          <w:sz w:val="16"/>
        </w:rPr>
        <w:t xml:space="preserve">, </w:t>
      </w:r>
      <w:r w:rsidRPr="00F964BA">
        <w:rPr>
          <w:rFonts w:eastAsia="Aptos"/>
          <w:u w:val="single"/>
        </w:rPr>
        <w:t>but</w:t>
      </w:r>
      <w:r w:rsidRPr="00F964BA">
        <w:rPr>
          <w:rFonts w:eastAsia="Aptos"/>
          <w:sz w:val="16"/>
        </w:rPr>
        <w:t xml:space="preserve"> </w:t>
      </w:r>
      <w:r w:rsidRPr="00F964BA">
        <w:rPr>
          <w:rFonts w:eastAsia="Aptos"/>
          <w:iCs/>
          <w:highlight w:val="cyan"/>
          <w:u w:val="single"/>
          <w:bdr w:val="single" w:sz="8" w:space="0" w:color="auto"/>
        </w:rPr>
        <w:t>key component</w:t>
      </w:r>
      <w:r w:rsidRPr="00F964BA">
        <w:rPr>
          <w:rFonts w:eastAsia="Aptos"/>
          <w:sz w:val="16"/>
        </w:rPr>
        <w:t xml:space="preserve"> </w:t>
      </w:r>
      <w:r w:rsidRPr="00F964BA">
        <w:rPr>
          <w:rFonts w:eastAsia="Aptos"/>
          <w:highlight w:val="cyan"/>
          <w:u w:val="single"/>
        </w:rPr>
        <w:t>of</w:t>
      </w:r>
      <w:r w:rsidRPr="00F964BA">
        <w:rPr>
          <w:rFonts w:eastAsia="Aptos"/>
          <w:sz w:val="16"/>
        </w:rPr>
        <w:t xml:space="preserve"> labor law and </w:t>
      </w:r>
      <w:r w:rsidRPr="00F964BA">
        <w:rPr>
          <w:rFonts w:eastAsia="Aptos"/>
          <w:u w:val="single"/>
        </w:rPr>
        <w:t xml:space="preserve">labor </w:t>
      </w:r>
      <w:r w:rsidRPr="00F964BA">
        <w:rPr>
          <w:rFonts w:eastAsia="Aptos"/>
          <w:highlight w:val="cyan"/>
          <w:u w:val="single"/>
        </w:rPr>
        <w:t>organizing</w:t>
      </w:r>
      <w:r w:rsidRPr="00F964BA">
        <w:rPr>
          <w:rFonts w:eastAsia="Aptos"/>
          <w:sz w:val="16"/>
        </w:rPr>
        <w:t xml:space="preserve">, </w:t>
      </w:r>
      <w:r w:rsidRPr="00F964BA">
        <w:rPr>
          <w:rFonts w:eastAsia="Aptos"/>
          <w:u w:val="single"/>
        </w:rPr>
        <w:t>and</w:t>
      </w:r>
      <w:r w:rsidRPr="00F964BA">
        <w:rPr>
          <w:rFonts w:eastAsia="Aptos"/>
          <w:sz w:val="16"/>
        </w:rPr>
        <w:t xml:space="preserve"> </w:t>
      </w:r>
      <w:r w:rsidRPr="00F964BA">
        <w:rPr>
          <w:rFonts w:eastAsia="Aptos"/>
          <w:highlight w:val="cyan"/>
          <w:u w:val="single"/>
        </w:rPr>
        <w:t>courts</w:t>
      </w:r>
      <w:r w:rsidRPr="00F964BA">
        <w:rPr>
          <w:rFonts w:eastAsia="Aptos"/>
          <w:u w:val="single"/>
        </w:rPr>
        <w:t xml:space="preserve"> have been </w:t>
      </w:r>
      <w:r w:rsidRPr="00F964BA">
        <w:rPr>
          <w:rFonts w:eastAsia="Aptos"/>
          <w:iCs/>
          <w:highlight w:val="cyan"/>
          <w:u w:val="single"/>
          <w:bdr w:val="single" w:sz="8" w:space="0" w:color="auto"/>
        </w:rPr>
        <w:t>quell</w:t>
      </w:r>
      <w:r w:rsidRPr="00F964BA">
        <w:rPr>
          <w:rFonts w:eastAsia="Aptos"/>
          <w:iCs/>
          <w:u w:val="single"/>
          <w:bdr w:val="single" w:sz="8" w:space="0" w:color="auto"/>
        </w:rPr>
        <w:t xml:space="preserve">ing labor </w:t>
      </w:r>
      <w:r w:rsidRPr="00F964BA">
        <w:rPr>
          <w:rFonts w:eastAsia="Aptos"/>
          <w:iCs/>
          <w:highlight w:val="cyan"/>
          <w:u w:val="single"/>
          <w:bdr w:val="single" w:sz="8" w:space="0" w:color="auto"/>
        </w:rPr>
        <w:t>strife</w:t>
      </w:r>
      <w:r w:rsidRPr="00F964BA">
        <w:rPr>
          <w:rFonts w:eastAsia="Aptos"/>
          <w:sz w:val="16"/>
        </w:rPr>
        <w:t xml:space="preserve"> and its role for an expanded understanding of labor peace.215 Duff aptly states that “[</w:t>
      </w:r>
      <w:r w:rsidRPr="00F964BA">
        <w:rPr>
          <w:rFonts w:eastAsia="Aptos"/>
          <w:highlight w:val="cyan"/>
          <w:u w:val="single"/>
        </w:rPr>
        <w:t>o]nly</w:t>
      </w:r>
      <w:r w:rsidRPr="00F964BA">
        <w:rPr>
          <w:rFonts w:eastAsia="Aptos"/>
          <w:u w:val="single"/>
        </w:rPr>
        <w:t xml:space="preserve"> the </w:t>
      </w:r>
      <w:r w:rsidRPr="00F964BA">
        <w:rPr>
          <w:rFonts w:eastAsia="Aptos"/>
          <w:highlight w:val="cyan"/>
          <w:u w:val="single"/>
        </w:rPr>
        <w:t>passion</w:t>
      </w:r>
      <w:r w:rsidRPr="00F964BA">
        <w:rPr>
          <w:rFonts w:eastAsia="Aptos"/>
          <w:u w:val="single"/>
        </w:rPr>
        <w:t xml:space="preserve"> engendered by [</w:t>
      </w:r>
      <w:r w:rsidRPr="00F964BA">
        <w:rPr>
          <w:rFonts w:eastAsia="Aptos"/>
          <w:iCs/>
          <w:u w:val="single"/>
          <w:bdr w:val="single" w:sz="8" w:space="0" w:color="auto"/>
        </w:rPr>
        <w:t>vigorous</w:t>
      </w:r>
      <w:r w:rsidRPr="00F964BA">
        <w:rPr>
          <w:rFonts w:eastAsia="Aptos"/>
          <w:u w:val="single"/>
        </w:rPr>
        <w:t xml:space="preserve"> union]</w:t>
      </w:r>
      <w:r w:rsidRPr="00F964BA">
        <w:rPr>
          <w:rFonts w:eastAsia="Aptos"/>
          <w:sz w:val="16"/>
        </w:rPr>
        <w:t xml:space="preserve"> </w:t>
      </w:r>
      <w:r w:rsidRPr="00F964BA">
        <w:rPr>
          <w:rFonts w:eastAsia="Aptos"/>
          <w:iCs/>
          <w:u w:val="single"/>
          <w:bdr w:val="single" w:sz="8" w:space="0" w:color="auto"/>
        </w:rPr>
        <w:t>campaigns</w:t>
      </w:r>
      <w:r w:rsidRPr="00F964BA">
        <w:rPr>
          <w:rFonts w:eastAsia="Aptos"/>
          <w:sz w:val="16"/>
        </w:rPr>
        <w:t xml:space="preserve"> </w:t>
      </w:r>
      <w:r w:rsidRPr="00F964BA">
        <w:rPr>
          <w:rFonts w:eastAsia="Aptos"/>
          <w:highlight w:val="cyan"/>
          <w:u w:val="single"/>
        </w:rPr>
        <w:t>will</w:t>
      </w:r>
      <w:r w:rsidRPr="00F964BA">
        <w:rPr>
          <w:rFonts w:eastAsia="Aptos"/>
          <w:sz w:val="16"/>
          <w:highlight w:val="cyan"/>
        </w:rPr>
        <w:t xml:space="preserve"> </w:t>
      </w:r>
      <w:r w:rsidRPr="00F964BA">
        <w:rPr>
          <w:rFonts w:eastAsia="Aptos"/>
          <w:highlight w:val="cyan"/>
          <w:u w:val="single"/>
        </w:rPr>
        <w:t>produce</w:t>
      </w:r>
      <w:r w:rsidRPr="00F964BA">
        <w:rPr>
          <w:rFonts w:eastAsia="Aptos"/>
          <w:u w:val="single"/>
        </w:rPr>
        <w:t xml:space="preserve"> a labor </w:t>
      </w:r>
      <w:r w:rsidRPr="00F964BA">
        <w:rPr>
          <w:rFonts w:eastAsia="Aptos"/>
          <w:highlight w:val="cyan"/>
          <w:u w:val="single"/>
        </w:rPr>
        <w:t>movement capable of</w:t>
      </w:r>
      <w:r w:rsidRPr="00F964BA">
        <w:rPr>
          <w:rFonts w:eastAsia="Aptos"/>
          <w:u w:val="single"/>
        </w:rPr>
        <w:t xml:space="preserve"> developing and executing </w:t>
      </w:r>
      <w:r w:rsidRPr="00F964BA">
        <w:rPr>
          <w:rFonts w:eastAsia="Aptos"/>
          <w:iCs/>
          <w:highlight w:val="cyan"/>
          <w:u w:val="single"/>
          <w:bdr w:val="single" w:sz="8" w:space="0" w:color="auto"/>
        </w:rPr>
        <w:t>tumultuous</w:t>
      </w:r>
      <w:r w:rsidRPr="00F964BA">
        <w:rPr>
          <w:rFonts w:eastAsia="Aptos"/>
          <w:sz w:val="16"/>
          <w:highlight w:val="cyan"/>
        </w:rPr>
        <w:t xml:space="preserve"> </w:t>
      </w:r>
      <w:r w:rsidRPr="00F964BA">
        <w:rPr>
          <w:rFonts w:eastAsia="Aptos"/>
          <w:iCs/>
          <w:highlight w:val="cyan"/>
          <w:u w:val="single"/>
          <w:bdr w:val="single" w:sz="8" w:space="0" w:color="auto"/>
        </w:rPr>
        <w:t>economic weapons</w:t>
      </w:r>
      <w:r w:rsidRPr="00F964BA">
        <w:rPr>
          <w:rFonts w:eastAsia="Aptos"/>
          <w:sz w:val="16"/>
        </w:rPr>
        <w:t>. . . . The potential for the creation of tumult is the sine qua non of a bona fide labor law.”216 LeClercq draws on movement theory to explain how strife starts in the workplace, and she joins Sachs and Rogers in noting that law changes the risk calculations for individual workers. The stronger the law is, the more likely workers are to act.217 LeClercq further argues for using a doctrinal framework to accommodate strife within modern labor law, including in nonunionized settings.218</w:t>
      </w:r>
    </w:p>
    <w:p w14:paraId="21CCA574" w14:textId="77777777" w:rsidR="0045430C" w:rsidRPr="00F964BA" w:rsidRDefault="0045430C" w:rsidP="0045430C">
      <w:pPr>
        <w:rPr>
          <w:rFonts w:eastAsia="Aptos"/>
          <w:sz w:val="16"/>
        </w:rPr>
      </w:pPr>
      <w:r w:rsidRPr="00F964BA">
        <w:rPr>
          <w:rFonts w:eastAsia="Aptos"/>
          <w:u w:val="single"/>
        </w:rPr>
        <w:t>The negative of this insight regarding risk is true as well.</w:t>
      </w:r>
      <w:r w:rsidRPr="00F964BA">
        <w:rPr>
          <w:rFonts w:eastAsia="Aptos"/>
          <w:sz w:val="16"/>
        </w:rPr>
        <w:t xml:space="preserve"> </w:t>
      </w:r>
      <w:r w:rsidRPr="00F964BA">
        <w:rPr>
          <w:rFonts w:eastAsia="Aptos"/>
          <w:highlight w:val="cyan"/>
          <w:u w:val="single"/>
        </w:rPr>
        <w:t>If law is</w:t>
      </w:r>
      <w:r w:rsidRPr="00F964BA">
        <w:rPr>
          <w:rFonts w:eastAsia="Aptos"/>
          <w:u w:val="single"/>
        </w:rPr>
        <w:t xml:space="preserve"> </w:t>
      </w:r>
      <w:r w:rsidRPr="00F964BA">
        <w:rPr>
          <w:rFonts w:eastAsia="Aptos"/>
          <w:iCs/>
          <w:u w:val="single"/>
          <w:bdr w:val="single" w:sz="8" w:space="0" w:color="auto"/>
        </w:rPr>
        <w:t xml:space="preserve">too </w:t>
      </w:r>
      <w:r w:rsidRPr="00F964BA">
        <w:rPr>
          <w:rFonts w:eastAsia="Aptos"/>
          <w:iCs/>
          <w:highlight w:val="cyan"/>
          <w:u w:val="single"/>
          <w:bdr w:val="single" w:sz="8" w:space="0" w:color="auto"/>
        </w:rPr>
        <w:t>weak</w:t>
      </w:r>
      <w:r w:rsidRPr="00F964BA">
        <w:rPr>
          <w:rFonts w:eastAsia="Aptos"/>
          <w:sz w:val="16"/>
        </w:rPr>
        <w:t xml:space="preserve">, </w:t>
      </w:r>
      <w:r w:rsidRPr="00F964BA">
        <w:rPr>
          <w:rFonts w:eastAsia="Aptos"/>
          <w:u w:val="single"/>
        </w:rPr>
        <w:t xml:space="preserve">then </w:t>
      </w:r>
      <w:r w:rsidRPr="00F964BA">
        <w:rPr>
          <w:rFonts w:eastAsia="Aptos"/>
          <w:highlight w:val="cyan"/>
          <w:u w:val="single"/>
        </w:rPr>
        <w:t xml:space="preserve">workers are likely to </w:t>
      </w:r>
      <w:r w:rsidRPr="00F964BA">
        <w:rPr>
          <w:rFonts w:eastAsia="Aptos"/>
          <w:iCs/>
          <w:highlight w:val="cyan"/>
          <w:u w:val="single"/>
          <w:bdr w:val="single" w:sz="8" w:space="0" w:color="auto"/>
        </w:rPr>
        <w:t>rebel against</w:t>
      </w:r>
      <w:r w:rsidRPr="00F964BA">
        <w:rPr>
          <w:rFonts w:eastAsia="Aptos"/>
          <w:iCs/>
          <w:u w:val="single"/>
          <w:bdr w:val="single" w:sz="8" w:space="0" w:color="auto"/>
        </w:rPr>
        <w:t xml:space="preserve"> it</w:t>
      </w:r>
      <w:r w:rsidRPr="00F964BA">
        <w:rPr>
          <w:rFonts w:eastAsia="Aptos"/>
          <w:u w:val="single"/>
        </w:rPr>
        <w:t xml:space="preserve"> </w:t>
      </w:r>
      <w:r w:rsidRPr="00F964BA">
        <w:rPr>
          <w:rFonts w:eastAsia="Aptos"/>
          <w:highlight w:val="cyan"/>
          <w:u w:val="single"/>
        </w:rPr>
        <w:t>and</w:t>
      </w:r>
      <w:r w:rsidRPr="00F964BA">
        <w:rPr>
          <w:rFonts w:eastAsia="Aptos"/>
          <w:sz w:val="16"/>
          <w:highlight w:val="cyan"/>
        </w:rPr>
        <w:t xml:space="preserve"> </w:t>
      </w:r>
      <w:r w:rsidRPr="00F964BA">
        <w:rPr>
          <w:rFonts w:eastAsia="Aptos"/>
          <w:iCs/>
          <w:highlight w:val="cyan"/>
          <w:u w:val="single"/>
          <w:bdr w:val="single" w:sz="8" w:space="0" w:color="auto"/>
        </w:rPr>
        <w:t>mobilize</w:t>
      </w:r>
      <w:r w:rsidRPr="00F964BA">
        <w:rPr>
          <w:rFonts w:eastAsia="Aptos"/>
          <w:sz w:val="16"/>
        </w:rPr>
        <w:t xml:space="preserve"> </w:t>
      </w:r>
      <w:r w:rsidRPr="00F964BA">
        <w:rPr>
          <w:rFonts w:eastAsia="Aptos"/>
          <w:u w:val="single"/>
        </w:rPr>
        <w:t xml:space="preserve">once they realize they believe they have </w:t>
      </w:r>
      <w:r w:rsidRPr="00F964BA">
        <w:rPr>
          <w:rFonts w:eastAsia="Aptos"/>
          <w:iCs/>
          <w:u w:val="single"/>
          <w:bdr w:val="single" w:sz="8" w:space="0" w:color="auto"/>
        </w:rPr>
        <w:t>nothing to lose</w:t>
      </w:r>
      <w:r w:rsidRPr="00F964BA">
        <w:rPr>
          <w:rFonts w:eastAsia="Aptos"/>
          <w:sz w:val="16"/>
        </w:rPr>
        <w:t xml:space="preserve">. Similarly, </w:t>
      </w:r>
      <w:r w:rsidRPr="00F964BA">
        <w:rPr>
          <w:rFonts w:eastAsia="Aptos"/>
          <w:u w:val="single"/>
        </w:rPr>
        <w:t>if labor organizations</w:t>
      </w:r>
      <w:r w:rsidRPr="00F964BA">
        <w:rPr>
          <w:rFonts w:eastAsia="Aptos"/>
          <w:sz w:val="16"/>
        </w:rPr>
        <w:t xml:space="preserve"> such as unions </w:t>
      </w:r>
      <w:r w:rsidRPr="00F964BA">
        <w:rPr>
          <w:rFonts w:eastAsia="Aptos"/>
          <w:u w:val="single"/>
        </w:rPr>
        <w:t>have nothing to lose, then</w:t>
      </w:r>
      <w:r w:rsidRPr="00F964BA">
        <w:rPr>
          <w:rFonts w:eastAsia="Aptos"/>
          <w:sz w:val="16"/>
        </w:rPr>
        <w:t xml:space="preserve"> </w:t>
      </w:r>
      <w:r w:rsidRPr="00F964BA">
        <w:rPr>
          <w:rFonts w:eastAsia="Aptos"/>
          <w:u w:val="single"/>
        </w:rPr>
        <w:t xml:space="preserve">they too have </w:t>
      </w:r>
      <w:r w:rsidRPr="00F964BA">
        <w:rPr>
          <w:rFonts w:eastAsia="Aptos"/>
          <w:iCs/>
          <w:u w:val="single"/>
          <w:bdr w:val="single" w:sz="8" w:space="0" w:color="auto"/>
        </w:rPr>
        <w:t>plenty of incentive to act</w:t>
      </w:r>
      <w:r w:rsidRPr="00F964BA">
        <w:rPr>
          <w:rFonts w:eastAsia="Aptos"/>
          <w:sz w:val="16"/>
        </w:rPr>
        <w:t xml:space="preserve">. Additionally, mobilizing youth is key to successful nonviolent movements.219 Polls concerning Gen Z demonstrate that they are  less attached to the workplace as a source of identity than other generations.220 Moreover </w:t>
      </w:r>
      <w:r w:rsidRPr="00F964BA">
        <w:rPr>
          <w:rFonts w:eastAsia="Aptos"/>
          <w:highlight w:val="cyan"/>
          <w:u w:val="single"/>
        </w:rPr>
        <w:t>the Court striking down the NLRA</w:t>
      </w:r>
      <w:r w:rsidRPr="00F964BA">
        <w:rPr>
          <w:rFonts w:eastAsia="Aptos"/>
          <w:u w:val="single"/>
        </w:rPr>
        <w:t xml:space="preserve"> may </w:t>
      </w:r>
      <w:r w:rsidRPr="00F964BA">
        <w:rPr>
          <w:rFonts w:eastAsia="Aptos"/>
          <w:highlight w:val="cyan"/>
          <w:u w:val="single"/>
        </w:rPr>
        <w:t>incentivize</w:t>
      </w:r>
      <w:r w:rsidRPr="00F964BA">
        <w:rPr>
          <w:rFonts w:eastAsia="Aptos"/>
          <w:u w:val="single"/>
        </w:rPr>
        <w:t xml:space="preserve"> </w:t>
      </w:r>
      <w:r w:rsidRPr="00F964BA">
        <w:rPr>
          <w:rFonts w:eastAsia="Aptos"/>
          <w:highlight w:val="cyan"/>
          <w:u w:val="single"/>
        </w:rPr>
        <w:t xml:space="preserve">unions to </w:t>
      </w:r>
      <w:r w:rsidRPr="00F964BA">
        <w:rPr>
          <w:rFonts w:eastAsia="Aptos"/>
          <w:iCs/>
          <w:highlight w:val="cyan"/>
          <w:u w:val="single"/>
          <w:bdr w:val="single" w:sz="8" w:space="0" w:color="auto"/>
        </w:rPr>
        <w:t>change</w:t>
      </w:r>
      <w:r w:rsidRPr="00F964BA">
        <w:rPr>
          <w:rFonts w:eastAsia="Aptos"/>
          <w:iCs/>
          <w:u w:val="single"/>
          <w:bdr w:val="single" w:sz="8" w:space="0" w:color="auto"/>
        </w:rPr>
        <w:t xml:space="preserve"> their </w:t>
      </w:r>
      <w:r w:rsidRPr="00F964BA">
        <w:rPr>
          <w:rFonts w:eastAsia="Aptos"/>
          <w:iCs/>
          <w:highlight w:val="cyan"/>
          <w:u w:val="single"/>
          <w:bdr w:val="single" w:sz="8" w:space="0" w:color="auto"/>
        </w:rPr>
        <w:t>tactics</w:t>
      </w:r>
      <w:r w:rsidRPr="00F964BA">
        <w:rPr>
          <w:rFonts w:eastAsia="Aptos"/>
          <w:sz w:val="16"/>
          <w:highlight w:val="cyan"/>
        </w:rPr>
        <w:t xml:space="preserve"> </w:t>
      </w:r>
      <w:r w:rsidRPr="00F964BA">
        <w:rPr>
          <w:rFonts w:eastAsia="Aptos"/>
          <w:highlight w:val="cyan"/>
          <w:u w:val="single"/>
        </w:rPr>
        <w:t>and</w:t>
      </w:r>
      <w:r w:rsidRPr="00F964BA">
        <w:rPr>
          <w:rFonts w:eastAsia="Aptos"/>
          <w:u w:val="single"/>
        </w:rPr>
        <w:t xml:space="preserve"> their </w:t>
      </w:r>
      <w:r w:rsidRPr="00F964BA">
        <w:rPr>
          <w:rFonts w:eastAsia="Aptos"/>
          <w:iCs/>
          <w:highlight w:val="cyan"/>
          <w:u w:val="single"/>
          <w:bdr w:val="single" w:sz="8" w:space="0" w:color="auto"/>
        </w:rPr>
        <w:t>expenditure</w:t>
      </w:r>
      <w:r w:rsidRPr="00F964BA">
        <w:rPr>
          <w:rFonts w:eastAsia="Aptos"/>
          <w:iCs/>
          <w:u w:val="single"/>
          <w:bdr w:val="single" w:sz="8" w:space="0" w:color="auto"/>
        </w:rPr>
        <w:t xml:space="preserve"> of </w:t>
      </w:r>
      <w:r w:rsidRPr="00F964BA">
        <w:rPr>
          <w:rFonts w:eastAsia="Aptos"/>
          <w:u w:val="single"/>
        </w:rPr>
        <w:t xml:space="preserve">organization </w:t>
      </w:r>
      <w:r w:rsidRPr="00F964BA">
        <w:rPr>
          <w:rFonts w:eastAsia="Aptos"/>
          <w:iCs/>
          <w:u w:val="single"/>
          <w:bdr w:val="single" w:sz="8" w:space="0" w:color="auto"/>
        </w:rPr>
        <w:t>resources</w:t>
      </w:r>
      <w:r w:rsidRPr="00F964BA">
        <w:rPr>
          <w:rFonts w:eastAsia="Aptos"/>
          <w:sz w:val="16"/>
        </w:rPr>
        <w:t xml:space="preserve"> </w:t>
      </w:r>
      <w:r w:rsidRPr="00F964BA">
        <w:rPr>
          <w:rFonts w:eastAsia="Aptos"/>
          <w:u w:val="single"/>
        </w:rPr>
        <w:t xml:space="preserve">because </w:t>
      </w:r>
      <w:r w:rsidRPr="00F964BA">
        <w:rPr>
          <w:rFonts w:eastAsia="Aptos"/>
          <w:highlight w:val="cyan"/>
          <w:u w:val="single"/>
        </w:rPr>
        <w:t>the NLRA will</w:t>
      </w:r>
      <w:r w:rsidRPr="00F964BA">
        <w:rPr>
          <w:rFonts w:eastAsia="Aptos"/>
          <w:sz w:val="16"/>
          <w:highlight w:val="cyan"/>
        </w:rPr>
        <w:t xml:space="preserve"> </w:t>
      </w:r>
      <w:r w:rsidRPr="00F964BA">
        <w:rPr>
          <w:rFonts w:eastAsia="Aptos"/>
          <w:iCs/>
          <w:highlight w:val="cyan"/>
          <w:u w:val="single"/>
          <w:bdr w:val="single" w:sz="8" w:space="0" w:color="auto"/>
        </w:rPr>
        <w:t>no longer inhibit</w:t>
      </w:r>
      <w:r w:rsidRPr="00F964BA">
        <w:rPr>
          <w:rFonts w:eastAsia="Aptos"/>
          <w:sz w:val="16"/>
          <w:highlight w:val="cyan"/>
        </w:rPr>
        <w:t xml:space="preserve"> </w:t>
      </w:r>
      <w:r w:rsidRPr="00F964BA">
        <w:rPr>
          <w:rFonts w:eastAsia="Aptos"/>
          <w:sz w:val="16"/>
        </w:rPr>
        <w:t xml:space="preserve">actions such as </w:t>
      </w:r>
      <w:r w:rsidRPr="00F964BA">
        <w:rPr>
          <w:rFonts w:eastAsia="Aptos"/>
          <w:u w:val="single"/>
        </w:rPr>
        <w:t xml:space="preserve">peaceful recognitional </w:t>
      </w:r>
      <w:r w:rsidRPr="00F964BA">
        <w:rPr>
          <w:rFonts w:eastAsia="Aptos"/>
          <w:iCs/>
          <w:highlight w:val="cyan"/>
          <w:u w:val="single"/>
          <w:bdr w:val="single" w:sz="8" w:space="0" w:color="auto"/>
        </w:rPr>
        <w:t>picketing</w:t>
      </w:r>
      <w:r w:rsidRPr="00F964BA">
        <w:rPr>
          <w:rFonts w:eastAsia="Aptos"/>
          <w:sz w:val="16"/>
        </w:rPr>
        <w:t xml:space="preserve">, </w:t>
      </w:r>
      <w:r w:rsidRPr="00F964BA">
        <w:rPr>
          <w:rFonts w:eastAsia="Aptos"/>
          <w:highlight w:val="cyan"/>
          <w:u w:val="single"/>
        </w:rPr>
        <w:t>and</w:t>
      </w:r>
      <w:r w:rsidRPr="00F964BA">
        <w:rPr>
          <w:rFonts w:eastAsia="Aptos"/>
          <w:sz w:val="16"/>
        </w:rPr>
        <w:t xml:space="preserve"> possibly </w:t>
      </w:r>
      <w:r w:rsidRPr="00F964BA">
        <w:rPr>
          <w:rFonts w:eastAsia="Aptos"/>
          <w:iCs/>
          <w:u w:val="single"/>
          <w:bdr w:val="single" w:sz="8" w:space="0" w:color="auto"/>
        </w:rPr>
        <w:t xml:space="preserve">secondary </w:t>
      </w:r>
      <w:r w:rsidRPr="00F964BA">
        <w:rPr>
          <w:rFonts w:eastAsia="Aptos"/>
          <w:iCs/>
          <w:highlight w:val="cyan"/>
          <w:u w:val="single"/>
          <w:bdr w:val="single" w:sz="8" w:space="0" w:color="auto"/>
        </w:rPr>
        <w:t>boycotts</w:t>
      </w:r>
      <w:r w:rsidRPr="00F964BA">
        <w:rPr>
          <w:rFonts w:eastAsia="Aptos"/>
          <w:sz w:val="16"/>
        </w:rPr>
        <w:t>.221</w:t>
      </w:r>
    </w:p>
    <w:p w14:paraId="27AEA58C" w14:textId="06932C06" w:rsidR="0045430C" w:rsidRPr="0045430C" w:rsidRDefault="0045430C" w:rsidP="0045430C">
      <w:pPr>
        <w:pStyle w:val="Heading4"/>
      </w:pPr>
      <w:r w:rsidRPr="0045430C">
        <w:t xml:space="preserve">7. </w:t>
      </w:r>
      <w:r>
        <w:t xml:space="preserve">No political minority. </w:t>
      </w:r>
      <w:r w:rsidRPr="0045430C">
        <w:t xml:space="preserve">Collective bargaining is not key to widespread participation. Political organizing solves. </w:t>
      </w:r>
    </w:p>
    <w:p w14:paraId="7211B6A3" w14:textId="77777777" w:rsidR="0045430C" w:rsidRPr="0045430C" w:rsidRDefault="0045430C" w:rsidP="0045430C">
      <w:pPr>
        <w:rPr>
          <w:rFonts w:eastAsia="Aptos"/>
        </w:rPr>
      </w:pPr>
      <w:r w:rsidRPr="0045430C">
        <w:rPr>
          <w:rFonts w:eastAsia="Aptos"/>
        </w:rPr>
        <w:t xml:space="preserve">Benjamin I. </w:t>
      </w:r>
      <w:r w:rsidRPr="0045430C">
        <w:rPr>
          <w:rFonts w:eastAsia="Aptos"/>
          <w:b/>
          <w:bCs/>
          <w:sz w:val="26"/>
        </w:rPr>
        <w:t>Sachs 18</w:t>
      </w:r>
      <w:r w:rsidRPr="0045430C">
        <w:rPr>
          <w:rFonts w:eastAsia="Aptos"/>
        </w:rPr>
        <w:t>, Kestnbaum Professor of Labor and Industry at Harvard Law School, "The Unbundled Union: Politics without Collective Bargaining," Law Journal of Social and Labor Relations, vol. 4, 05/01/2018, pp. 16</w:t>
      </w:r>
    </w:p>
    <w:p w14:paraId="2C986FB2" w14:textId="77777777" w:rsidR="0045430C" w:rsidRPr="0045430C" w:rsidRDefault="0045430C" w:rsidP="0045430C">
      <w:pPr>
        <w:rPr>
          <w:rFonts w:eastAsia="Aptos"/>
          <w:sz w:val="16"/>
        </w:rPr>
      </w:pPr>
      <w:r w:rsidRPr="0045430C">
        <w:rPr>
          <w:rFonts w:eastAsia="Aptos"/>
          <w:sz w:val="16"/>
        </w:rPr>
        <w:t xml:space="preserve"> The preceding Section provided reasons to predict that unbundling the union's political and economic fu nctions would increase the prospects for political organizing through the union form. Although there are no extant examples of the political unions this Essay envisions, this Section will offer some preliminary evidence that under an unbundled regime workers would in fact organize political unions. The evidence comes from recent organizing efforts in sectors of the labor market to which, for various reasons, traditional labor law does not apply. In these sectors, labor law does not require unions to bundle political and economic functions. Indeed, in some of these </w:t>
      </w:r>
      <w:r w:rsidRPr="0045430C">
        <w:rPr>
          <w:rFonts w:eastAsia="Aptos"/>
          <w:highlight w:val="cyan"/>
          <w:u w:val="single"/>
        </w:rPr>
        <w:t>sectors</w:t>
      </w:r>
      <w:r w:rsidRPr="0045430C">
        <w:rPr>
          <w:rFonts w:eastAsia="Aptos"/>
          <w:sz w:val="16"/>
        </w:rPr>
        <w:t xml:space="preserve">, unions are </w:t>
      </w:r>
      <w:r w:rsidRPr="0045430C">
        <w:rPr>
          <w:rFonts w:eastAsia="Aptos"/>
          <w:iCs/>
          <w:highlight w:val="cyan"/>
          <w:u w:val="single"/>
          <w:bdr w:val="single" w:sz="8" w:space="0" w:color="auto"/>
        </w:rPr>
        <w:t>legally precluded</w:t>
      </w:r>
      <w:r w:rsidRPr="0045430C">
        <w:rPr>
          <w:rFonts w:eastAsia="Aptos"/>
          <w:sz w:val="16"/>
          <w:highlight w:val="cyan"/>
        </w:rPr>
        <w:t xml:space="preserve"> </w:t>
      </w:r>
      <w:r w:rsidRPr="0045430C">
        <w:rPr>
          <w:rFonts w:eastAsia="Aptos"/>
          <w:highlight w:val="cyan"/>
          <w:u w:val="single"/>
        </w:rPr>
        <w:t>from collective</w:t>
      </w:r>
      <w:r w:rsidRPr="0045430C">
        <w:rPr>
          <w:rFonts w:eastAsia="Aptos"/>
          <w:u w:val="single"/>
        </w:rPr>
        <w:t xml:space="preserve"> </w:t>
      </w:r>
      <w:r w:rsidRPr="0045430C">
        <w:rPr>
          <w:rFonts w:eastAsia="Aptos"/>
          <w:highlight w:val="cyan"/>
          <w:u w:val="single"/>
        </w:rPr>
        <w:t>bargaining</w:t>
      </w:r>
      <w:r w:rsidRPr="0045430C">
        <w:rPr>
          <w:rFonts w:eastAsia="Aptos"/>
          <w:u w:val="single"/>
        </w:rPr>
        <w:t xml:space="preserve"> but </w:t>
      </w:r>
      <w:r w:rsidRPr="0045430C">
        <w:rPr>
          <w:rFonts w:eastAsia="Aptos"/>
          <w:highlight w:val="cyan"/>
          <w:u w:val="single"/>
        </w:rPr>
        <w:t>have</w:t>
      </w:r>
      <w:r w:rsidRPr="0045430C">
        <w:rPr>
          <w:rFonts w:eastAsia="Aptos"/>
          <w:u w:val="single"/>
        </w:rPr>
        <w:t xml:space="preserve"> </w:t>
      </w:r>
      <w:r w:rsidRPr="0045430C">
        <w:rPr>
          <w:rFonts w:eastAsia="Aptos"/>
          <w:iCs/>
          <w:u w:val="single"/>
          <w:bdr w:val="single" w:sz="8" w:space="0" w:color="auto"/>
        </w:rPr>
        <w:t xml:space="preserve">nonetheless </w:t>
      </w:r>
      <w:r w:rsidRPr="0045430C">
        <w:rPr>
          <w:rFonts w:eastAsia="Aptos"/>
          <w:iCs/>
          <w:highlight w:val="cyan"/>
          <w:u w:val="single"/>
          <w:bdr w:val="single" w:sz="8" w:space="0" w:color="auto"/>
        </w:rPr>
        <w:t>engaged</w:t>
      </w:r>
      <w:r w:rsidRPr="0045430C">
        <w:rPr>
          <w:rFonts w:eastAsia="Aptos"/>
          <w:highlight w:val="cyan"/>
          <w:u w:val="single"/>
        </w:rPr>
        <w:t xml:space="preserve"> in </w:t>
      </w:r>
      <w:r w:rsidRPr="0045430C">
        <w:rPr>
          <w:rFonts w:eastAsia="Aptos"/>
          <w:iCs/>
          <w:highlight w:val="cyan"/>
          <w:u w:val="single"/>
          <w:bdr w:val="single" w:sz="8" w:space="0" w:color="auto"/>
        </w:rPr>
        <w:t>successful</w:t>
      </w:r>
      <w:r w:rsidRPr="0045430C">
        <w:rPr>
          <w:rFonts w:eastAsia="Aptos"/>
          <w:u w:val="single"/>
        </w:rPr>
        <w:t xml:space="preserve"> </w:t>
      </w:r>
      <w:r w:rsidRPr="0045430C">
        <w:rPr>
          <w:rFonts w:eastAsia="Aptos"/>
          <w:sz w:val="16"/>
        </w:rPr>
        <w:t xml:space="preserve">political </w:t>
      </w:r>
      <w:r w:rsidRPr="0045430C">
        <w:rPr>
          <w:rFonts w:eastAsia="Aptos"/>
          <w:highlight w:val="cyan"/>
          <w:u w:val="single"/>
        </w:rPr>
        <w:t>organizing</w:t>
      </w:r>
      <w:r w:rsidRPr="0045430C">
        <w:rPr>
          <w:rFonts w:eastAsia="Aptos"/>
          <w:sz w:val="16"/>
        </w:rPr>
        <w:t xml:space="preserve"> </w:t>
      </w:r>
      <w:r w:rsidRPr="0045430C">
        <w:rPr>
          <w:rFonts w:eastAsia="Aptos"/>
          <w:iCs/>
          <w:u w:val="single"/>
          <w:bdr w:val="single" w:sz="8" w:space="0" w:color="auto"/>
        </w:rPr>
        <w:t>campaigns</w:t>
      </w:r>
      <w:r w:rsidRPr="0045430C">
        <w:rPr>
          <w:rFonts w:eastAsia="Aptos"/>
          <w:sz w:val="16"/>
        </w:rPr>
        <w:t>.</w:t>
      </w:r>
    </w:p>
    <w:p w14:paraId="6F01C977" w14:textId="77777777" w:rsidR="0045430C" w:rsidRPr="0045430C" w:rsidRDefault="0045430C" w:rsidP="0045430C">
      <w:pPr>
        <w:rPr>
          <w:rFonts w:eastAsia="Aptos"/>
          <w:sz w:val="16"/>
        </w:rPr>
      </w:pPr>
      <w:r w:rsidRPr="0045430C">
        <w:rPr>
          <w:rFonts w:eastAsia="Aptos"/>
          <w:u w:val="single"/>
        </w:rPr>
        <w:t xml:space="preserve"> In the </w:t>
      </w:r>
      <w:r w:rsidRPr="0045430C">
        <w:rPr>
          <w:rFonts w:eastAsia="Aptos"/>
          <w:iCs/>
          <w:u w:val="single"/>
          <w:bdr w:val="single" w:sz="8" w:space="0" w:color="auto"/>
        </w:rPr>
        <w:t>homecare sector</w:t>
      </w:r>
      <w:r w:rsidRPr="0045430C">
        <w:rPr>
          <w:rFonts w:eastAsia="Aptos"/>
          <w:sz w:val="16"/>
        </w:rPr>
        <w:t xml:space="preserve">, traditional collective bargaining has often been legally impossible because homecare workers are classified either as employees of the single clients for whom they work or as independent contractors. </w:t>
      </w:r>
      <w:r w:rsidRPr="0045430C">
        <w:rPr>
          <w:rFonts w:eastAsia="Aptos"/>
          <w:u w:val="single"/>
        </w:rPr>
        <w:t xml:space="preserve">197 </w:t>
      </w:r>
      <w:r w:rsidRPr="0045430C">
        <w:rPr>
          <w:rFonts w:eastAsia="Aptos"/>
          <w:highlight w:val="cyan"/>
          <w:u w:val="single"/>
        </w:rPr>
        <w:t>Despite</w:t>
      </w:r>
      <w:r w:rsidRPr="0045430C">
        <w:rPr>
          <w:rFonts w:eastAsia="Aptos"/>
          <w:u w:val="single"/>
        </w:rPr>
        <w:t xml:space="preserve"> the</w:t>
      </w:r>
      <w:r w:rsidRPr="0045430C">
        <w:rPr>
          <w:rFonts w:eastAsia="Aptos"/>
          <w:sz w:val="16"/>
        </w:rPr>
        <w:t xml:space="preserve"> </w:t>
      </w:r>
      <w:r w:rsidRPr="0045430C">
        <w:rPr>
          <w:rFonts w:eastAsia="Aptos"/>
          <w:iCs/>
          <w:highlight w:val="cyan"/>
          <w:u w:val="single"/>
          <w:bdr w:val="single" w:sz="8" w:space="0" w:color="auto"/>
        </w:rPr>
        <w:t>legal impossibility</w:t>
      </w:r>
      <w:r w:rsidRPr="0045430C">
        <w:rPr>
          <w:rFonts w:eastAsia="Aptos"/>
          <w:sz w:val="16"/>
        </w:rPr>
        <w:t xml:space="preserve"> </w:t>
      </w:r>
      <w:r w:rsidRPr="0045430C">
        <w:rPr>
          <w:rFonts w:eastAsia="Aptos"/>
          <w:u w:val="single"/>
        </w:rPr>
        <w:t>of collective bargaining</w:t>
      </w:r>
      <w:r w:rsidRPr="0045430C">
        <w:rPr>
          <w:rFonts w:eastAsia="Aptos"/>
          <w:sz w:val="16"/>
        </w:rPr>
        <w:t xml:space="preserve">, </w:t>
      </w:r>
      <w:r w:rsidRPr="0045430C">
        <w:rPr>
          <w:rFonts w:eastAsia="Aptos"/>
          <w:highlight w:val="cyan"/>
          <w:u w:val="single"/>
        </w:rPr>
        <w:t>unions</w:t>
      </w:r>
      <w:r w:rsidRPr="0045430C">
        <w:rPr>
          <w:rFonts w:eastAsia="Aptos"/>
          <w:u w:val="single"/>
        </w:rPr>
        <w:t xml:space="preserve"> have nonetheless led campaigns to </w:t>
      </w:r>
      <w:r w:rsidRPr="0045430C">
        <w:rPr>
          <w:rFonts w:eastAsia="Aptos"/>
          <w:iCs/>
          <w:highlight w:val="cyan"/>
          <w:u w:val="single"/>
          <w:bdr w:val="single" w:sz="8" w:space="0" w:color="auto"/>
        </w:rPr>
        <w:t>organize homecare</w:t>
      </w:r>
      <w:r w:rsidRPr="0045430C">
        <w:rPr>
          <w:rFonts w:eastAsia="Aptos"/>
          <w:sz w:val="16"/>
          <w:highlight w:val="cyan"/>
        </w:rPr>
        <w:t xml:space="preserve"> </w:t>
      </w:r>
      <w:r w:rsidRPr="0045430C">
        <w:rPr>
          <w:rFonts w:eastAsia="Aptos"/>
          <w:iCs/>
          <w:highlight w:val="cyan"/>
          <w:u w:val="single"/>
          <w:bdr w:val="single" w:sz="8" w:space="0" w:color="auto"/>
        </w:rPr>
        <w:t>workers</w:t>
      </w:r>
      <w:r w:rsidRPr="0045430C">
        <w:rPr>
          <w:rFonts w:eastAsia="Aptos"/>
          <w:sz w:val="16"/>
        </w:rPr>
        <w:t xml:space="preserve"> </w:t>
      </w:r>
      <w:r w:rsidRPr="0045430C">
        <w:rPr>
          <w:rFonts w:eastAsia="Aptos"/>
          <w:u w:val="single"/>
        </w:rPr>
        <w:t>for political action. In Illinois</w:t>
      </w:r>
      <w:r w:rsidRPr="0045430C">
        <w:rPr>
          <w:rFonts w:eastAsia="Aptos"/>
          <w:sz w:val="16"/>
        </w:rPr>
        <w:t xml:space="preserve">, for instance, at a time </w:t>
      </w:r>
      <w:r w:rsidRPr="0045430C">
        <w:rPr>
          <w:rFonts w:eastAsia="Aptos"/>
          <w:u w:val="single"/>
        </w:rPr>
        <w:t xml:space="preserve">when homecare workers were </w:t>
      </w:r>
      <w:r w:rsidRPr="0045430C">
        <w:rPr>
          <w:rFonts w:eastAsia="Aptos"/>
          <w:iCs/>
          <w:u w:val="single"/>
          <w:bdr w:val="single" w:sz="8" w:space="0" w:color="auto"/>
        </w:rPr>
        <w:t>barred from collective bargaining</w:t>
      </w:r>
      <w:r w:rsidRPr="0045430C">
        <w:rPr>
          <w:rFonts w:eastAsia="Aptos"/>
          <w:sz w:val="16"/>
        </w:rPr>
        <w:t xml:space="preserve">, </w:t>
      </w:r>
      <w:r w:rsidRPr="0045430C">
        <w:rPr>
          <w:rFonts w:eastAsia="Aptos"/>
          <w:u w:val="single"/>
        </w:rPr>
        <w:t>the homecare workers union led a campaign to</w:t>
      </w:r>
      <w:r w:rsidRPr="0045430C">
        <w:rPr>
          <w:rFonts w:eastAsia="Aptos"/>
          <w:sz w:val="16"/>
        </w:rPr>
        <w:t xml:space="preserve"> </w:t>
      </w:r>
      <w:r w:rsidRPr="0045430C">
        <w:rPr>
          <w:rFonts w:eastAsia="Aptos"/>
          <w:u w:val="single"/>
        </w:rPr>
        <w:t>enact a "Homecare Workers Bill of Rights</w:t>
      </w:r>
      <w:r w:rsidRPr="0045430C">
        <w:rPr>
          <w:rFonts w:eastAsia="Aptos"/>
          <w:sz w:val="16"/>
        </w:rPr>
        <w:t xml:space="preserve">." 198 Throughout the campaign, </w:t>
      </w:r>
      <w:r w:rsidRPr="0045430C">
        <w:rPr>
          <w:rFonts w:eastAsia="Aptos"/>
          <w:u w:val="single"/>
        </w:rPr>
        <w:t xml:space="preserve">union members hosted meetings with </w:t>
      </w:r>
      <w:r w:rsidRPr="0045430C">
        <w:rPr>
          <w:rFonts w:eastAsia="Aptos"/>
          <w:iCs/>
          <w:u w:val="single"/>
          <w:bdr w:val="single" w:sz="8" w:space="0" w:color="auto"/>
        </w:rPr>
        <w:t>state representatives</w:t>
      </w:r>
      <w:r w:rsidRPr="0045430C">
        <w:rPr>
          <w:rFonts w:eastAsia="Aptos"/>
          <w:sz w:val="16"/>
        </w:rPr>
        <w:t xml:space="preserve">, </w:t>
      </w:r>
      <w:r w:rsidRPr="0045430C">
        <w:rPr>
          <w:rFonts w:eastAsia="Aptos"/>
          <w:iCs/>
          <w:u w:val="single"/>
          <w:bdr w:val="single" w:sz="8" w:space="0" w:color="auto"/>
        </w:rPr>
        <w:t>testified</w:t>
      </w:r>
      <w:r w:rsidRPr="0045430C">
        <w:rPr>
          <w:rFonts w:eastAsia="Aptos"/>
          <w:sz w:val="16"/>
        </w:rPr>
        <w:t xml:space="preserve"> </w:t>
      </w:r>
      <w:r w:rsidRPr="0045430C">
        <w:rPr>
          <w:rFonts w:eastAsia="Aptos"/>
          <w:u w:val="single"/>
        </w:rPr>
        <w:t>at legislative hearings</w:t>
      </w:r>
      <w:r w:rsidRPr="0045430C">
        <w:rPr>
          <w:rFonts w:eastAsia="Aptos"/>
          <w:sz w:val="16"/>
        </w:rPr>
        <w:t xml:space="preserve">, </w:t>
      </w:r>
      <w:r w:rsidRPr="0045430C">
        <w:rPr>
          <w:rFonts w:eastAsia="Aptos"/>
          <w:u w:val="single"/>
        </w:rPr>
        <w:t>and</w:t>
      </w:r>
      <w:r w:rsidRPr="0045430C">
        <w:rPr>
          <w:rFonts w:eastAsia="Aptos"/>
          <w:sz w:val="16"/>
        </w:rPr>
        <w:t xml:space="preserve"> </w:t>
      </w:r>
      <w:r w:rsidRPr="0045430C">
        <w:rPr>
          <w:rFonts w:eastAsia="Aptos"/>
          <w:u w:val="single"/>
        </w:rPr>
        <w:t>lobbied on behalf of the bill</w:t>
      </w:r>
      <w:r w:rsidRPr="0045430C">
        <w:rPr>
          <w:rFonts w:eastAsia="Aptos"/>
          <w:sz w:val="16"/>
        </w:rPr>
        <w:t xml:space="preserve">.199 </w:t>
      </w:r>
      <w:r w:rsidRPr="0045430C">
        <w:rPr>
          <w:rFonts w:eastAsia="Aptos"/>
          <w:u w:val="single"/>
        </w:rPr>
        <w:t xml:space="preserve">The homecare union also took an active role in more </w:t>
      </w:r>
      <w:r w:rsidRPr="0045430C">
        <w:rPr>
          <w:rFonts w:eastAsia="Aptos"/>
          <w:iCs/>
          <w:u w:val="single"/>
          <w:bdr w:val="single" w:sz="8" w:space="0" w:color="auto"/>
        </w:rPr>
        <w:t>traditional electoral politics</w:t>
      </w:r>
      <w:r w:rsidRPr="0045430C">
        <w:rPr>
          <w:rFonts w:eastAsia="Aptos"/>
          <w:sz w:val="16"/>
        </w:rPr>
        <w:t xml:space="preserve">, running the field operation for Mayor Harold Washington's reelection campaign in two key wards on Chicago's south and west sides.200 </w:t>
      </w:r>
      <w:r w:rsidRPr="0045430C">
        <w:rPr>
          <w:rFonts w:eastAsia="Aptos"/>
          <w:u w:val="single"/>
        </w:rPr>
        <w:t xml:space="preserve">Members </w:t>
      </w:r>
      <w:r w:rsidRPr="0045430C">
        <w:rPr>
          <w:rFonts w:eastAsia="Aptos"/>
          <w:highlight w:val="cyan"/>
          <w:u w:val="single"/>
        </w:rPr>
        <w:t>participated in</w:t>
      </w:r>
      <w:r w:rsidRPr="0045430C">
        <w:rPr>
          <w:rFonts w:eastAsia="Aptos"/>
          <w:u w:val="single"/>
        </w:rPr>
        <w:t xml:space="preserve"> the union's </w:t>
      </w:r>
      <w:r w:rsidRPr="0045430C">
        <w:rPr>
          <w:rFonts w:eastAsia="Aptos"/>
          <w:iCs/>
          <w:highlight w:val="cyan"/>
          <w:u w:val="single"/>
          <w:bdr w:val="single" w:sz="8" w:space="0" w:color="auto"/>
        </w:rPr>
        <w:t>door- to-door</w:t>
      </w:r>
      <w:r w:rsidRPr="0045430C">
        <w:rPr>
          <w:rFonts w:eastAsia="Aptos"/>
          <w:sz w:val="16"/>
        </w:rPr>
        <w:t xml:space="preserve"> </w:t>
      </w:r>
      <w:r w:rsidRPr="0045430C">
        <w:rPr>
          <w:rFonts w:eastAsia="Aptos"/>
          <w:u w:val="single"/>
        </w:rPr>
        <w:t>and</w:t>
      </w:r>
      <w:r w:rsidRPr="0045430C">
        <w:rPr>
          <w:rFonts w:eastAsia="Aptos"/>
          <w:sz w:val="16"/>
        </w:rPr>
        <w:t xml:space="preserve"> </w:t>
      </w:r>
      <w:r w:rsidRPr="0045430C">
        <w:rPr>
          <w:rFonts w:eastAsia="Aptos"/>
          <w:iCs/>
          <w:u w:val="single"/>
          <w:bdr w:val="single" w:sz="8" w:space="0" w:color="auto"/>
        </w:rPr>
        <w:t xml:space="preserve">onsite voter </w:t>
      </w:r>
      <w:r w:rsidRPr="0045430C">
        <w:rPr>
          <w:rFonts w:eastAsia="Aptos"/>
          <w:iCs/>
          <w:highlight w:val="cyan"/>
          <w:u w:val="single"/>
          <w:bdr w:val="single" w:sz="8" w:space="0" w:color="auto"/>
        </w:rPr>
        <w:t>registration</w:t>
      </w:r>
      <w:r w:rsidRPr="0045430C">
        <w:rPr>
          <w:rFonts w:eastAsia="Aptos"/>
          <w:sz w:val="16"/>
          <w:highlight w:val="cyan"/>
        </w:rPr>
        <w:t xml:space="preserve"> </w:t>
      </w:r>
      <w:r w:rsidRPr="0045430C">
        <w:rPr>
          <w:rFonts w:eastAsia="Aptos"/>
          <w:highlight w:val="cyan"/>
          <w:u w:val="single"/>
        </w:rPr>
        <w:t>efforts</w:t>
      </w:r>
      <w:r w:rsidRPr="0045430C">
        <w:rPr>
          <w:rFonts w:eastAsia="Aptos"/>
          <w:sz w:val="16"/>
        </w:rPr>
        <w:t xml:space="preserve">, </w:t>
      </w:r>
      <w:r w:rsidRPr="0045430C">
        <w:rPr>
          <w:rFonts w:eastAsia="Aptos"/>
          <w:u w:val="single"/>
        </w:rPr>
        <w:t>staffed</w:t>
      </w:r>
      <w:r w:rsidRPr="0045430C">
        <w:rPr>
          <w:rFonts w:eastAsia="Aptos"/>
          <w:sz w:val="16"/>
        </w:rPr>
        <w:t xml:space="preserve"> </w:t>
      </w:r>
      <w:r w:rsidRPr="0045430C">
        <w:rPr>
          <w:rFonts w:eastAsia="Aptos"/>
          <w:u w:val="single"/>
        </w:rPr>
        <w:t>phone banks that the union ran on Washington's behalf</w:t>
      </w:r>
      <w:r w:rsidRPr="0045430C">
        <w:rPr>
          <w:rFonts w:eastAsia="Aptos"/>
          <w:sz w:val="16"/>
        </w:rPr>
        <w:t xml:space="preserve">, </w:t>
      </w:r>
      <w:r w:rsidRPr="0045430C">
        <w:rPr>
          <w:rFonts w:eastAsia="Aptos"/>
          <w:u w:val="single"/>
        </w:rPr>
        <w:t xml:space="preserve">and took a central role in the union's </w:t>
      </w:r>
      <w:r w:rsidRPr="0045430C">
        <w:rPr>
          <w:rFonts w:eastAsia="Aptos"/>
          <w:iCs/>
          <w:u w:val="single"/>
          <w:bdr w:val="single" w:sz="8" w:space="0" w:color="auto"/>
        </w:rPr>
        <w:t>get- out-the-vote program</w:t>
      </w:r>
      <w:r w:rsidRPr="0045430C">
        <w:rPr>
          <w:rFonts w:eastAsia="Aptos"/>
          <w:sz w:val="16"/>
        </w:rPr>
        <w:t xml:space="preserve"> on election day. 201</w:t>
      </w:r>
    </w:p>
    <w:p w14:paraId="329AD736" w14:textId="77777777" w:rsidR="0045430C" w:rsidRPr="0045430C" w:rsidRDefault="0045430C" w:rsidP="0045430C">
      <w:pPr>
        <w:rPr>
          <w:rFonts w:eastAsia="Aptos"/>
          <w:sz w:val="16"/>
        </w:rPr>
      </w:pPr>
      <w:r w:rsidRPr="0045430C">
        <w:rPr>
          <w:rFonts w:eastAsia="Aptos"/>
          <w:u w:val="single"/>
        </w:rPr>
        <w:t xml:space="preserve">The Service Employees International Union's </w:t>
      </w:r>
      <w:r w:rsidRPr="0045430C">
        <w:rPr>
          <w:rFonts w:eastAsia="Aptos"/>
          <w:sz w:val="16"/>
        </w:rPr>
        <w:t xml:space="preserve">recent </w:t>
      </w:r>
      <w:r w:rsidRPr="0045430C">
        <w:rPr>
          <w:rFonts w:eastAsia="Aptos"/>
          <w:u w:val="single"/>
        </w:rPr>
        <w:t xml:space="preserve">experience in the nursing home industry also offers some evidence of the potential of </w:t>
      </w:r>
      <w:r w:rsidRPr="0045430C">
        <w:rPr>
          <w:rFonts w:eastAsia="Aptos"/>
          <w:iCs/>
          <w:u w:val="single"/>
          <w:bdr w:val="single" w:sz="8" w:space="0" w:color="auto"/>
        </w:rPr>
        <w:t>politics- only</w:t>
      </w:r>
      <w:r w:rsidRPr="0045430C">
        <w:rPr>
          <w:rFonts w:eastAsia="Aptos"/>
          <w:sz w:val="16"/>
        </w:rPr>
        <w:t xml:space="preserve"> </w:t>
      </w:r>
      <w:r w:rsidRPr="0045430C">
        <w:rPr>
          <w:rFonts w:eastAsia="Aptos"/>
          <w:u w:val="single"/>
        </w:rPr>
        <w:t>organizing</w:t>
      </w:r>
      <w:r w:rsidRPr="0045430C">
        <w:rPr>
          <w:rFonts w:eastAsia="Aptos"/>
          <w:sz w:val="16"/>
        </w:rPr>
        <w:t xml:space="preserve">. </w:t>
      </w:r>
      <w:r w:rsidRPr="0045430C">
        <w:rPr>
          <w:rFonts w:eastAsia="Aptos"/>
          <w:u w:val="single"/>
        </w:rPr>
        <w:t>After years</w:t>
      </w:r>
      <w:r w:rsidRPr="0045430C">
        <w:rPr>
          <w:rFonts w:eastAsia="Aptos"/>
          <w:sz w:val="16"/>
        </w:rPr>
        <w:t xml:space="preserve"> </w:t>
      </w:r>
      <w:r w:rsidRPr="0045430C">
        <w:rPr>
          <w:rFonts w:eastAsia="Aptos"/>
          <w:u w:val="single"/>
        </w:rPr>
        <w:t>of</w:t>
      </w:r>
      <w:r w:rsidRPr="0045430C">
        <w:rPr>
          <w:rFonts w:eastAsia="Aptos"/>
          <w:sz w:val="16"/>
        </w:rPr>
        <w:t xml:space="preserve"> </w:t>
      </w:r>
      <w:r w:rsidRPr="0045430C">
        <w:rPr>
          <w:rFonts w:eastAsia="Aptos"/>
          <w:iCs/>
          <w:u w:val="single"/>
          <w:bdr w:val="single" w:sz="8" w:space="0" w:color="auto"/>
        </w:rPr>
        <w:t>unsuccessful attempts</w:t>
      </w:r>
      <w:r w:rsidRPr="0045430C">
        <w:rPr>
          <w:rFonts w:eastAsia="Aptos"/>
          <w:sz w:val="16"/>
        </w:rPr>
        <w:t xml:space="preserve"> at traditional organizing campaigns in California nursing homes, </w:t>
      </w:r>
      <w:r w:rsidRPr="0045430C">
        <w:rPr>
          <w:rFonts w:eastAsia="Aptos"/>
          <w:u w:val="single"/>
        </w:rPr>
        <w:t xml:space="preserve">the union sought to </w:t>
      </w:r>
      <w:r w:rsidRPr="0045430C">
        <w:rPr>
          <w:rFonts w:eastAsia="Aptos"/>
          <w:iCs/>
          <w:u w:val="single"/>
          <w:bdr w:val="single" w:sz="8" w:space="0" w:color="auto"/>
        </w:rPr>
        <w:t>reorient its efforts away from collective bargaining</w:t>
      </w:r>
      <w:r w:rsidRPr="0045430C">
        <w:rPr>
          <w:rFonts w:eastAsia="Aptos"/>
          <w:u w:val="single"/>
        </w:rPr>
        <w:t xml:space="preserve"> and toward</w:t>
      </w:r>
      <w:r w:rsidRPr="0045430C">
        <w:rPr>
          <w:rFonts w:eastAsia="Aptos"/>
          <w:sz w:val="16"/>
        </w:rPr>
        <w:t xml:space="preserve"> </w:t>
      </w:r>
      <w:r w:rsidRPr="0045430C">
        <w:rPr>
          <w:rFonts w:eastAsia="Aptos"/>
          <w:u w:val="single"/>
        </w:rPr>
        <w:t>politics</w:t>
      </w:r>
      <w:r w:rsidRPr="0045430C">
        <w:rPr>
          <w:rFonts w:eastAsia="Aptos"/>
          <w:sz w:val="16"/>
        </w:rPr>
        <w:t>.202 This led the union to craft an agreement with several nursing home chains that granted the union access to employer property for the sole purpose of discussing political mobilization with the workforce. 20 3 The union's organizing efforts were thus strictly limited to political campaigns ones designed to increase the state's financial support for nursing homes-but the efforts were nonetheless successful in generating worker support and participation.20</w:t>
      </w:r>
    </w:p>
    <w:p w14:paraId="793F0B8E" w14:textId="77777777" w:rsidR="0045430C" w:rsidRPr="0045430C" w:rsidRDefault="0045430C" w:rsidP="0045430C">
      <w:pPr>
        <w:rPr>
          <w:rFonts w:eastAsia="Aptos"/>
          <w:sz w:val="16"/>
        </w:rPr>
      </w:pPr>
      <w:r w:rsidRPr="0045430C">
        <w:rPr>
          <w:rFonts w:eastAsia="Aptos"/>
          <w:sz w:val="16"/>
        </w:rPr>
        <w:t xml:space="preserve">It is worth noting that </w:t>
      </w:r>
      <w:r w:rsidRPr="0045430C">
        <w:rPr>
          <w:rFonts w:eastAsia="Aptos"/>
          <w:u w:val="single"/>
        </w:rPr>
        <w:t xml:space="preserve">there is a strand of labor </w:t>
      </w:r>
      <w:r w:rsidRPr="0045430C">
        <w:rPr>
          <w:rFonts w:eastAsia="Aptos"/>
          <w:highlight w:val="cyan"/>
          <w:u w:val="single"/>
        </w:rPr>
        <w:t xml:space="preserve">research suggesting employees are </w:t>
      </w:r>
      <w:r w:rsidRPr="0045430C">
        <w:rPr>
          <w:rFonts w:eastAsia="Aptos"/>
          <w:iCs/>
          <w:highlight w:val="cyan"/>
          <w:u w:val="single"/>
          <w:bdr w:val="single" w:sz="8" w:space="0" w:color="auto"/>
        </w:rPr>
        <w:t>more likely</w:t>
      </w:r>
      <w:r w:rsidRPr="0045430C">
        <w:rPr>
          <w:rFonts w:eastAsia="Aptos"/>
          <w:sz w:val="16"/>
          <w:highlight w:val="cyan"/>
        </w:rPr>
        <w:t xml:space="preserve"> </w:t>
      </w:r>
      <w:r w:rsidRPr="0045430C">
        <w:rPr>
          <w:rFonts w:eastAsia="Aptos"/>
          <w:highlight w:val="cyan"/>
          <w:u w:val="single"/>
        </w:rPr>
        <w:t>to participate</w:t>
      </w:r>
      <w:r w:rsidRPr="0045430C">
        <w:rPr>
          <w:rFonts w:eastAsia="Aptos"/>
          <w:u w:val="single"/>
        </w:rPr>
        <w:t xml:space="preserve"> in a union's political program if the union is successful at delivering</w:t>
      </w:r>
      <w:r w:rsidRPr="0045430C">
        <w:rPr>
          <w:rFonts w:eastAsia="Aptos"/>
          <w:sz w:val="16"/>
        </w:rPr>
        <w:t xml:space="preserve"> </w:t>
      </w:r>
      <w:r w:rsidRPr="0045430C">
        <w:rPr>
          <w:rFonts w:eastAsia="Aptos"/>
          <w:u w:val="single"/>
        </w:rPr>
        <w:t xml:space="preserve">economic goods </w:t>
      </w:r>
      <w:r w:rsidRPr="0045430C">
        <w:rPr>
          <w:rFonts w:eastAsia="Aptos"/>
          <w:iCs/>
          <w:u w:val="single"/>
          <w:bdr w:val="single" w:sz="8" w:space="0" w:color="auto"/>
        </w:rPr>
        <w:t>through collective bargaining</w:t>
      </w:r>
      <w:r w:rsidRPr="0045430C">
        <w:rPr>
          <w:rFonts w:eastAsia="Aptos"/>
          <w:sz w:val="16"/>
        </w:rPr>
        <w:t xml:space="preserve">. 205 This research indicates that a worker's "commitment" to her union predicts much about if, and how, the worker will participate in union activities. 206 And, </w:t>
      </w:r>
      <w:r w:rsidRPr="0045430C">
        <w:rPr>
          <w:rFonts w:eastAsia="Aptos"/>
          <w:u w:val="single"/>
        </w:rPr>
        <w:t>as Herbert Asher and his colleagues report, commitment is highly correlated with the union's economic performance</w:t>
      </w:r>
      <w:r w:rsidRPr="0045430C">
        <w:rPr>
          <w:rFonts w:eastAsia="Aptos"/>
          <w:sz w:val="16"/>
        </w:rPr>
        <w:t>: a worker who believes that her union has successfully improved wages and benefits is more likely to have a high level of union commitment than is a worker who has not benefitted from the union in these ways.207 Asher et al. also find that the relationship</w:t>
      </w:r>
      <w:r w:rsidRPr="0045430C">
        <w:rPr>
          <w:rFonts w:eastAsia="Aptos"/>
          <w:u w:val="single"/>
        </w:rPr>
        <w:t xml:space="preserve"> between</w:t>
      </w:r>
      <w:r w:rsidRPr="0045430C">
        <w:rPr>
          <w:rFonts w:eastAsia="Aptos"/>
          <w:sz w:val="16"/>
        </w:rPr>
        <w:t xml:space="preserve"> union commitment and participation holds with respect to the union's political activities. 20 </w:t>
      </w:r>
    </w:p>
    <w:p w14:paraId="02AB37BB" w14:textId="77777777" w:rsidR="0045430C" w:rsidRPr="0045430C" w:rsidRDefault="0045430C" w:rsidP="0045430C">
      <w:pPr>
        <w:rPr>
          <w:rFonts w:eastAsia="Aptos"/>
          <w:sz w:val="16"/>
        </w:rPr>
      </w:pPr>
      <w:r w:rsidRPr="0045430C">
        <w:rPr>
          <w:rFonts w:eastAsia="Aptos"/>
          <w:iCs/>
          <w:u w:val="single"/>
          <w:bdr w:val="single" w:sz="8" w:space="0" w:color="auto"/>
        </w:rPr>
        <w:t>Despite these findings</w:t>
      </w:r>
      <w:r w:rsidRPr="0045430C">
        <w:rPr>
          <w:rFonts w:eastAsia="Aptos"/>
          <w:sz w:val="16"/>
        </w:rPr>
        <w:t xml:space="preserve">, </w:t>
      </w:r>
      <w:r w:rsidRPr="0045430C">
        <w:rPr>
          <w:rFonts w:eastAsia="Aptos"/>
          <w:u w:val="single"/>
        </w:rPr>
        <w:t xml:space="preserve">this literature </w:t>
      </w:r>
      <w:r w:rsidRPr="0045430C">
        <w:rPr>
          <w:rFonts w:eastAsia="Aptos"/>
          <w:iCs/>
          <w:highlight w:val="cyan"/>
          <w:u w:val="single"/>
          <w:bdr w:val="single" w:sz="8" w:space="0" w:color="auto"/>
        </w:rPr>
        <w:t>does not imply</w:t>
      </w:r>
      <w:r w:rsidRPr="0045430C">
        <w:rPr>
          <w:rFonts w:eastAsia="Aptos"/>
          <w:highlight w:val="cyan"/>
          <w:u w:val="single"/>
        </w:rPr>
        <w:t xml:space="preserve"> that</w:t>
      </w:r>
      <w:r w:rsidRPr="0045430C">
        <w:rPr>
          <w:rFonts w:eastAsia="Aptos"/>
          <w:u w:val="single"/>
        </w:rPr>
        <w:t xml:space="preserve"> the </w:t>
      </w:r>
      <w:r w:rsidRPr="0045430C">
        <w:rPr>
          <w:rFonts w:eastAsia="Aptos"/>
          <w:iCs/>
          <w:highlight w:val="cyan"/>
          <w:u w:val="single"/>
          <w:bdr w:val="single" w:sz="8" w:space="0" w:color="auto"/>
        </w:rPr>
        <w:t>loss of</w:t>
      </w:r>
      <w:r w:rsidRPr="0045430C">
        <w:rPr>
          <w:rFonts w:eastAsia="Aptos"/>
          <w:u w:val="single"/>
        </w:rPr>
        <w:t xml:space="preserve"> the</w:t>
      </w:r>
      <w:r w:rsidRPr="0045430C">
        <w:rPr>
          <w:rFonts w:eastAsia="Aptos"/>
          <w:sz w:val="16"/>
        </w:rPr>
        <w:t xml:space="preserve"> </w:t>
      </w:r>
      <w:r w:rsidRPr="0045430C">
        <w:rPr>
          <w:rFonts w:eastAsia="Aptos"/>
          <w:iCs/>
          <w:highlight w:val="cyan"/>
          <w:u w:val="single"/>
          <w:bdr w:val="single" w:sz="8" w:space="0" w:color="auto"/>
        </w:rPr>
        <w:t>collective bargaining</w:t>
      </w:r>
      <w:r w:rsidRPr="0045430C">
        <w:rPr>
          <w:rFonts w:eastAsia="Aptos"/>
          <w:iCs/>
          <w:u w:val="single"/>
          <w:bdr w:val="single" w:sz="8" w:space="0" w:color="auto"/>
        </w:rPr>
        <w:t xml:space="preserve"> function</w:t>
      </w:r>
      <w:r w:rsidRPr="0045430C">
        <w:rPr>
          <w:rFonts w:eastAsia="Aptos"/>
          <w:sz w:val="16"/>
        </w:rPr>
        <w:t xml:space="preserve"> </w:t>
      </w:r>
      <w:r w:rsidRPr="0045430C">
        <w:rPr>
          <w:rFonts w:eastAsia="Aptos"/>
          <w:highlight w:val="cyan"/>
          <w:u w:val="single"/>
        </w:rPr>
        <w:t>would</w:t>
      </w:r>
      <w:r w:rsidRPr="0045430C">
        <w:rPr>
          <w:rFonts w:eastAsia="Aptos"/>
          <w:sz w:val="16"/>
          <w:highlight w:val="cyan"/>
        </w:rPr>
        <w:t xml:space="preserve"> </w:t>
      </w:r>
      <w:r w:rsidRPr="0045430C">
        <w:rPr>
          <w:rFonts w:eastAsia="Aptos"/>
          <w:iCs/>
          <w:highlight w:val="cyan"/>
          <w:u w:val="single"/>
          <w:bdr w:val="single" w:sz="8" w:space="0" w:color="auto"/>
        </w:rPr>
        <w:t>preclude</w:t>
      </w:r>
      <w:r w:rsidRPr="0045430C">
        <w:rPr>
          <w:rFonts w:eastAsia="Aptos"/>
          <w:iCs/>
          <w:u w:val="single"/>
          <w:bdr w:val="single" w:sz="8" w:space="0" w:color="auto"/>
        </w:rPr>
        <w:t xml:space="preserve"> worker </w:t>
      </w:r>
      <w:r w:rsidRPr="0045430C">
        <w:rPr>
          <w:rFonts w:eastAsia="Aptos"/>
          <w:iCs/>
          <w:highlight w:val="cyan"/>
          <w:u w:val="single"/>
          <w:bdr w:val="single" w:sz="8" w:space="0" w:color="auto"/>
        </w:rPr>
        <w:t>support</w:t>
      </w:r>
      <w:r w:rsidRPr="0045430C">
        <w:rPr>
          <w:rFonts w:eastAsia="Aptos"/>
          <w:sz w:val="16"/>
        </w:rPr>
        <w:t xml:space="preserve"> </w:t>
      </w:r>
      <w:r w:rsidRPr="0045430C">
        <w:rPr>
          <w:rFonts w:eastAsia="Aptos"/>
          <w:u w:val="single"/>
        </w:rPr>
        <w:t>for political unions</w:t>
      </w:r>
      <w:r w:rsidRPr="0045430C">
        <w:rPr>
          <w:rFonts w:eastAsia="Aptos"/>
          <w:sz w:val="16"/>
        </w:rPr>
        <w:t xml:space="preserve">. To start, </w:t>
      </w:r>
      <w:r w:rsidRPr="0045430C">
        <w:rPr>
          <w:rFonts w:eastAsia="Aptos"/>
          <w:u w:val="single"/>
        </w:rPr>
        <w:t>even if it is a union's economic performance that fuels worker support</w:t>
      </w:r>
      <w:r w:rsidRPr="0045430C">
        <w:rPr>
          <w:rFonts w:eastAsia="Aptos"/>
          <w:sz w:val="16"/>
        </w:rPr>
        <w:t xml:space="preserve"> for the union's political program, </w:t>
      </w:r>
      <w:r w:rsidRPr="0045430C">
        <w:rPr>
          <w:rFonts w:eastAsia="Aptos"/>
          <w:u w:val="single"/>
        </w:rPr>
        <w:t xml:space="preserve">this </w:t>
      </w:r>
      <w:r w:rsidRPr="0045430C">
        <w:rPr>
          <w:rFonts w:eastAsia="Aptos"/>
          <w:iCs/>
          <w:u w:val="single"/>
          <w:bdr w:val="single" w:sz="8" w:space="0" w:color="auto"/>
        </w:rPr>
        <w:t>does not entail</w:t>
      </w:r>
      <w:r w:rsidRPr="0045430C">
        <w:rPr>
          <w:rFonts w:eastAsia="Aptos"/>
          <w:u w:val="single"/>
        </w:rPr>
        <w:t xml:space="preserve"> a conclusion that collective </w:t>
      </w:r>
      <w:r w:rsidRPr="0045430C">
        <w:rPr>
          <w:rFonts w:eastAsia="Aptos"/>
          <w:iCs/>
          <w:u w:val="single"/>
          <w:bdr w:val="single" w:sz="8" w:space="0" w:color="auto"/>
        </w:rPr>
        <w:t>bargaining is</w:t>
      </w:r>
      <w:r w:rsidRPr="0045430C">
        <w:rPr>
          <w:rFonts w:eastAsia="Aptos"/>
          <w:u w:val="single"/>
        </w:rPr>
        <w:t xml:space="preserve"> a </w:t>
      </w:r>
      <w:r w:rsidRPr="0045430C">
        <w:rPr>
          <w:rFonts w:eastAsia="Aptos"/>
          <w:iCs/>
          <w:u w:val="single"/>
          <w:bdr w:val="single" w:sz="8" w:space="0" w:color="auto"/>
        </w:rPr>
        <w:t>necessary</w:t>
      </w:r>
      <w:r w:rsidRPr="0045430C">
        <w:rPr>
          <w:rFonts w:eastAsia="Aptos"/>
          <w:u w:val="single"/>
        </w:rPr>
        <w:t xml:space="preserve"> </w:t>
      </w:r>
      <w:r w:rsidRPr="0045430C">
        <w:rPr>
          <w:rFonts w:eastAsia="Aptos"/>
          <w:sz w:val="16"/>
        </w:rPr>
        <w:t xml:space="preserve">predicate for political participation. To the contrary, </w:t>
      </w:r>
      <w:r w:rsidRPr="0045430C">
        <w:rPr>
          <w:rFonts w:eastAsia="Aptos"/>
          <w:u w:val="single"/>
        </w:rPr>
        <w:t xml:space="preserve">the </w:t>
      </w:r>
      <w:r w:rsidRPr="0045430C">
        <w:rPr>
          <w:rFonts w:eastAsia="Aptos"/>
          <w:highlight w:val="cyan"/>
          <w:u w:val="single"/>
        </w:rPr>
        <w:t xml:space="preserve">union's </w:t>
      </w:r>
      <w:r w:rsidRPr="0045430C">
        <w:rPr>
          <w:rFonts w:eastAsia="Aptos"/>
          <w:iCs/>
          <w:highlight w:val="cyan"/>
          <w:u w:val="single"/>
          <w:bdr w:val="single" w:sz="8" w:space="0" w:color="auto"/>
        </w:rPr>
        <w:t>political program</w:t>
      </w:r>
      <w:r w:rsidRPr="0045430C">
        <w:rPr>
          <w:rFonts w:eastAsia="Aptos"/>
          <w:highlight w:val="cyan"/>
          <w:u w:val="single"/>
        </w:rPr>
        <w:t xml:space="preserve"> can</w:t>
      </w:r>
      <w:r w:rsidRPr="0045430C">
        <w:rPr>
          <w:rFonts w:eastAsia="Aptos"/>
          <w:u w:val="single"/>
        </w:rPr>
        <w:t xml:space="preserve"> itself</w:t>
      </w:r>
      <w:r w:rsidRPr="0045430C">
        <w:rPr>
          <w:rFonts w:eastAsia="Aptos"/>
          <w:sz w:val="16"/>
        </w:rPr>
        <w:t xml:space="preserve"> </w:t>
      </w:r>
      <w:r w:rsidRPr="0045430C">
        <w:rPr>
          <w:rFonts w:eastAsia="Aptos"/>
          <w:iCs/>
          <w:highlight w:val="cyan"/>
          <w:u w:val="single"/>
          <w:bdr w:val="single" w:sz="8" w:space="0" w:color="auto"/>
        </w:rPr>
        <w:t>generate economic returns</w:t>
      </w:r>
      <w:r w:rsidRPr="0045430C">
        <w:rPr>
          <w:rFonts w:eastAsia="Aptos"/>
          <w:sz w:val="16"/>
        </w:rPr>
        <w:t xml:space="preserve"> </w:t>
      </w:r>
      <w:r w:rsidRPr="0045430C">
        <w:rPr>
          <w:rFonts w:eastAsia="Aptos"/>
          <w:u w:val="single"/>
        </w:rPr>
        <w:t>for the membership</w:t>
      </w:r>
      <w:r w:rsidRPr="0045430C">
        <w:rPr>
          <w:rFonts w:eastAsia="Aptos"/>
          <w:sz w:val="16"/>
        </w:rPr>
        <w:t xml:space="preserve">.209 Next, </w:t>
      </w:r>
      <w:r w:rsidRPr="0045430C">
        <w:rPr>
          <w:rFonts w:eastAsia="Aptos"/>
          <w:u w:val="single"/>
        </w:rPr>
        <w:t>Asher</w:t>
      </w:r>
      <w:r w:rsidRPr="0045430C">
        <w:rPr>
          <w:rFonts w:eastAsia="Aptos"/>
          <w:sz w:val="16"/>
        </w:rPr>
        <w:t xml:space="preserve"> et al.'s work </w:t>
      </w:r>
      <w:r w:rsidRPr="0045430C">
        <w:rPr>
          <w:rFonts w:eastAsia="Aptos"/>
          <w:u w:val="single"/>
        </w:rPr>
        <w:t>suggests that economic performance is important to union commitment because</w:t>
      </w:r>
      <w:r w:rsidRPr="0045430C">
        <w:rPr>
          <w:rFonts w:eastAsia="Aptos"/>
          <w:sz w:val="16"/>
        </w:rPr>
        <w:t xml:space="preserve">, traditionally, </w:t>
      </w:r>
      <w:r w:rsidRPr="0045430C">
        <w:rPr>
          <w:rFonts w:eastAsia="Aptos"/>
          <w:u w:val="single"/>
        </w:rPr>
        <w:t xml:space="preserve">unions are formed for </w:t>
      </w:r>
      <w:r w:rsidRPr="0045430C">
        <w:rPr>
          <w:rFonts w:eastAsia="Aptos"/>
          <w:sz w:val="16"/>
        </w:rPr>
        <w:t xml:space="preserve">the purpose of </w:t>
      </w:r>
      <w:r w:rsidRPr="0045430C">
        <w:rPr>
          <w:rFonts w:eastAsia="Aptos"/>
          <w:u w:val="single"/>
        </w:rPr>
        <w:t>securing economic goods.</w:t>
      </w:r>
      <w:r w:rsidRPr="0045430C">
        <w:rPr>
          <w:rFonts w:eastAsia="Aptos"/>
          <w:sz w:val="16"/>
        </w:rPr>
        <w:t xml:space="preserve"> Thus, they write: "</w:t>
      </w:r>
      <w:r w:rsidRPr="0045430C">
        <w:rPr>
          <w:rFonts w:eastAsia="Aptos"/>
          <w:u w:val="single"/>
        </w:rPr>
        <w:t xml:space="preserve">Unions came into being to deliver material benefits </w:t>
      </w:r>
      <w:r w:rsidRPr="0045430C">
        <w:rPr>
          <w:rFonts w:eastAsia="Aptos"/>
          <w:sz w:val="16"/>
        </w:rPr>
        <w:t>to their members: better wages and benefits, and better working conditions. Not surprisingly, union members judge their union based on how it delivers on these promises."210 Accordingly, a political union formed initially for non-economic purposes-for example, to expand gun rights-would not need to deliver economic goods in order to secure member commitment.</w:t>
      </w:r>
    </w:p>
    <w:p w14:paraId="7D85BF32" w14:textId="77777777" w:rsidR="0045430C" w:rsidRPr="0045430C" w:rsidRDefault="0045430C" w:rsidP="0045430C">
      <w:pPr>
        <w:rPr>
          <w:rFonts w:eastAsia="Times New Roman"/>
          <w:b/>
          <w:iCs/>
          <w:color w:val="071320"/>
          <w:sz w:val="26"/>
        </w:rPr>
      </w:pPr>
      <w:r w:rsidRPr="0045430C">
        <w:rPr>
          <w:rFonts w:eastAsia="Aptos"/>
          <w:sz w:val="16"/>
        </w:rPr>
        <w:t xml:space="preserve">Moreover, </w:t>
      </w:r>
      <w:r w:rsidRPr="0045430C">
        <w:rPr>
          <w:rFonts w:eastAsia="Aptos"/>
          <w:u w:val="single"/>
        </w:rPr>
        <w:t>while it is true that union commitment is related to political participation</w:t>
      </w:r>
      <w:r w:rsidRPr="0045430C">
        <w:rPr>
          <w:rFonts w:eastAsia="Aptos"/>
          <w:sz w:val="16"/>
        </w:rPr>
        <w:t xml:space="preserve">, </w:t>
      </w:r>
      <w:r w:rsidRPr="0045430C">
        <w:rPr>
          <w:rFonts w:eastAsia="Aptos"/>
          <w:iCs/>
          <w:highlight w:val="cyan"/>
          <w:u w:val="single"/>
          <w:bdr w:val="single" w:sz="8" w:space="0" w:color="auto"/>
        </w:rPr>
        <w:t>commitment is not the only</w:t>
      </w:r>
      <w:r w:rsidRPr="0045430C">
        <w:rPr>
          <w:rFonts w:eastAsia="Aptos"/>
          <w:sz w:val="16"/>
        </w:rPr>
        <w:t xml:space="preserve"> explanatory </w:t>
      </w:r>
      <w:r w:rsidRPr="0045430C">
        <w:rPr>
          <w:rFonts w:eastAsia="Aptos"/>
          <w:iCs/>
          <w:highlight w:val="cyan"/>
          <w:u w:val="single"/>
          <w:bdr w:val="single" w:sz="8" w:space="0" w:color="auto"/>
        </w:rPr>
        <w:t>variable</w:t>
      </w:r>
      <w:r w:rsidRPr="0045430C">
        <w:rPr>
          <w:rFonts w:eastAsia="Aptos"/>
          <w:sz w:val="16"/>
        </w:rPr>
        <w:t xml:space="preserve">. </w:t>
      </w:r>
      <w:r w:rsidRPr="0045430C">
        <w:rPr>
          <w:rFonts w:eastAsia="Aptos"/>
          <w:u w:val="single"/>
        </w:rPr>
        <w:t xml:space="preserve">Asher et al. themselves report that several other factors are </w:t>
      </w:r>
      <w:r w:rsidRPr="0045430C">
        <w:rPr>
          <w:rFonts w:eastAsia="Aptos"/>
          <w:iCs/>
          <w:u w:val="single"/>
          <w:bdr w:val="single" w:sz="8" w:space="0" w:color="auto"/>
        </w:rPr>
        <w:t>significant correlates of</w:t>
      </w:r>
      <w:r w:rsidRPr="0045430C">
        <w:rPr>
          <w:rFonts w:eastAsia="Aptos"/>
          <w:u w:val="single"/>
        </w:rPr>
        <w:t xml:space="preserve"> </w:t>
      </w:r>
      <w:r w:rsidRPr="0045430C">
        <w:rPr>
          <w:rFonts w:eastAsia="Aptos"/>
          <w:sz w:val="16"/>
        </w:rPr>
        <w:t>political</w:t>
      </w:r>
      <w:r w:rsidRPr="0045430C">
        <w:rPr>
          <w:rFonts w:eastAsia="Aptos"/>
          <w:u w:val="single"/>
        </w:rPr>
        <w:t xml:space="preserve"> </w:t>
      </w:r>
      <w:r w:rsidRPr="0045430C">
        <w:rPr>
          <w:rFonts w:eastAsia="Aptos"/>
          <w:iCs/>
          <w:u w:val="single"/>
          <w:bdr w:val="single" w:sz="8" w:space="0" w:color="auto"/>
        </w:rPr>
        <w:t>participation</w:t>
      </w:r>
      <w:r w:rsidRPr="0045430C">
        <w:rPr>
          <w:rFonts w:eastAsia="Aptos"/>
          <w:sz w:val="16"/>
        </w:rPr>
        <w:t xml:space="preserve">: </w:t>
      </w:r>
      <w:r w:rsidRPr="0045430C">
        <w:rPr>
          <w:rFonts w:eastAsia="Aptos"/>
          <w:highlight w:val="cyan"/>
          <w:u w:val="single"/>
        </w:rPr>
        <w:t>workers'</w:t>
      </w:r>
      <w:r w:rsidRPr="0045430C">
        <w:rPr>
          <w:rFonts w:eastAsia="Aptos"/>
          <w:sz w:val="16"/>
          <w:highlight w:val="cyan"/>
        </w:rPr>
        <w:t xml:space="preserve"> </w:t>
      </w:r>
      <w:r w:rsidRPr="0045430C">
        <w:rPr>
          <w:rFonts w:eastAsia="Aptos"/>
          <w:iCs/>
          <w:highlight w:val="cyan"/>
          <w:u w:val="single"/>
          <w:bdr w:val="single" w:sz="8" w:space="0" w:color="auto"/>
        </w:rPr>
        <w:t>agreement with</w:t>
      </w:r>
      <w:r w:rsidRPr="0045430C">
        <w:rPr>
          <w:rFonts w:eastAsia="Aptos"/>
          <w:sz w:val="16"/>
        </w:rPr>
        <w:t xml:space="preserve"> </w:t>
      </w:r>
      <w:r w:rsidRPr="0045430C">
        <w:rPr>
          <w:rFonts w:eastAsia="Aptos"/>
          <w:u w:val="single"/>
        </w:rPr>
        <w:t>the</w:t>
      </w:r>
      <w:r w:rsidRPr="0045430C">
        <w:rPr>
          <w:rFonts w:eastAsia="Aptos"/>
          <w:sz w:val="16"/>
        </w:rPr>
        <w:t xml:space="preserve"> </w:t>
      </w:r>
      <w:r w:rsidRPr="0045430C">
        <w:rPr>
          <w:rFonts w:eastAsia="Aptos"/>
          <w:iCs/>
          <w:highlight w:val="cyan"/>
          <w:u w:val="single"/>
          <w:bdr w:val="single" w:sz="8" w:space="0" w:color="auto"/>
        </w:rPr>
        <w:t>political positions</w:t>
      </w:r>
      <w:r w:rsidRPr="0045430C">
        <w:rPr>
          <w:rFonts w:eastAsia="Aptos"/>
          <w:sz w:val="16"/>
        </w:rPr>
        <w:t xml:space="preserve"> </w:t>
      </w:r>
      <w:r w:rsidRPr="0045430C">
        <w:rPr>
          <w:rFonts w:eastAsia="Aptos"/>
          <w:u w:val="single"/>
        </w:rPr>
        <w:t>taken by the union</w:t>
      </w:r>
      <w:r w:rsidRPr="0045430C">
        <w:rPr>
          <w:rFonts w:eastAsia="Aptos"/>
          <w:sz w:val="16"/>
        </w:rPr>
        <w:t xml:space="preserve">, </w:t>
      </w:r>
      <w:r w:rsidRPr="0045430C">
        <w:rPr>
          <w:rFonts w:eastAsia="Aptos"/>
          <w:u w:val="single"/>
        </w:rPr>
        <w:t>workers' views of what the authors</w:t>
      </w:r>
      <w:r w:rsidRPr="0045430C">
        <w:rPr>
          <w:rFonts w:eastAsia="Aptos"/>
          <w:sz w:val="16"/>
        </w:rPr>
        <w:t xml:space="preserve"> </w:t>
      </w:r>
      <w:r w:rsidRPr="0045430C">
        <w:rPr>
          <w:rFonts w:eastAsia="Aptos"/>
          <w:u w:val="single"/>
        </w:rPr>
        <w:t xml:space="preserve">call the "appropriateness of union </w:t>
      </w:r>
      <w:r w:rsidRPr="0045430C">
        <w:rPr>
          <w:rFonts w:eastAsia="Aptos"/>
          <w:iCs/>
          <w:u w:val="single"/>
          <w:bdr w:val="single" w:sz="8" w:space="0" w:color="auto"/>
        </w:rPr>
        <w:t>political activity</w:t>
      </w:r>
      <w:r w:rsidRPr="0045430C">
        <w:rPr>
          <w:rFonts w:eastAsia="Aptos"/>
          <w:u w:val="single"/>
        </w:rPr>
        <w:t xml:space="preserve">," </w:t>
      </w:r>
      <w:r w:rsidRPr="0045430C">
        <w:rPr>
          <w:rFonts w:eastAsia="Aptos"/>
          <w:sz w:val="16"/>
        </w:rPr>
        <w:t xml:space="preserve">and whether union membership is voluntary or mandatory. 211 n fact, </w:t>
      </w:r>
      <w:r w:rsidRPr="0045430C">
        <w:rPr>
          <w:rFonts w:eastAsia="Aptos"/>
          <w:iCs/>
          <w:u w:val="single"/>
          <w:bdr w:val="single" w:sz="8" w:space="0" w:color="auto"/>
        </w:rPr>
        <w:t>political agreement</w:t>
      </w:r>
      <w:r w:rsidRPr="0045430C">
        <w:rPr>
          <w:rFonts w:eastAsia="Aptos"/>
          <w:sz w:val="16"/>
        </w:rPr>
        <w:t xml:space="preserve"> </w:t>
      </w:r>
      <w:r w:rsidRPr="0045430C">
        <w:rPr>
          <w:rFonts w:eastAsia="Aptos"/>
          <w:highlight w:val="cyan"/>
          <w:u w:val="single"/>
        </w:rPr>
        <w:t xml:space="preserve">is </w:t>
      </w:r>
      <w:r w:rsidRPr="0045430C">
        <w:rPr>
          <w:rFonts w:eastAsia="Aptos"/>
          <w:u w:val="single"/>
        </w:rPr>
        <w:t xml:space="preserve">as </w:t>
      </w:r>
      <w:r w:rsidRPr="0045430C">
        <w:rPr>
          <w:rFonts w:eastAsia="Aptos"/>
          <w:iCs/>
          <w:u w:val="single"/>
          <w:bdr w:val="single" w:sz="8" w:space="0" w:color="auto"/>
        </w:rPr>
        <w:t>strong</w:t>
      </w:r>
      <w:r w:rsidRPr="0045430C">
        <w:rPr>
          <w:rFonts w:eastAsia="Aptos"/>
          <w:u w:val="single"/>
        </w:rPr>
        <w:t xml:space="preserve"> a </w:t>
      </w:r>
      <w:r w:rsidRPr="0045430C">
        <w:rPr>
          <w:rFonts w:eastAsia="Aptos"/>
          <w:iCs/>
          <w:u w:val="single"/>
          <w:bdr w:val="single" w:sz="8" w:space="0" w:color="auto"/>
        </w:rPr>
        <w:t>predictor</w:t>
      </w:r>
      <w:r w:rsidRPr="0045430C">
        <w:rPr>
          <w:rFonts w:eastAsia="Aptos"/>
          <w:sz w:val="16"/>
        </w:rPr>
        <w:t xml:space="preserve"> </w:t>
      </w:r>
      <w:r w:rsidRPr="0045430C">
        <w:rPr>
          <w:rFonts w:eastAsia="Aptos"/>
          <w:u w:val="single"/>
        </w:rPr>
        <w:t>of participation as commitment is</w:t>
      </w:r>
      <w:r w:rsidRPr="0045430C">
        <w:rPr>
          <w:rFonts w:eastAsia="Aptos"/>
          <w:sz w:val="16"/>
        </w:rPr>
        <w:t xml:space="preserve">, </w:t>
      </w:r>
      <w:r w:rsidRPr="0045430C">
        <w:rPr>
          <w:rFonts w:eastAsia="Aptos"/>
          <w:u w:val="single"/>
        </w:rPr>
        <w:t>and</w:t>
      </w:r>
      <w:r w:rsidRPr="0045430C">
        <w:rPr>
          <w:rFonts w:eastAsia="Aptos"/>
          <w:sz w:val="16"/>
        </w:rPr>
        <w:t xml:space="preserve">, when taken together, these three other factors have about </w:t>
      </w:r>
      <w:r w:rsidRPr="0045430C">
        <w:rPr>
          <w:rFonts w:eastAsia="Aptos"/>
          <w:iCs/>
          <w:highlight w:val="cyan"/>
          <w:u w:val="single"/>
          <w:bdr w:val="single" w:sz="8" w:space="0" w:color="auto"/>
        </w:rPr>
        <w:t>three times stronger</w:t>
      </w:r>
      <w:r w:rsidRPr="0045430C">
        <w:rPr>
          <w:rFonts w:eastAsia="Aptos"/>
          <w:sz w:val="16"/>
        </w:rPr>
        <w:t xml:space="preserve"> </w:t>
      </w:r>
      <w:r w:rsidRPr="0045430C">
        <w:rPr>
          <w:rFonts w:eastAsia="Aptos"/>
          <w:highlight w:val="cyan"/>
          <w:u w:val="single"/>
        </w:rPr>
        <w:t>a</w:t>
      </w:r>
      <w:r w:rsidRPr="0045430C">
        <w:rPr>
          <w:rFonts w:eastAsia="Aptos"/>
          <w:u w:val="single"/>
        </w:rPr>
        <w:t xml:space="preserve"> </w:t>
      </w:r>
      <w:r w:rsidRPr="0045430C">
        <w:rPr>
          <w:rFonts w:eastAsia="Aptos"/>
          <w:highlight w:val="cyan"/>
          <w:u w:val="single"/>
        </w:rPr>
        <w:t>correlation to participation</w:t>
      </w:r>
      <w:r w:rsidRPr="0045430C">
        <w:rPr>
          <w:rFonts w:eastAsia="Aptos"/>
          <w:sz w:val="16"/>
        </w:rPr>
        <w:t xml:space="preserve"> than does commitment.212 </w:t>
      </w:r>
      <w:r w:rsidRPr="0045430C">
        <w:rPr>
          <w:rFonts w:eastAsia="Aptos"/>
          <w:u w:val="single"/>
        </w:rPr>
        <w:t xml:space="preserve">This is relevant to our analysis because workers who join a political union will </w:t>
      </w:r>
      <w:r w:rsidRPr="0045430C">
        <w:rPr>
          <w:rFonts w:eastAsia="Aptos"/>
          <w:iCs/>
          <w:u w:val="single"/>
          <w:bdr w:val="single" w:sz="8" w:space="0" w:color="auto"/>
        </w:rPr>
        <w:t>do so voluntarily</w:t>
      </w:r>
      <w:r w:rsidRPr="0045430C">
        <w:rPr>
          <w:rFonts w:eastAsia="Aptos"/>
          <w:sz w:val="16"/>
        </w:rPr>
        <w:t>.</w:t>
      </w:r>
      <w:r w:rsidRPr="0045430C">
        <w:rPr>
          <w:rFonts w:eastAsia="Aptos"/>
          <w:u w:val="single"/>
        </w:rPr>
        <w:t>213 They will</w:t>
      </w:r>
      <w:r w:rsidRPr="0045430C">
        <w:rPr>
          <w:rFonts w:eastAsia="Aptos"/>
          <w:sz w:val="16"/>
        </w:rPr>
        <w:t xml:space="preserve"> accordingly </w:t>
      </w:r>
      <w:r w:rsidRPr="0045430C">
        <w:rPr>
          <w:rFonts w:eastAsia="Aptos"/>
          <w:u w:val="single"/>
        </w:rPr>
        <w:t>be</w:t>
      </w:r>
      <w:r w:rsidRPr="0045430C">
        <w:rPr>
          <w:rFonts w:eastAsia="Aptos"/>
          <w:sz w:val="16"/>
        </w:rPr>
        <w:t xml:space="preserve"> </w:t>
      </w:r>
      <w:r w:rsidRPr="0045430C">
        <w:rPr>
          <w:rFonts w:eastAsia="Aptos"/>
          <w:u w:val="single"/>
        </w:rPr>
        <w:t>quite likely to agree with the union's politics</w:t>
      </w:r>
      <w:r w:rsidRPr="0045430C">
        <w:rPr>
          <w:rFonts w:eastAsia="Aptos"/>
          <w:sz w:val="16"/>
        </w:rPr>
        <w:t xml:space="preserve"> </w:t>
      </w:r>
      <w:r w:rsidRPr="0045430C">
        <w:rPr>
          <w:rFonts w:eastAsia="Aptos"/>
          <w:u w:val="single"/>
        </w:rPr>
        <w:t xml:space="preserve">and to view the union's political activities as </w:t>
      </w:r>
      <w:r w:rsidRPr="0045430C">
        <w:rPr>
          <w:rFonts w:eastAsia="Aptos"/>
          <w:iCs/>
          <w:u w:val="single"/>
          <w:bdr w:val="single" w:sz="8" w:space="0" w:color="auto"/>
        </w:rPr>
        <w:t>appropriate</w:t>
      </w:r>
      <w:r w:rsidRPr="0045430C">
        <w:rPr>
          <w:rFonts w:eastAsia="Aptos"/>
          <w:sz w:val="16"/>
        </w:rPr>
        <w:t>.</w:t>
      </w:r>
    </w:p>
    <w:p w14:paraId="0F04DF33" w14:textId="77777777" w:rsidR="0045430C" w:rsidRPr="0045430C" w:rsidRDefault="0045430C" w:rsidP="0045430C">
      <w:pPr>
        <w:rPr>
          <w:rFonts w:eastAsia="Aptos"/>
          <w:sz w:val="16"/>
        </w:rPr>
      </w:pPr>
    </w:p>
    <w:p w14:paraId="42F429E8" w14:textId="77777777" w:rsidR="0045430C" w:rsidRPr="00F964BA" w:rsidRDefault="0045430C" w:rsidP="0045430C">
      <w:pPr>
        <w:rPr>
          <w:rFonts w:eastAsia="Aptos"/>
        </w:rPr>
      </w:pPr>
    </w:p>
    <w:p w14:paraId="5E6428C8" w14:textId="77777777" w:rsidR="0045430C" w:rsidRDefault="0045430C" w:rsidP="0045430C"/>
    <w:p w14:paraId="437D5D7E" w14:textId="77777777" w:rsidR="0045430C" w:rsidRPr="00A62E81" w:rsidRDefault="0045430C" w:rsidP="0045430C"/>
    <w:p w14:paraId="3B7886A3" w14:textId="77777777" w:rsidR="0045430C" w:rsidRPr="00CA059B" w:rsidRDefault="0045430C" w:rsidP="0045430C"/>
    <w:p w14:paraId="43DE73B5" w14:textId="77777777" w:rsidR="0045430C" w:rsidRDefault="0045430C" w:rsidP="0045430C"/>
    <w:p w14:paraId="096C0FA3" w14:textId="77777777" w:rsidR="0016068E" w:rsidRDefault="0016068E" w:rsidP="0045430C">
      <w:pPr>
        <w:pStyle w:val="Analytic"/>
      </w:pPr>
    </w:p>
    <w:p w14:paraId="4B305A8F" w14:textId="3727F30C" w:rsidR="0045430C" w:rsidRPr="0045430C" w:rsidRDefault="00CC13DB" w:rsidP="0045430C">
      <w:pPr>
        <w:keepNext/>
        <w:keepLines/>
        <w:spacing w:before="40" w:after="0"/>
        <w:outlineLvl w:val="3"/>
        <w:rPr>
          <w:rFonts w:eastAsia="Times New Roman"/>
          <w:b/>
          <w:iCs/>
          <w:sz w:val="26"/>
          <w:u w:val="single"/>
        </w:rPr>
      </w:pPr>
      <w:r>
        <w:rPr>
          <w:rFonts w:eastAsia="Times New Roman"/>
          <w:b/>
          <w:iCs/>
          <w:sz w:val="26"/>
        </w:rPr>
        <w:t>9</w:t>
      </w:r>
      <w:r w:rsidR="0045430C" w:rsidRPr="0045430C">
        <w:rPr>
          <w:rFonts w:eastAsia="Times New Roman"/>
          <w:b/>
          <w:iCs/>
          <w:sz w:val="26"/>
        </w:rPr>
        <w:t xml:space="preserve">. Empirics prove. </w:t>
      </w:r>
      <w:r w:rsidR="0045430C" w:rsidRPr="0045430C">
        <w:rPr>
          <w:rFonts w:eastAsia="Times New Roman"/>
          <w:b/>
          <w:iCs/>
          <w:sz w:val="26"/>
          <w:u w:val="single"/>
        </w:rPr>
        <w:t>Every</w:t>
      </w:r>
      <w:r w:rsidR="0045430C" w:rsidRPr="0045430C">
        <w:rPr>
          <w:rFonts w:eastAsia="Times New Roman"/>
          <w:b/>
          <w:iCs/>
          <w:sz w:val="26"/>
        </w:rPr>
        <w:t xml:space="preserve"> legal labor victory has been achieved through </w:t>
      </w:r>
      <w:r w:rsidR="0045430C" w:rsidRPr="0045430C">
        <w:rPr>
          <w:rFonts w:eastAsia="Times New Roman"/>
          <w:b/>
          <w:iCs/>
          <w:sz w:val="26"/>
          <w:u w:val="single"/>
        </w:rPr>
        <w:t>militant</w:t>
      </w:r>
      <w:r w:rsidR="0045430C" w:rsidRPr="0045430C">
        <w:rPr>
          <w:rFonts w:eastAsia="Times New Roman"/>
          <w:b/>
          <w:iCs/>
          <w:sz w:val="26"/>
        </w:rPr>
        <w:t xml:space="preserve"> worker power. Legal dependency </w:t>
      </w:r>
      <w:r w:rsidR="0045430C" w:rsidRPr="0045430C">
        <w:rPr>
          <w:rFonts w:eastAsia="Times New Roman"/>
          <w:b/>
          <w:iCs/>
          <w:sz w:val="26"/>
          <w:u w:val="single"/>
        </w:rPr>
        <w:t>defangs</w:t>
      </w:r>
      <w:r w:rsidR="0045430C" w:rsidRPr="0045430C">
        <w:rPr>
          <w:rFonts w:eastAsia="Times New Roman"/>
          <w:b/>
          <w:iCs/>
          <w:sz w:val="26"/>
        </w:rPr>
        <w:t xml:space="preserve"> strikes.</w:t>
      </w:r>
    </w:p>
    <w:p w14:paraId="190EF944" w14:textId="77777777" w:rsidR="0045430C" w:rsidRPr="0045430C" w:rsidRDefault="0045430C" w:rsidP="0045430C">
      <w:pPr>
        <w:rPr>
          <w:rFonts w:eastAsia="Aptos"/>
        </w:rPr>
      </w:pPr>
      <w:r w:rsidRPr="0045430C">
        <w:rPr>
          <w:rFonts w:eastAsia="Aptos"/>
        </w:rPr>
        <w:t xml:space="preserve">Joe </w:t>
      </w:r>
      <w:r w:rsidRPr="0045430C">
        <w:rPr>
          <w:rFonts w:eastAsia="Aptos"/>
          <w:b/>
          <w:bCs/>
          <w:sz w:val="26"/>
        </w:rPr>
        <w:t>Burns 15</w:t>
      </w:r>
      <w:r w:rsidRPr="0045430C">
        <w:rPr>
          <w:rFonts w:eastAsia="Aptos"/>
        </w:rPr>
        <w:t>, veteran union negotiator and labor lawyer, author of Strike Back and Reviving the Strike, "Labor Law Won't Save Us," Jacobin, 01/27/2015, https://jacobin.com/2015/01/unions-civil-right-strike-joe-burns/</w:t>
      </w:r>
    </w:p>
    <w:p w14:paraId="6E7D6CF5" w14:textId="77777777" w:rsidR="0045430C" w:rsidRPr="0045430C" w:rsidRDefault="0045430C" w:rsidP="0045430C">
      <w:pPr>
        <w:rPr>
          <w:rFonts w:eastAsia="Aptos"/>
          <w:sz w:val="16"/>
        </w:rPr>
      </w:pPr>
      <w:r w:rsidRPr="0045430C">
        <w:rPr>
          <w:rFonts w:eastAsia="Aptos"/>
          <w:u w:val="single"/>
        </w:rPr>
        <w:t xml:space="preserve">Ellison’s </w:t>
      </w:r>
      <w:r w:rsidRPr="0045430C">
        <w:rPr>
          <w:rFonts w:eastAsia="Aptos"/>
          <w:highlight w:val="cyan"/>
          <w:u w:val="single"/>
        </w:rPr>
        <w:t>legislation</w:t>
      </w:r>
      <w:r w:rsidRPr="0045430C">
        <w:rPr>
          <w:rFonts w:eastAsia="Aptos"/>
          <w:u w:val="single"/>
        </w:rPr>
        <w:t xml:space="preserve"> </w:t>
      </w:r>
      <w:r w:rsidRPr="0045430C">
        <w:rPr>
          <w:rFonts w:eastAsia="Aptos"/>
          <w:iCs/>
          <w:u w:val="single"/>
          <w:bdr w:val="single" w:sz="8" w:space="0" w:color="auto"/>
        </w:rPr>
        <w:t>leaves untouched</w:t>
      </w:r>
      <w:r w:rsidRPr="0045430C">
        <w:rPr>
          <w:rFonts w:eastAsia="Aptos"/>
          <w:sz w:val="16"/>
        </w:rPr>
        <w:t xml:space="preserve"> </w:t>
      </w:r>
      <w:r w:rsidRPr="0045430C">
        <w:rPr>
          <w:rFonts w:eastAsia="Aptos"/>
          <w:u w:val="single"/>
        </w:rPr>
        <w:t xml:space="preserve">these </w:t>
      </w:r>
      <w:r w:rsidRPr="0045430C">
        <w:rPr>
          <w:rFonts w:eastAsia="Aptos"/>
          <w:iCs/>
          <w:u w:val="single"/>
          <w:bdr w:val="single" w:sz="8" w:space="0" w:color="auto"/>
        </w:rPr>
        <w:t>judicially created impediments</w:t>
      </w:r>
      <w:r w:rsidRPr="0045430C">
        <w:rPr>
          <w:rFonts w:eastAsia="Aptos"/>
          <w:sz w:val="16"/>
        </w:rPr>
        <w:t xml:space="preserve"> </w:t>
      </w:r>
      <w:r w:rsidRPr="0045430C">
        <w:rPr>
          <w:rFonts w:eastAsia="Aptos"/>
          <w:u w:val="single"/>
        </w:rPr>
        <w:t>to union strength</w:t>
      </w:r>
      <w:r w:rsidRPr="0045430C">
        <w:rPr>
          <w:rFonts w:eastAsia="Aptos"/>
          <w:sz w:val="16"/>
        </w:rPr>
        <w:t xml:space="preserve">, </w:t>
      </w:r>
      <w:r w:rsidRPr="0045430C">
        <w:rPr>
          <w:rFonts w:eastAsia="Aptos"/>
          <w:u w:val="single"/>
        </w:rPr>
        <w:t>which</w:t>
      </w:r>
      <w:r w:rsidRPr="0045430C">
        <w:rPr>
          <w:rFonts w:eastAsia="Aptos"/>
          <w:sz w:val="16"/>
        </w:rPr>
        <w:t xml:space="preserve"> </w:t>
      </w:r>
      <w:r w:rsidRPr="0045430C">
        <w:rPr>
          <w:rFonts w:eastAsia="Aptos"/>
          <w:iCs/>
          <w:highlight w:val="cyan"/>
          <w:u w:val="single"/>
          <w:bdr w:val="single" w:sz="8" w:space="0" w:color="auto"/>
        </w:rPr>
        <w:t>defang strikes</w:t>
      </w:r>
      <w:r w:rsidRPr="0045430C">
        <w:rPr>
          <w:rFonts w:eastAsia="Aptos"/>
          <w:sz w:val="16"/>
        </w:rPr>
        <w:t xml:space="preserve"> </w:t>
      </w:r>
      <w:r w:rsidRPr="0045430C">
        <w:rPr>
          <w:rFonts w:eastAsia="Aptos"/>
          <w:u w:val="single"/>
        </w:rPr>
        <w:t>and</w:t>
      </w:r>
      <w:r w:rsidRPr="0045430C">
        <w:rPr>
          <w:rFonts w:eastAsia="Aptos"/>
          <w:sz w:val="16"/>
        </w:rPr>
        <w:t xml:space="preserve"> </w:t>
      </w:r>
      <w:r w:rsidRPr="0045430C">
        <w:rPr>
          <w:rFonts w:eastAsia="Aptos"/>
          <w:u w:val="single"/>
        </w:rPr>
        <w:t xml:space="preserve">render </w:t>
      </w:r>
      <w:r w:rsidRPr="0045430C">
        <w:rPr>
          <w:rFonts w:eastAsia="Aptos"/>
          <w:iCs/>
          <w:u w:val="single"/>
          <w:bdr w:val="single" w:sz="8" w:space="0" w:color="auto"/>
        </w:rPr>
        <w:t>collective bargaining virtually meaningless</w:t>
      </w:r>
      <w:r w:rsidRPr="0045430C">
        <w:rPr>
          <w:rFonts w:eastAsia="Aptos"/>
          <w:sz w:val="16"/>
        </w:rPr>
        <w:t xml:space="preserve">. </w:t>
      </w:r>
      <w:r w:rsidRPr="0045430C">
        <w:rPr>
          <w:rFonts w:eastAsia="Aptos"/>
          <w:highlight w:val="cyan"/>
          <w:u w:val="single"/>
        </w:rPr>
        <w:t>Relying on reactionary</w:t>
      </w:r>
      <w:r w:rsidRPr="0045430C">
        <w:rPr>
          <w:rFonts w:eastAsia="Aptos"/>
          <w:u w:val="single"/>
        </w:rPr>
        <w:t xml:space="preserve"> federal </w:t>
      </w:r>
      <w:r w:rsidRPr="0045430C">
        <w:rPr>
          <w:rFonts w:eastAsia="Aptos"/>
          <w:highlight w:val="cyan"/>
          <w:u w:val="single"/>
        </w:rPr>
        <w:t>courts</w:t>
      </w:r>
      <w:r w:rsidRPr="0045430C">
        <w:rPr>
          <w:rFonts w:eastAsia="Aptos"/>
          <w:sz w:val="16"/>
        </w:rPr>
        <w:t xml:space="preserve"> — or hoping that electing more Democrats will make the judiciary less conservative — </w:t>
      </w:r>
      <w:r w:rsidRPr="0045430C">
        <w:rPr>
          <w:rFonts w:eastAsia="Aptos"/>
          <w:highlight w:val="cyan"/>
          <w:u w:val="single"/>
        </w:rPr>
        <w:t xml:space="preserve">is </w:t>
      </w:r>
      <w:r w:rsidRPr="0045430C">
        <w:rPr>
          <w:rFonts w:eastAsia="Aptos"/>
          <w:iCs/>
          <w:highlight w:val="cyan"/>
          <w:u w:val="single"/>
          <w:bdr w:val="single" w:sz="8" w:space="0" w:color="auto"/>
        </w:rPr>
        <w:t>not the answer</w:t>
      </w:r>
      <w:r w:rsidRPr="0045430C">
        <w:rPr>
          <w:rFonts w:eastAsia="Aptos"/>
          <w:u w:val="single"/>
        </w:rPr>
        <w:t xml:space="preserve"> to labor’s crisis</w:t>
      </w:r>
      <w:r w:rsidRPr="0045430C">
        <w:rPr>
          <w:rFonts w:eastAsia="Aptos"/>
          <w:sz w:val="16"/>
        </w:rPr>
        <w:t>.</w:t>
      </w:r>
    </w:p>
    <w:p w14:paraId="5CC9E93D" w14:textId="77777777" w:rsidR="0045430C" w:rsidRPr="0045430C" w:rsidRDefault="0045430C" w:rsidP="0045430C">
      <w:pPr>
        <w:rPr>
          <w:rFonts w:eastAsia="Aptos"/>
          <w:sz w:val="16"/>
        </w:rPr>
      </w:pPr>
      <w:r w:rsidRPr="0045430C">
        <w:rPr>
          <w:rFonts w:eastAsia="Aptos"/>
          <w:highlight w:val="cyan"/>
          <w:u w:val="single"/>
        </w:rPr>
        <w:t xml:space="preserve">With the labor movement on </w:t>
      </w:r>
      <w:r w:rsidRPr="0045430C">
        <w:rPr>
          <w:rFonts w:eastAsia="Aptos"/>
          <w:iCs/>
          <w:highlight w:val="cyan"/>
          <w:u w:val="single"/>
          <w:bdr w:val="single" w:sz="8" w:space="0" w:color="auto"/>
        </w:rPr>
        <w:t>life support</w:t>
      </w:r>
      <w:r w:rsidRPr="0045430C">
        <w:rPr>
          <w:rFonts w:eastAsia="Aptos"/>
          <w:sz w:val="16"/>
        </w:rPr>
        <w:t xml:space="preserve">, </w:t>
      </w:r>
      <w:r w:rsidRPr="0045430C">
        <w:rPr>
          <w:rFonts w:eastAsia="Aptos"/>
          <w:highlight w:val="cyan"/>
          <w:u w:val="single"/>
        </w:rPr>
        <w:t>it</w:t>
      </w:r>
      <w:r w:rsidRPr="0045430C">
        <w:rPr>
          <w:rFonts w:eastAsia="Aptos"/>
          <w:sz w:val="16"/>
          <w:highlight w:val="cyan"/>
        </w:rPr>
        <w:t xml:space="preserve"> </w:t>
      </w:r>
      <w:r w:rsidRPr="0045430C">
        <w:rPr>
          <w:rFonts w:eastAsia="Aptos"/>
          <w:iCs/>
          <w:highlight w:val="cyan"/>
          <w:u w:val="single"/>
          <w:bdr w:val="single" w:sz="8" w:space="0" w:color="auto"/>
        </w:rPr>
        <w:t>can’t engage</w:t>
      </w:r>
      <w:r w:rsidRPr="0045430C">
        <w:rPr>
          <w:rFonts w:eastAsia="Aptos"/>
          <w:sz w:val="16"/>
          <w:highlight w:val="cyan"/>
        </w:rPr>
        <w:t xml:space="preserve"> </w:t>
      </w:r>
      <w:r w:rsidRPr="0045430C">
        <w:rPr>
          <w:rFonts w:eastAsia="Aptos"/>
          <w:highlight w:val="cyan"/>
          <w:u w:val="single"/>
        </w:rPr>
        <w:t>in diversions</w:t>
      </w:r>
      <w:r w:rsidRPr="0045430C">
        <w:rPr>
          <w:rFonts w:eastAsia="Aptos"/>
          <w:u w:val="single"/>
        </w:rPr>
        <w:t xml:space="preserve"> with little chance of success. Even more troubling</w:t>
      </w:r>
      <w:r w:rsidRPr="0045430C">
        <w:rPr>
          <w:rFonts w:eastAsia="Aptos"/>
          <w:sz w:val="16"/>
        </w:rPr>
        <w:t xml:space="preserve">, however, </w:t>
      </w:r>
      <w:r w:rsidRPr="0045430C">
        <w:rPr>
          <w:rFonts w:eastAsia="Aptos"/>
          <w:u w:val="single"/>
        </w:rPr>
        <w:t xml:space="preserve">are a set of concerns that go to the heart of </w:t>
      </w:r>
      <w:r w:rsidRPr="0045430C">
        <w:rPr>
          <w:rFonts w:eastAsia="Aptos"/>
          <w:iCs/>
          <w:u w:val="single"/>
          <w:bdr w:val="single" w:sz="8" w:space="0" w:color="auto"/>
        </w:rPr>
        <w:t>what type of labor</w:t>
      </w:r>
      <w:r w:rsidRPr="0045430C">
        <w:rPr>
          <w:rFonts w:eastAsia="Aptos"/>
          <w:sz w:val="16"/>
        </w:rPr>
        <w:t xml:space="preserve"> </w:t>
      </w:r>
      <w:r w:rsidRPr="0045430C">
        <w:rPr>
          <w:rFonts w:eastAsia="Aptos"/>
          <w:iCs/>
          <w:u w:val="single"/>
          <w:bdr w:val="single" w:sz="8" w:space="0" w:color="auto"/>
        </w:rPr>
        <w:t>movement</w:t>
      </w:r>
      <w:r w:rsidRPr="0045430C">
        <w:rPr>
          <w:rFonts w:eastAsia="Aptos"/>
          <w:sz w:val="16"/>
        </w:rPr>
        <w:t xml:space="preserve"> </w:t>
      </w:r>
      <w:r w:rsidRPr="0045430C">
        <w:rPr>
          <w:rFonts w:eastAsia="Aptos"/>
          <w:u w:val="single"/>
        </w:rPr>
        <w:t>we are trying to rebuild</w:t>
      </w:r>
      <w:r w:rsidRPr="0045430C">
        <w:rPr>
          <w:rFonts w:eastAsia="Aptos"/>
          <w:sz w:val="16"/>
        </w:rPr>
        <w:t>.</w:t>
      </w:r>
    </w:p>
    <w:p w14:paraId="4905BB47" w14:textId="77777777" w:rsidR="0045430C" w:rsidRPr="0045430C" w:rsidRDefault="0045430C" w:rsidP="0045430C">
      <w:pPr>
        <w:rPr>
          <w:rFonts w:eastAsia="Aptos"/>
          <w:sz w:val="16"/>
        </w:rPr>
      </w:pPr>
      <w:r w:rsidRPr="0045430C">
        <w:rPr>
          <w:rFonts w:eastAsia="Aptos"/>
          <w:sz w:val="16"/>
        </w:rPr>
        <w:t>Is There a Civil Right to Not Be in a Union?</w:t>
      </w:r>
    </w:p>
    <w:p w14:paraId="7BEE5EC4" w14:textId="77777777" w:rsidR="0045430C" w:rsidRPr="0045430C" w:rsidRDefault="0045430C" w:rsidP="0045430C">
      <w:pPr>
        <w:rPr>
          <w:rFonts w:eastAsia="Aptos"/>
          <w:sz w:val="16"/>
        </w:rPr>
      </w:pPr>
      <w:r w:rsidRPr="0045430C">
        <w:rPr>
          <w:rFonts w:eastAsia="Aptos"/>
          <w:sz w:val="16"/>
        </w:rPr>
        <w:t>For decades, employers have argued that workers have individual rights that trump the rights of workers acting collectively. This dispute is central to labor history because it touches on the fundamental issue of whether unionism can modify the terms of wage labor. While unionists argued labor is not a commodity, a central tenant of anti-unionism was the right of individual workers to willingly agree to the terms of their exploitation, whether that meant crossing a picket line or refusing to join a union.</w:t>
      </w:r>
    </w:p>
    <w:p w14:paraId="02B68C74" w14:textId="77777777" w:rsidR="0045430C" w:rsidRPr="0045430C" w:rsidRDefault="0045430C" w:rsidP="0045430C">
      <w:pPr>
        <w:rPr>
          <w:rFonts w:eastAsia="Aptos"/>
          <w:sz w:val="16"/>
        </w:rPr>
      </w:pPr>
      <w:r w:rsidRPr="0045430C">
        <w:rPr>
          <w:rFonts w:eastAsia="Aptos"/>
          <w:sz w:val="16"/>
        </w:rPr>
        <w:t>In other words, trade unionists acting as a collective entity representing working-class interests prevented individual laborers from enjoying “liberty”: the freedom to sell their individual labor in the market. The alternate conception of labor liberty represented by unionism, in contrast, is rooted in solidarity and the necessity of workers joining together to prevent individual exploitation.</w:t>
      </w:r>
    </w:p>
    <w:p w14:paraId="3036EC5F" w14:textId="77777777" w:rsidR="0045430C" w:rsidRPr="0045430C" w:rsidRDefault="0045430C" w:rsidP="0045430C">
      <w:pPr>
        <w:rPr>
          <w:rFonts w:eastAsia="Aptos"/>
          <w:sz w:val="16"/>
        </w:rPr>
      </w:pPr>
      <w:r w:rsidRPr="0045430C">
        <w:rPr>
          <w:rFonts w:eastAsia="Aptos"/>
          <w:sz w:val="16"/>
        </w:rPr>
        <w:t>Employers have long been hypocritical champions of individual workers rights. In the modern era, employer groups explicitly adopted the lingo and litigation approach of the Civil Rights Movement. That’s why anti-union groups have names such as the National Right to Work Foundation and the Center for Worker Freedom (the right-wing group spearheading the effort against the United Auto Workers’ unionization drive in Chattanooga, TN). For anti-union employer advocates, labor truly is a civil right —the right of individuals to undercut the collective.</w:t>
      </w:r>
    </w:p>
    <w:p w14:paraId="4616D520" w14:textId="77777777" w:rsidR="0045430C" w:rsidRPr="0045430C" w:rsidRDefault="0045430C" w:rsidP="0045430C">
      <w:pPr>
        <w:rPr>
          <w:rFonts w:eastAsia="Aptos"/>
          <w:sz w:val="16"/>
        </w:rPr>
      </w:pPr>
      <w:r w:rsidRPr="0045430C">
        <w:rPr>
          <w:rFonts w:eastAsia="Aptos"/>
          <w:sz w:val="16"/>
        </w:rPr>
        <w:t>Employers rarely outright oppose union rights. Instead, they’ve created fictitious rights such as the “right to work” — the anti-collective idea that individual workers have a right to freeload by not paying dues — or the “right” of individual workers to scab by crossing picket lines.</w:t>
      </w:r>
    </w:p>
    <w:p w14:paraId="74FB0A95" w14:textId="77777777" w:rsidR="0045430C" w:rsidRPr="0045430C" w:rsidRDefault="0045430C" w:rsidP="0045430C">
      <w:pPr>
        <w:rPr>
          <w:rFonts w:eastAsia="Aptos"/>
          <w:sz w:val="16"/>
        </w:rPr>
      </w:pPr>
      <w:r w:rsidRPr="0045430C">
        <w:rPr>
          <w:rFonts w:eastAsia="Aptos"/>
          <w:sz w:val="16"/>
        </w:rPr>
        <w:t>This of course begs the question: if workers have a civil right to engage in union activity, do they have a corresponding civil right to refrain from such activity? Once you accept the individualist civil rights logic, it is hard to say they do not.</w:t>
      </w:r>
    </w:p>
    <w:p w14:paraId="5DD1EDCA" w14:textId="77777777" w:rsidR="0045430C" w:rsidRPr="0045430C" w:rsidRDefault="0045430C" w:rsidP="0045430C">
      <w:pPr>
        <w:rPr>
          <w:rFonts w:eastAsia="Aptos"/>
          <w:sz w:val="16"/>
        </w:rPr>
      </w:pPr>
      <w:r w:rsidRPr="0045430C">
        <w:rPr>
          <w:rFonts w:eastAsia="Aptos"/>
          <w:sz w:val="16"/>
        </w:rPr>
        <w:t xml:space="preserve">Yet </w:t>
      </w:r>
      <w:r w:rsidRPr="0045430C">
        <w:rPr>
          <w:rFonts w:eastAsia="Aptos"/>
          <w:u w:val="single"/>
        </w:rPr>
        <w:t xml:space="preserve">without collective action there </w:t>
      </w:r>
      <w:r w:rsidRPr="0045430C">
        <w:rPr>
          <w:rFonts w:eastAsia="Aptos"/>
          <w:iCs/>
          <w:u w:val="single"/>
          <w:bdr w:val="single" w:sz="8" w:space="0" w:color="auto"/>
        </w:rPr>
        <w:t>can be no labor movement</w:t>
      </w:r>
      <w:r w:rsidRPr="0045430C">
        <w:rPr>
          <w:rFonts w:eastAsia="Aptos"/>
          <w:sz w:val="16"/>
        </w:rPr>
        <w:t xml:space="preserve">. </w:t>
      </w:r>
      <w:r w:rsidRPr="0045430C">
        <w:rPr>
          <w:rFonts w:eastAsia="Aptos"/>
          <w:u w:val="single"/>
        </w:rPr>
        <w:t xml:space="preserve">Traditional trade union economics asserted that individual workers </w:t>
      </w:r>
      <w:r w:rsidRPr="0045430C">
        <w:rPr>
          <w:rFonts w:eastAsia="Aptos"/>
          <w:iCs/>
          <w:u w:val="single"/>
          <w:bdr w:val="single" w:sz="8" w:space="0" w:color="auto"/>
        </w:rPr>
        <w:t>lacked</w:t>
      </w:r>
      <w:r w:rsidRPr="0045430C">
        <w:rPr>
          <w:rFonts w:eastAsia="Aptos"/>
          <w:u w:val="single"/>
        </w:rPr>
        <w:t xml:space="preserve"> the </w:t>
      </w:r>
      <w:r w:rsidRPr="0045430C">
        <w:rPr>
          <w:rFonts w:eastAsia="Aptos"/>
          <w:iCs/>
          <w:u w:val="single"/>
          <w:bdr w:val="single" w:sz="8" w:space="0" w:color="auto"/>
        </w:rPr>
        <w:t xml:space="preserve">right to sell their labor </w:t>
      </w:r>
      <w:r w:rsidRPr="0045430C">
        <w:rPr>
          <w:rFonts w:eastAsia="Aptos"/>
          <w:u w:val="single"/>
        </w:rPr>
        <w:t xml:space="preserve">at a price which </w:t>
      </w:r>
      <w:r w:rsidRPr="0045430C">
        <w:rPr>
          <w:rFonts w:eastAsia="Aptos"/>
          <w:iCs/>
          <w:u w:val="single"/>
          <w:bdr w:val="single" w:sz="8" w:space="0" w:color="auto"/>
        </w:rPr>
        <w:t>undercut</w:t>
      </w:r>
      <w:r w:rsidRPr="0045430C">
        <w:rPr>
          <w:rFonts w:eastAsia="Aptos"/>
          <w:u w:val="single"/>
        </w:rPr>
        <w:t xml:space="preserve"> the</w:t>
      </w:r>
      <w:r w:rsidRPr="0045430C">
        <w:rPr>
          <w:rFonts w:eastAsia="Aptos"/>
          <w:sz w:val="16"/>
        </w:rPr>
        <w:t xml:space="preserve"> </w:t>
      </w:r>
      <w:r w:rsidRPr="0045430C">
        <w:rPr>
          <w:rFonts w:eastAsia="Aptos"/>
          <w:iCs/>
          <w:u w:val="single"/>
          <w:bdr w:val="single" w:sz="8" w:space="0" w:color="auto"/>
        </w:rPr>
        <w:t>collective needs</w:t>
      </w:r>
      <w:r w:rsidRPr="0045430C">
        <w:rPr>
          <w:rFonts w:eastAsia="Aptos"/>
          <w:sz w:val="16"/>
        </w:rPr>
        <w:t xml:space="preserve"> </w:t>
      </w:r>
      <w:r w:rsidRPr="0045430C">
        <w:rPr>
          <w:rFonts w:eastAsia="Aptos"/>
          <w:u w:val="single"/>
        </w:rPr>
        <w:t>of workers</w:t>
      </w:r>
      <w:r w:rsidRPr="0045430C">
        <w:rPr>
          <w:rFonts w:eastAsia="Aptos"/>
          <w:sz w:val="16"/>
        </w:rPr>
        <w:t xml:space="preserve">. </w:t>
      </w:r>
      <w:r w:rsidRPr="0045430C">
        <w:rPr>
          <w:rFonts w:eastAsia="Aptos"/>
          <w:u w:val="single"/>
        </w:rPr>
        <w:t>That</w:t>
      </w:r>
      <w:r w:rsidRPr="0045430C">
        <w:rPr>
          <w:rFonts w:eastAsia="Aptos"/>
          <w:sz w:val="16"/>
        </w:rPr>
        <w:t xml:space="preserve">, in a nutshell, </w:t>
      </w:r>
      <w:r w:rsidRPr="0045430C">
        <w:rPr>
          <w:rFonts w:eastAsia="Aptos"/>
          <w:u w:val="single"/>
        </w:rPr>
        <w:t>is the point of unionization</w:t>
      </w:r>
      <w:r w:rsidRPr="0045430C">
        <w:rPr>
          <w:rFonts w:eastAsia="Aptos"/>
          <w:sz w:val="16"/>
        </w:rPr>
        <w:t>.</w:t>
      </w:r>
    </w:p>
    <w:p w14:paraId="599C3B5E" w14:textId="77777777" w:rsidR="0045430C" w:rsidRPr="0045430C" w:rsidRDefault="0045430C" w:rsidP="0045430C">
      <w:pPr>
        <w:rPr>
          <w:rFonts w:eastAsia="Aptos"/>
          <w:sz w:val="16"/>
        </w:rPr>
      </w:pPr>
      <w:r w:rsidRPr="0045430C">
        <w:rPr>
          <w:rFonts w:eastAsia="Aptos"/>
          <w:highlight w:val="cyan"/>
          <w:u w:val="single"/>
        </w:rPr>
        <w:t>Labor history</w:t>
      </w:r>
      <w:r w:rsidRPr="0045430C">
        <w:rPr>
          <w:rFonts w:eastAsia="Aptos"/>
          <w:u w:val="single"/>
        </w:rPr>
        <w:t xml:space="preserve"> can be seen as the heroic attempt of workers to </w:t>
      </w:r>
      <w:r w:rsidRPr="0045430C">
        <w:rPr>
          <w:rFonts w:eastAsia="Aptos"/>
          <w:iCs/>
          <w:u w:val="single"/>
          <w:bdr w:val="single" w:sz="8" w:space="0" w:color="auto"/>
        </w:rPr>
        <w:t>raise the price</w:t>
      </w:r>
      <w:r w:rsidRPr="0045430C">
        <w:rPr>
          <w:rFonts w:eastAsia="Aptos"/>
          <w:sz w:val="16"/>
        </w:rPr>
        <w:t xml:space="preserve"> </w:t>
      </w:r>
      <w:r w:rsidRPr="0045430C">
        <w:rPr>
          <w:rFonts w:eastAsia="Aptos"/>
          <w:u w:val="single"/>
        </w:rPr>
        <w:t>of their labor above “free market” levels</w:t>
      </w:r>
      <w:r w:rsidRPr="0045430C">
        <w:rPr>
          <w:rFonts w:eastAsia="Aptos"/>
          <w:sz w:val="16"/>
        </w:rPr>
        <w:t xml:space="preserve">. </w:t>
      </w:r>
      <w:r w:rsidRPr="0045430C">
        <w:rPr>
          <w:rFonts w:eastAsia="Aptos"/>
          <w:iCs/>
          <w:u w:val="single"/>
          <w:bdr w:val="single" w:sz="8" w:space="0" w:color="auto"/>
        </w:rPr>
        <w:t>Mass picketing</w:t>
      </w:r>
      <w:r w:rsidRPr="0045430C">
        <w:rPr>
          <w:rFonts w:eastAsia="Aptos"/>
          <w:sz w:val="16"/>
        </w:rPr>
        <w:t xml:space="preserve">, </w:t>
      </w:r>
      <w:r w:rsidRPr="0045430C">
        <w:rPr>
          <w:rFonts w:eastAsia="Aptos"/>
          <w:iCs/>
          <w:u w:val="single"/>
          <w:bdr w:val="single" w:sz="8" w:space="0" w:color="auto"/>
        </w:rPr>
        <w:t xml:space="preserve">sit-down </w:t>
      </w:r>
      <w:r w:rsidRPr="0045430C">
        <w:rPr>
          <w:rFonts w:eastAsia="Aptos"/>
          <w:iCs/>
          <w:highlight w:val="cyan"/>
          <w:u w:val="single"/>
          <w:bdr w:val="single" w:sz="8" w:space="0" w:color="auto"/>
        </w:rPr>
        <w:t>strikes</w:t>
      </w:r>
      <w:r w:rsidRPr="0045430C">
        <w:rPr>
          <w:rFonts w:eastAsia="Aptos"/>
          <w:sz w:val="16"/>
        </w:rPr>
        <w:t xml:space="preserve">, </w:t>
      </w:r>
      <w:r w:rsidRPr="0045430C">
        <w:rPr>
          <w:rFonts w:eastAsia="Aptos"/>
          <w:iCs/>
          <w:highlight w:val="cyan"/>
          <w:u w:val="single"/>
          <w:bdr w:val="single" w:sz="8" w:space="0" w:color="auto"/>
        </w:rPr>
        <w:t>anti-scab action</w:t>
      </w:r>
      <w:r w:rsidRPr="0045430C">
        <w:rPr>
          <w:rFonts w:eastAsia="Aptos"/>
          <w:sz w:val="16"/>
        </w:rPr>
        <w:t xml:space="preserve">, </w:t>
      </w:r>
      <w:r w:rsidRPr="0045430C">
        <w:rPr>
          <w:rFonts w:eastAsia="Aptos"/>
          <w:iCs/>
          <w:highlight w:val="cyan"/>
          <w:u w:val="single"/>
          <w:bdr w:val="single" w:sz="8" w:space="0" w:color="auto"/>
        </w:rPr>
        <w:t>closed shops</w:t>
      </w:r>
      <w:r w:rsidRPr="0045430C">
        <w:rPr>
          <w:rFonts w:eastAsia="Aptos"/>
          <w:sz w:val="16"/>
        </w:rPr>
        <w:t xml:space="preserve">, </w:t>
      </w:r>
      <w:r w:rsidRPr="0045430C">
        <w:rPr>
          <w:rFonts w:eastAsia="Aptos"/>
          <w:iCs/>
          <w:highlight w:val="cyan"/>
          <w:u w:val="single"/>
          <w:bdr w:val="single" w:sz="8" w:space="0" w:color="auto"/>
        </w:rPr>
        <w:t>secondary tactics</w:t>
      </w:r>
      <w:r w:rsidRPr="0045430C">
        <w:rPr>
          <w:rFonts w:eastAsia="Aptos"/>
          <w:sz w:val="16"/>
        </w:rPr>
        <w:t xml:space="preserve"> — </w:t>
      </w:r>
      <w:r w:rsidRPr="0045430C">
        <w:rPr>
          <w:rFonts w:eastAsia="Aptos"/>
          <w:u w:val="single"/>
        </w:rPr>
        <w:t xml:space="preserve">all were geared towards </w:t>
      </w:r>
      <w:r w:rsidRPr="0045430C">
        <w:rPr>
          <w:rFonts w:eastAsia="Aptos"/>
          <w:iCs/>
          <w:u w:val="single"/>
          <w:bdr w:val="single" w:sz="8" w:space="0" w:color="auto"/>
        </w:rPr>
        <w:t>preventing individuals</w:t>
      </w:r>
      <w:r w:rsidRPr="0045430C">
        <w:rPr>
          <w:rFonts w:eastAsia="Aptos"/>
          <w:u w:val="single"/>
        </w:rPr>
        <w:t xml:space="preserve"> from undercutting </w:t>
      </w:r>
      <w:r w:rsidRPr="0045430C">
        <w:rPr>
          <w:rFonts w:eastAsia="Aptos"/>
          <w:iCs/>
          <w:u w:val="single"/>
          <w:bdr w:val="single" w:sz="8" w:space="0" w:color="auto"/>
        </w:rPr>
        <w:t>collectively set</w:t>
      </w:r>
      <w:r w:rsidRPr="0045430C">
        <w:rPr>
          <w:rFonts w:eastAsia="Aptos"/>
          <w:u w:val="single"/>
        </w:rPr>
        <w:t xml:space="preserve"> labor rates</w:t>
      </w:r>
      <w:r w:rsidRPr="0045430C">
        <w:rPr>
          <w:rFonts w:eastAsia="Aptos"/>
          <w:sz w:val="16"/>
        </w:rPr>
        <w:t>.</w:t>
      </w:r>
    </w:p>
    <w:p w14:paraId="599E6EF2" w14:textId="77777777" w:rsidR="0045430C" w:rsidRPr="0045430C" w:rsidRDefault="0045430C" w:rsidP="0045430C">
      <w:pPr>
        <w:rPr>
          <w:rFonts w:eastAsia="Aptos"/>
          <w:u w:val="single"/>
        </w:rPr>
      </w:pPr>
      <w:r w:rsidRPr="0045430C">
        <w:rPr>
          <w:rFonts w:eastAsia="Aptos"/>
          <w:u w:val="single"/>
        </w:rPr>
        <w:t>Labor Law and Class Struggle</w:t>
      </w:r>
    </w:p>
    <w:p w14:paraId="2E132609" w14:textId="77777777" w:rsidR="0045430C" w:rsidRPr="0045430C" w:rsidRDefault="0045430C" w:rsidP="0045430C">
      <w:pPr>
        <w:rPr>
          <w:rFonts w:eastAsia="Aptos"/>
          <w:sz w:val="16"/>
        </w:rPr>
      </w:pPr>
      <w:r w:rsidRPr="0045430C">
        <w:rPr>
          <w:rFonts w:eastAsia="Aptos"/>
          <w:u w:val="single"/>
        </w:rPr>
        <w:t xml:space="preserve">When a new workers’ movement develops, it will be </w:t>
      </w:r>
      <w:r w:rsidRPr="0045430C">
        <w:rPr>
          <w:rFonts w:eastAsia="Aptos"/>
          <w:iCs/>
          <w:u w:val="single"/>
          <w:bdr w:val="single" w:sz="8" w:space="0" w:color="auto"/>
        </w:rPr>
        <w:t>imperative</w:t>
      </w:r>
      <w:r w:rsidRPr="0045430C">
        <w:rPr>
          <w:rFonts w:eastAsia="Aptos"/>
          <w:sz w:val="16"/>
        </w:rPr>
        <w:t xml:space="preserve"> </w:t>
      </w:r>
      <w:r w:rsidRPr="0045430C">
        <w:rPr>
          <w:rFonts w:eastAsia="Aptos"/>
          <w:u w:val="single"/>
        </w:rPr>
        <w:t xml:space="preserve">to directly </w:t>
      </w:r>
      <w:r w:rsidRPr="0045430C">
        <w:rPr>
          <w:rFonts w:eastAsia="Aptos"/>
          <w:iCs/>
          <w:highlight w:val="cyan"/>
          <w:u w:val="single"/>
          <w:bdr w:val="single" w:sz="8" w:space="0" w:color="auto"/>
        </w:rPr>
        <w:t>challenge labor</w:t>
      </w:r>
      <w:r w:rsidRPr="0045430C">
        <w:rPr>
          <w:rFonts w:eastAsia="Aptos"/>
          <w:highlight w:val="cyan"/>
          <w:u w:val="single"/>
        </w:rPr>
        <w:t xml:space="preserve"> law as</w:t>
      </w:r>
      <w:r w:rsidRPr="0045430C">
        <w:rPr>
          <w:rFonts w:eastAsia="Aptos"/>
          <w:u w:val="single"/>
        </w:rPr>
        <w:t xml:space="preserve"> a system of </w:t>
      </w:r>
      <w:r w:rsidRPr="0045430C">
        <w:rPr>
          <w:rFonts w:eastAsia="Aptos"/>
          <w:highlight w:val="cyan"/>
          <w:u w:val="single"/>
        </w:rPr>
        <w:t>control</w:t>
      </w:r>
      <w:r w:rsidRPr="0045430C">
        <w:rPr>
          <w:rFonts w:eastAsia="Aptos"/>
          <w:sz w:val="16"/>
        </w:rPr>
        <w:t xml:space="preserve">, </w:t>
      </w:r>
      <w:r w:rsidRPr="0045430C">
        <w:rPr>
          <w:rFonts w:eastAsia="Aptos"/>
          <w:iCs/>
          <w:highlight w:val="cyan"/>
          <w:u w:val="single"/>
          <w:bdr w:val="single" w:sz="8" w:space="0" w:color="auto"/>
        </w:rPr>
        <w:t>especially</w:t>
      </w:r>
      <w:r w:rsidRPr="0045430C">
        <w:rPr>
          <w:rFonts w:eastAsia="Aptos"/>
          <w:sz w:val="16"/>
        </w:rPr>
        <w:t xml:space="preserve"> </w:t>
      </w:r>
      <w:r w:rsidRPr="0045430C">
        <w:rPr>
          <w:rFonts w:eastAsia="Aptos"/>
          <w:u w:val="single"/>
        </w:rPr>
        <w:t xml:space="preserve">the </w:t>
      </w:r>
      <w:r w:rsidRPr="0045430C">
        <w:rPr>
          <w:rFonts w:eastAsia="Aptos"/>
          <w:highlight w:val="cyan"/>
          <w:u w:val="single"/>
        </w:rPr>
        <w:t>restrictions</w:t>
      </w:r>
      <w:r w:rsidRPr="0045430C">
        <w:rPr>
          <w:rFonts w:eastAsia="Aptos"/>
          <w:u w:val="single"/>
        </w:rPr>
        <w:t xml:space="preserve"> </w:t>
      </w:r>
      <w:r w:rsidRPr="0045430C">
        <w:rPr>
          <w:rFonts w:eastAsia="Aptos"/>
          <w:highlight w:val="cyan"/>
          <w:u w:val="single"/>
        </w:rPr>
        <w:t>on</w:t>
      </w:r>
      <w:r w:rsidRPr="0045430C">
        <w:rPr>
          <w:rFonts w:eastAsia="Aptos"/>
          <w:u w:val="single"/>
        </w:rPr>
        <w:t xml:space="preserve"> effective </w:t>
      </w:r>
      <w:r w:rsidRPr="0045430C">
        <w:rPr>
          <w:rFonts w:eastAsia="Aptos"/>
          <w:highlight w:val="cyan"/>
          <w:u w:val="single"/>
        </w:rPr>
        <w:t>strike</w:t>
      </w:r>
      <w:r w:rsidRPr="0045430C">
        <w:rPr>
          <w:rFonts w:eastAsia="Aptos"/>
          <w:u w:val="single"/>
        </w:rPr>
        <w:t xml:space="preserve"> activity</w:t>
      </w:r>
      <w:r w:rsidRPr="0045430C">
        <w:rPr>
          <w:rFonts w:eastAsia="Aptos"/>
          <w:sz w:val="16"/>
        </w:rPr>
        <w:t xml:space="preserve">. </w:t>
      </w:r>
      <w:r w:rsidRPr="0045430C">
        <w:rPr>
          <w:rFonts w:eastAsia="Aptos"/>
          <w:u w:val="single"/>
        </w:rPr>
        <w:t>Whether it be industrial workers in the 1930s or public employees in the 1960s</w:t>
      </w:r>
      <w:r w:rsidRPr="0045430C">
        <w:rPr>
          <w:rFonts w:eastAsia="Aptos"/>
          <w:sz w:val="16"/>
        </w:rPr>
        <w:t xml:space="preserve">, </w:t>
      </w:r>
      <w:r w:rsidRPr="0045430C">
        <w:rPr>
          <w:rFonts w:eastAsia="Aptos"/>
          <w:highlight w:val="cyan"/>
          <w:u w:val="single"/>
        </w:rPr>
        <w:t xml:space="preserve">the main action was </w:t>
      </w:r>
      <w:r w:rsidRPr="0045430C">
        <w:rPr>
          <w:rFonts w:eastAsia="Aptos"/>
          <w:iCs/>
          <w:highlight w:val="cyan"/>
          <w:u w:val="single"/>
          <w:bdr w:val="single" w:sz="8" w:space="0" w:color="auto"/>
        </w:rPr>
        <w:t>in the streets</w:t>
      </w:r>
      <w:r w:rsidRPr="0045430C">
        <w:rPr>
          <w:rFonts w:eastAsia="Aptos"/>
          <w:sz w:val="16"/>
        </w:rPr>
        <w:t xml:space="preserve">, </w:t>
      </w:r>
      <w:r w:rsidRPr="0045430C">
        <w:rPr>
          <w:rFonts w:eastAsia="Aptos"/>
          <w:u w:val="single"/>
        </w:rPr>
        <w:t xml:space="preserve">with lawyers and litigation playing a </w:t>
      </w:r>
      <w:r w:rsidRPr="0045430C">
        <w:rPr>
          <w:rFonts w:eastAsia="Aptos"/>
          <w:iCs/>
          <w:u w:val="single"/>
          <w:bdr w:val="single" w:sz="8" w:space="0" w:color="auto"/>
        </w:rPr>
        <w:t>supporting role</w:t>
      </w:r>
      <w:r w:rsidRPr="0045430C">
        <w:rPr>
          <w:rFonts w:eastAsia="Aptos"/>
          <w:sz w:val="16"/>
        </w:rPr>
        <w:t>.</w:t>
      </w:r>
    </w:p>
    <w:p w14:paraId="2FA7053B" w14:textId="77777777" w:rsidR="0045430C" w:rsidRPr="0045430C" w:rsidRDefault="0045430C" w:rsidP="0045430C">
      <w:pPr>
        <w:rPr>
          <w:rFonts w:eastAsia="Aptos"/>
          <w:sz w:val="16"/>
        </w:rPr>
      </w:pPr>
      <w:r w:rsidRPr="0045430C">
        <w:rPr>
          <w:rFonts w:eastAsia="Aptos"/>
          <w:sz w:val="16"/>
        </w:rPr>
        <w:t>Ideas like “</w:t>
      </w:r>
      <w:r w:rsidRPr="0045430C">
        <w:rPr>
          <w:rFonts w:eastAsia="Aptos"/>
          <w:highlight w:val="cyan"/>
          <w:u w:val="single"/>
        </w:rPr>
        <w:t>labor as a civil right</w:t>
      </w:r>
      <w:r w:rsidRPr="0045430C">
        <w:rPr>
          <w:rFonts w:eastAsia="Aptos"/>
          <w:sz w:val="16"/>
        </w:rPr>
        <w:t xml:space="preserve">” </w:t>
      </w:r>
      <w:r w:rsidRPr="0045430C">
        <w:rPr>
          <w:rFonts w:eastAsia="Aptos"/>
          <w:u w:val="single"/>
        </w:rPr>
        <w:t>unwittingly</w:t>
      </w:r>
      <w:r w:rsidRPr="0045430C">
        <w:rPr>
          <w:rFonts w:eastAsia="Aptos"/>
          <w:sz w:val="16"/>
        </w:rPr>
        <w:t xml:space="preserve"> </w:t>
      </w:r>
      <w:r w:rsidRPr="0045430C">
        <w:rPr>
          <w:rFonts w:eastAsia="Aptos"/>
          <w:highlight w:val="cyan"/>
          <w:u w:val="single"/>
        </w:rPr>
        <w:t xml:space="preserve">push labor </w:t>
      </w:r>
      <w:r w:rsidRPr="0045430C">
        <w:rPr>
          <w:rFonts w:eastAsia="Aptos"/>
          <w:iCs/>
          <w:u w:val="single"/>
          <w:bdr w:val="single" w:sz="8" w:space="0" w:color="auto"/>
        </w:rPr>
        <w:t xml:space="preserve">back </w:t>
      </w:r>
      <w:r w:rsidRPr="0045430C">
        <w:rPr>
          <w:rFonts w:eastAsia="Aptos"/>
          <w:iCs/>
          <w:highlight w:val="cyan"/>
          <w:u w:val="single"/>
          <w:bdr w:val="single" w:sz="8" w:space="0" w:color="auto"/>
        </w:rPr>
        <w:t>into</w:t>
      </w:r>
      <w:r w:rsidRPr="0045430C">
        <w:rPr>
          <w:rFonts w:eastAsia="Aptos"/>
          <w:u w:val="single"/>
        </w:rPr>
        <w:t xml:space="preserve"> the </w:t>
      </w:r>
      <w:r w:rsidRPr="0045430C">
        <w:rPr>
          <w:rFonts w:eastAsia="Aptos"/>
          <w:iCs/>
          <w:highlight w:val="cyan"/>
          <w:u w:val="single"/>
          <w:bdr w:val="single" w:sz="8" w:space="0" w:color="auto"/>
        </w:rPr>
        <w:t>law’s embrace</w:t>
      </w:r>
      <w:r w:rsidRPr="0045430C">
        <w:rPr>
          <w:rFonts w:eastAsia="Aptos"/>
          <w:sz w:val="16"/>
          <w:highlight w:val="cyan"/>
        </w:rPr>
        <w:t xml:space="preserve"> </w:t>
      </w:r>
      <w:r w:rsidRPr="0045430C">
        <w:rPr>
          <w:rFonts w:eastAsia="Aptos"/>
          <w:highlight w:val="cyan"/>
          <w:u w:val="single"/>
        </w:rPr>
        <w:t>while</w:t>
      </w:r>
      <w:r w:rsidRPr="0045430C">
        <w:rPr>
          <w:rFonts w:eastAsia="Aptos"/>
          <w:u w:val="single"/>
        </w:rPr>
        <w:t xml:space="preserve"> </w:t>
      </w:r>
      <w:r w:rsidRPr="0045430C">
        <w:rPr>
          <w:rFonts w:eastAsia="Aptos"/>
          <w:highlight w:val="cyan"/>
          <w:u w:val="single"/>
        </w:rPr>
        <w:t xml:space="preserve">keeping its </w:t>
      </w:r>
      <w:r w:rsidRPr="0045430C">
        <w:rPr>
          <w:rFonts w:eastAsia="Aptos"/>
          <w:iCs/>
          <w:highlight w:val="cyan"/>
          <w:u w:val="single"/>
          <w:bdr w:val="single" w:sz="8" w:space="0" w:color="auto"/>
        </w:rPr>
        <w:t>rotten core</w:t>
      </w:r>
      <w:r w:rsidRPr="0045430C">
        <w:rPr>
          <w:rFonts w:eastAsia="Aptos"/>
          <w:sz w:val="16"/>
          <w:highlight w:val="cyan"/>
        </w:rPr>
        <w:t>.</w:t>
      </w:r>
      <w:r w:rsidRPr="0045430C">
        <w:rPr>
          <w:rFonts w:eastAsia="Aptos"/>
          <w:sz w:val="16"/>
        </w:rPr>
        <w:t xml:space="preserve"> ­­­­</w:t>
      </w:r>
    </w:p>
    <w:p w14:paraId="358079BB" w14:textId="77777777" w:rsidR="0045430C" w:rsidRPr="0045430C" w:rsidRDefault="0045430C" w:rsidP="0045430C">
      <w:pPr>
        <w:rPr>
          <w:rFonts w:eastAsia="Aptos"/>
          <w:sz w:val="16"/>
        </w:rPr>
      </w:pPr>
      <w:r w:rsidRPr="0045430C">
        <w:rPr>
          <w:rFonts w:eastAsia="Aptos"/>
          <w:u w:val="single"/>
        </w:rPr>
        <w:t>This is quite different from the labor movement from the late 1800s through the 1930s</w:t>
      </w:r>
      <w:r w:rsidRPr="0045430C">
        <w:rPr>
          <w:rFonts w:eastAsia="Aptos"/>
          <w:sz w:val="16"/>
        </w:rPr>
        <w:t xml:space="preserve">, </w:t>
      </w:r>
      <w:r w:rsidRPr="0045430C">
        <w:rPr>
          <w:rFonts w:eastAsia="Aptos"/>
          <w:u w:val="single"/>
        </w:rPr>
        <w:t>which</w:t>
      </w:r>
      <w:r w:rsidRPr="0045430C">
        <w:rPr>
          <w:rFonts w:eastAsia="Aptos"/>
          <w:sz w:val="16"/>
        </w:rPr>
        <w:t xml:space="preserve"> </w:t>
      </w:r>
      <w:r w:rsidRPr="0045430C">
        <w:rPr>
          <w:rFonts w:eastAsia="Aptos"/>
          <w:iCs/>
          <w:u w:val="single"/>
          <w:bdr w:val="single" w:sz="8" w:space="0" w:color="auto"/>
        </w:rPr>
        <w:t>vocally decried judge-made laws</w:t>
      </w:r>
      <w:r w:rsidRPr="0045430C">
        <w:rPr>
          <w:rFonts w:eastAsia="Aptos"/>
          <w:sz w:val="16"/>
        </w:rPr>
        <w:t xml:space="preserve">. </w:t>
      </w:r>
      <w:r w:rsidRPr="0045430C">
        <w:rPr>
          <w:rFonts w:eastAsia="Aptos"/>
          <w:u w:val="single"/>
        </w:rPr>
        <w:t>Even conservative unionists like</w:t>
      </w:r>
      <w:r w:rsidRPr="0045430C">
        <w:rPr>
          <w:rFonts w:eastAsia="Aptos"/>
          <w:sz w:val="16"/>
        </w:rPr>
        <w:t xml:space="preserve"> Samuel Gompers </w:t>
      </w:r>
      <w:r w:rsidRPr="0045430C">
        <w:rPr>
          <w:rFonts w:eastAsia="Aptos"/>
          <w:u w:val="single"/>
        </w:rPr>
        <w:t>understood from</w:t>
      </w:r>
      <w:r w:rsidRPr="0045430C">
        <w:rPr>
          <w:rFonts w:eastAsia="Aptos"/>
          <w:sz w:val="16"/>
        </w:rPr>
        <w:t xml:space="preserve"> </w:t>
      </w:r>
      <w:r w:rsidRPr="0045430C">
        <w:rPr>
          <w:rFonts w:eastAsia="Aptos"/>
          <w:u w:val="single"/>
        </w:rPr>
        <w:t>experience that if elite judges were allowed to set labor policy,</w:t>
      </w:r>
      <w:r w:rsidRPr="0045430C">
        <w:rPr>
          <w:rFonts w:eastAsia="Aptos"/>
          <w:sz w:val="16"/>
        </w:rPr>
        <w:t xml:space="preserve"> </w:t>
      </w:r>
      <w:r w:rsidRPr="0045430C">
        <w:rPr>
          <w:rFonts w:eastAsia="Aptos"/>
          <w:highlight w:val="cyan"/>
          <w:u w:val="single"/>
        </w:rPr>
        <w:t xml:space="preserve">trade </w:t>
      </w:r>
      <w:r w:rsidRPr="0045430C">
        <w:rPr>
          <w:rFonts w:eastAsia="Aptos"/>
          <w:iCs/>
          <w:highlight w:val="cyan"/>
          <w:u w:val="single"/>
          <w:bdr w:val="single" w:sz="8" w:space="0" w:color="auto"/>
        </w:rPr>
        <w:t>unionism would never flourish</w:t>
      </w:r>
      <w:r w:rsidRPr="0045430C">
        <w:rPr>
          <w:rFonts w:eastAsia="Aptos"/>
          <w:sz w:val="16"/>
          <w:highlight w:val="cyan"/>
        </w:rPr>
        <w:t>.</w:t>
      </w:r>
      <w:r w:rsidRPr="0045430C">
        <w:rPr>
          <w:rFonts w:eastAsia="Aptos"/>
          <w:sz w:val="16"/>
        </w:rPr>
        <w:t xml:space="preserve"> </w:t>
      </w:r>
      <w:r w:rsidRPr="0045430C">
        <w:rPr>
          <w:rFonts w:eastAsia="Aptos"/>
          <w:u w:val="single"/>
        </w:rPr>
        <w:t xml:space="preserve">That’s why the union </w:t>
      </w:r>
      <w:r w:rsidRPr="0045430C">
        <w:rPr>
          <w:rFonts w:eastAsia="Aptos"/>
          <w:highlight w:val="cyan"/>
          <w:u w:val="single"/>
        </w:rPr>
        <w:t xml:space="preserve">movement spent </w:t>
      </w:r>
      <w:r w:rsidRPr="0045430C">
        <w:rPr>
          <w:rFonts w:eastAsia="Aptos"/>
          <w:iCs/>
          <w:highlight w:val="cyan"/>
          <w:u w:val="single"/>
          <w:bdr w:val="single" w:sz="8" w:space="0" w:color="auto"/>
        </w:rPr>
        <w:t>decades</w:t>
      </w:r>
      <w:r w:rsidRPr="0045430C">
        <w:rPr>
          <w:rFonts w:eastAsia="Aptos"/>
          <w:sz w:val="16"/>
          <w:highlight w:val="cyan"/>
        </w:rPr>
        <w:t xml:space="preserve"> </w:t>
      </w:r>
      <w:r w:rsidRPr="0045430C">
        <w:rPr>
          <w:rFonts w:eastAsia="Aptos"/>
          <w:u w:val="single"/>
        </w:rPr>
        <w:t xml:space="preserve">attempting </w:t>
      </w:r>
      <w:r w:rsidRPr="0045430C">
        <w:rPr>
          <w:rFonts w:eastAsia="Aptos"/>
          <w:highlight w:val="cyan"/>
          <w:u w:val="single"/>
        </w:rPr>
        <w:t>to</w:t>
      </w:r>
      <w:r w:rsidRPr="0045430C">
        <w:rPr>
          <w:rFonts w:eastAsia="Aptos"/>
          <w:u w:val="single"/>
        </w:rPr>
        <w:t xml:space="preserve"> </w:t>
      </w:r>
      <w:r w:rsidRPr="0045430C">
        <w:rPr>
          <w:rFonts w:eastAsia="Aptos"/>
          <w:highlight w:val="cyan"/>
          <w:u w:val="single"/>
        </w:rPr>
        <w:t xml:space="preserve">keep labor </w:t>
      </w:r>
      <w:r w:rsidRPr="0045430C">
        <w:rPr>
          <w:rFonts w:eastAsia="Aptos"/>
          <w:u w:val="single"/>
        </w:rPr>
        <w:t xml:space="preserve">issues </w:t>
      </w:r>
      <w:r w:rsidRPr="0045430C">
        <w:rPr>
          <w:rFonts w:eastAsia="Aptos"/>
          <w:iCs/>
          <w:highlight w:val="cyan"/>
          <w:u w:val="single"/>
          <w:bdr w:val="single" w:sz="8" w:space="0" w:color="auto"/>
        </w:rPr>
        <w:t xml:space="preserve">out of </w:t>
      </w:r>
      <w:r w:rsidRPr="0045430C">
        <w:rPr>
          <w:rFonts w:eastAsia="Aptos"/>
          <w:iCs/>
          <w:u w:val="single"/>
          <w:bdr w:val="single" w:sz="8" w:space="0" w:color="auto"/>
        </w:rPr>
        <w:t xml:space="preserve">federal </w:t>
      </w:r>
      <w:r w:rsidRPr="0045430C">
        <w:rPr>
          <w:rFonts w:eastAsia="Aptos"/>
          <w:iCs/>
          <w:highlight w:val="cyan"/>
          <w:u w:val="single"/>
          <w:bdr w:val="single" w:sz="8" w:space="0" w:color="auto"/>
        </w:rPr>
        <w:t>courts</w:t>
      </w:r>
      <w:r w:rsidRPr="0045430C">
        <w:rPr>
          <w:rFonts w:eastAsia="Aptos"/>
          <w:sz w:val="16"/>
          <w:highlight w:val="cyan"/>
        </w:rPr>
        <w:t xml:space="preserve">, </w:t>
      </w:r>
      <w:r w:rsidRPr="0045430C">
        <w:rPr>
          <w:rFonts w:eastAsia="Aptos"/>
          <w:sz w:val="16"/>
        </w:rPr>
        <w:t>the exact opposite of the “labor as a civil right” approach.</w:t>
      </w:r>
    </w:p>
    <w:p w14:paraId="1CCAD7D9" w14:textId="77777777" w:rsidR="0045430C" w:rsidRPr="0045430C" w:rsidRDefault="0045430C" w:rsidP="0045430C">
      <w:pPr>
        <w:rPr>
          <w:rFonts w:eastAsia="Aptos"/>
          <w:iCs/>
          <w:u w:val="single"/>
          <w:bdr w:val="single" w:sz="8" w:space="0" w:color="auto"/>
        </w:rPr>
      </w:pPr>
      <w:r w:rsidRPr="0045430C">
        <w:rPr>
          <w:rFonts w:eastAsia="Aptos"/>
          <w:sz w:val="16"/>
        </w:rPr>
        <w:t xml:space="preserve">Take </w:t>
      </w:r>
      <w:r w:rsidRPr="0045430C">
        <w:rPr>
          <w:rFonts w:eastAsia="Aptos"/>
          <w:highlight w:val="cyan"/>
          <w:u w:val="single"/>
        </w:rPr>
        <w:t>the 1960s public employee strike wave</w:t>
      </w:r>
      <w:r w:rsidRPr="0045430C">
        <w:rPr>
          <w:rFonts w:eastAsia="Aptos"/>
          <w:sz w:val="16"/>
        </w:rPr>
        <w:t xml:space="preserve"> as an example. This little-known period </w:t>
      </w:r>
      <w:r w:rsidRPr="0045430C">
        <w:rPr>
          <w:rFonts w:eastAsia="Aptos"/>
          <w:highlight w:val="cyan"/>
          <w:u w:val="single"/>
        </w:rPr>
        <w:t>was</w:t>
      </w:r>
      <w:r w:rsidRPr="0045430C">
        <w:rPr>
          <w:rFonts w:eastAsia="Aptos"/>
          <w:u w:val="single"/>
        </w:rPr>
        <w:t xml:space="preserve"> one of the </w:t>
      </w:r>
      <w:r w:rsidRPr="0045430C">
        <w:rPr>
          <w:rFonts w:eastAsia="Aptos"/>
          <w:iCs/>
          <w:u w:val="single"/>
          <w:bdr w:val="single" w:sz="8" w:space="0" w:color="auto"/>
        </w:rPr>
        <w:t>greatest examples</w:t>
      </w:r>
      <w:r w:rsidRPr="0045430C">
        <w:rPr>
          <w:rFonts w:eastAsia="Aptos"/>
          <w:sz w:val="16"/>
        </w:rPr>
        <w:t xml:space="preserve"> </w:t>
      </w:r>
      <w:r w:rsidRPr="0045430C">
        <w:rPr>
          <w:rFonts w:eastAsia="Aptos"/>
          <w:u w:val="single"/>
        </w:rPr>
        <w:t xml:space="preserve">of </w:t>
      </w:r>
      <w:r w:rsidRPr="0045430C">
        <w:rPr>
          <w:rFonts w:eastAsia="Aptos"/>
          <w:iCs/>
          <w:highlight w:val="cyan"/>
          <w:u w:val="single"/>
          <w:bdr w:val="single" w:sz="8" w:space="0" w:color="auto"/>
        </w:rPr>
        <w:t>mass civil disobedience</w:t>
      </w:r>
      <w:r w:rsidRPr="0045430C">
        <w:rPr>
          <w:rFonts w:eastAsia="Aptos"/>
          <w:u w:val="single"/>
        </w:rPr>
        <w:t xml:space="preserve"> in the history of US labor</w:t>
      </w:r>
      <w:r w:rsidRPr="0045430C">
        <w:rPr>
          <w:rFonts w:eastAsia="Aptos"/>
          <w:sz w:val="16"/>
        </w:rPr>
        <w:t xml:space="preserve">. Hundreds of thousands of public employees struck, </w:t>
      </w:r>
      <w:r w:rsidRPr="0045430C">
        <w:rPr>
          <w:rFonts w:eastAsia="Aptos"/>
          <w:u w:val="single"/>
        </w:rPr>
        <w:t>often</w:t>
      </w:r>
      <w:r w:rsidRPr="0045430C">
        <w:rPr>
          <w:rFonts w:eastAsia="Aptos"/>
          <w:sz w:val="16"/>
        </w:rPr>
        <w:t xml:space="preserve"> </w:t>
      </w:r>
      <w:r w:rsidRPr="0045430C">
        <w:rPr>
          <w:rFonts w:eastAsia="Aptos"/>
          <w:highlight w:val="cyan"/>
          <w:u w:val="single"/>
        </w:rPr>
        <w:t>openly</w:t>
      </w:r>
      <w:r w:rsidRPr="0045430C">
        <w:rPr>
          <w:rFonts w:eastAsia="Aptos"/>
          <w:sz w:val="16"/>
        </w:rPr>
        <w:t xml:space="preserve"> </w:t>
      </w:r>
      <w:r w:rsidRPr="0045430C">
        <w:rPr>
          <w:rFonts w:eastAsia="Aptos"/>
          <w:iCs/>
          <w:highlight w:val="cyan"/>
          <w:u w:val="single"/>
          <w:bdr w:val="single" w:sz="8" w:space="0" w:color="auto"/>
        </w:rPr>
        <w:t>defy</w:t>
      </w:r>
      <w:r w:rsidRPr="0045430C">
        <w:rPr>
          <w:rFonts w:eastAsia="Aptos"/>
          <w:iCs/>
          <w:u w:val="single"/>
          <w:bdr w:val="single" w:sz="8" w:space="0" w:color="auto"/>
        </w:rPr>
        <w:t xml:space="preserve">ing </w:t>
      </w:r>
      <w:r w:rsidRPr="0045430C">
        <w:rPr>
          <w:rFonts w:eastAsia="Aptos"/>
          <w:iCs/>
          <w:highlight w:val="cyan"/>
          <w:u w:val="single"/>
          <w:bdr w:val="single" w:sz="8" w:space="0" w:color="auto"/>
        </w:rPr>
        <w:t>anti-strike laws</w:t>
      </w:r>
      <w:r w:rsidRPr="0045430C">
        <w:rPr>
          <w:rFonts w:eastAsia="Aptos"/>
          <w:sz w:val="16"/>
          <w:highlight w:val="cyan"/>
        </w:rPr>
        <w:t xml:space="preserve"> </w:t>
      </w:r>
      <w:r w:rsidRPr="0045430C">
        <w:rPr>
          <w:rFonts w:eastAsia="Aptos"/>
          <w:highlight w:val="cyan"/>
          <w:u w:val="single"/>
        </w:rPr>
        <w:t>and</w:t>
      </w:r>
      <w:r w:rsidRPr="0045430C">
        <w:rPr>
          <w:rFonts w:eastAsia="Aptos"/>
          <w:sz w:val="16"/>
        </w:rPr>
        <w:t xml:space="preserve"> </w:t>
      </w:r>
      <w:r w:rsidRPr="0045430C">
        <w:rPr>
          <w:rFonts w:eastAsia="Aptos"/>
          <w:iCs/>
          <w:u w:val="single"/>
          <w:bdr w:val="single" w:sz="8" w:space="0" w:color="auto"/>
        </w:rPr>
        <w:t xml:space="preserve">judicial </w:t>
      </w:r>
      <w:r w:rsidRPr="0045430C">
        <w:rPr>
          <w:rFonts w:eastAsia="Aptos"/>
          <w:iCs/>
          <w:highlight w:val="cyan"/>
          <w:u w:val="single"/>
          <w:bdr w:val="single" w:sz="8" w:space="0" w:color="auto"/>
        </w:rPr>
        <w:t>injunctions</w:t>
      </w:r>
      <w:r w:rsidRPr="0045430C">
        <w:rPr>
          <w:rFonts w:eastAsia="Aptos"/>
          <w:sz w:val="16"/>
        </w:rPr>
        <w:t>.</w:t>
      </w:r>
    </w:p>
    <w:p w14:paraId="2CC75C4D" w14:textId="77777777" w:rsidR="0045430C" w:rsidRPr="0045430C" w:rsidRDefault="0045430C" w:rsidP="0045430C">
      <w:pPr>
        <w:rPr>
          <w:rFonts w:eastAsia="Aptos"/>
          <w:sz w:val="16"/>
        </w:rPr>
      </w:pPr>
      <w:r w:rsidRPr="0045430C">
        <w:rPr>
          <w:rFonts w:eastAsia="Aptos"/>
          <w:u w:val="single"/>
        </w:rPr>
        <w:t xml:space="preserve">A key component of this upsurge was an idea that became </w:t>
      </w:r>
      <w:r w:rsidRPr="0045430C">
        <w:rPr>
          <w:rFonts w:eastAsia="Aptos"/>
          <w:iCs/>
          <w:u w:val="single"/>
          <w:bdr w:val="single" w:sz="8" w:space="0" w:color="auto"/>
        </w:rPr>
        <w:t>widespread among public workers</w:t>
      </w:r>
      <w:r w:rsidRPr="0045430C">
        <w:rPr>
          <w:rFonts w:eastAsia="Aptos"/>
          <w:sz w:val="16"/>
        </w:rPr>
        <w:t xml:space="preserve">: that </w:t>
      </w:r>
      <w:r w:rsidRPr="0045430C">
        <w:rPr>
          <w:rFonts w:eastAsia="Aptos"/>
          <w:iCs/>
          <w:u w:val="single"/>
          <w:bdr w:val="single" w:sz="8" w:space="0" w:color="auto"/>
        </w:rPr>
        <w:t>restrictions on</w:t>
      </w:r>
      <w:r w:rsidRPr="0045430C">
        <w:rPr>
          <w:rFonts w:eastAsia="Aptos"/>
          <w:u w:val="single"/>
        </w:rPr>
        <w:t xml:space="preserve"> public employees’</w:t>
      </w:r>
      <w:r w:rsidRPr="0045430C">
        <w:rPr>
          <w:rFonts w:eastAsia="Aptos"/>
          <w:sz w:val="16"/>
        </w:rPr>
        <w:t xml:space="preserve"> </w:t>
      </w:r>
      <w:r w:rsidRPr="0045430C">
        <w:rPr>
          <w:rFonts w:eastAsia="Aptos"/>
          <w:iCs/>
          <w:u w:val="single"/>
          <w:bdr w:val="single" w:sz="8" w:space="0" w:color="auto"/>
        </w:rPr>
        <w:t>right</w:t>
      </w:r>
      <w:r w:rsidRPr="0045430C">
        <w:rPr>
          <w:rFonts w:eastAsia="Aptos"/>
          <w:sz w:val="16"/>
        </w:rPr>
        <w:t xml:space="preserve"> </w:t>
      </w:r>
      <w:r w:rsidRPr="0045430C">
        <w:rPr>
          <w:rFonts w:eastAsia="Aptos"/>
          <w:u w:val="single"/>
        </w:rPr>
        <w:t xml:space="preserve">to strike </w:t>
      </w:r>
      <w:r w:rsidRPr="0045430C">
        <w:rPr>
          <w:rFonts w:eastAsia="Aptos"/>
          <w:iCs/>
          <w:u w:val="single"/>
          <w:bdr w:val="single" w:sz="8" w:space="0" w:color="auto"/>
        </w:rPr>
        <w:t>were illegitimate</w:t>
      </w:r>
      <w:r w:rsidRPr="0045430C">
        <w:rPr>
          <w:rFonts w:eastAsia="Aptos"/>
          <w:sz w:val="16"/>
        </w:rPr>
        <w:t xml:space="preserve">. </w:t>
      </w:r>
      <w:r w:rsidRPr="0045430C">
        <w:rPr>
          <w:rFonts w:eastAsia="Aptos"/>
          <w:u w:val="single"/>
        </w:rPr>
        <w:t xml:space="preserve">The </w:t>
      </w:r>
      <w:r w:rsidRPr="0045430C">
        <w:rPr>
          <w:rFonts w:eastAsia="Aptos"/>
          <w:highlight w:val="cyan"/>
          <w:u w:val="single"/>
        </w:rPr>
        <w:t>present-day movement should</w:t>
      </w:r>
      <w:r w:rsidRPr="0045430C">
        <w:rPr>
          <w:rFonts w:eastAsia="Aptos"/>
          <w:u w:val="single"/>
        </w:rPr>
        <w:t xml:space="preserve"> learn from them:</w:t>
      </w:r>
      <w:r w:rsidRPr="0045430C">
        <w:rPr>
          <w:rFonts w:eastAsia="Aptos"/>
          <w:sz w:val="16"/>
        </w:rPr>
        <w:t xml:space="preserve"> </w:t>
      </w:r>
      <w:r w:rsidRPr="0045430C">
        <w:rPr>
          <w:rFonts w:eastAsia="Aptos"/>
          <w:iCs/>
          <w:highlight w:val="cyan"/>
          <w:u w:val="single"/>
          <w:bdr w:val="single" w:sz="8" w:space="0" w:color="auto"/>
        </w:rPr>
        <w:t>attack</w:t>
      </w:r>
      <w:r w:rsidRPr="0045430C">
        <w:rPr>
          <w:rFonts w:eastAsia="Aptos"/>
          <w:iCs/>
          <w:u w:val="single"/>
          <w:bdr w:val="single" w:sz="8" w:space="0" w:color="auto"/>
        </w:rPr>
        <w:t xml:space="preserve">ing </w:t>
      </w:r>
      <w:r w:rsidRPr="0045430C">
        <w:rPr>
          <w:rFonts w:eastAsia="Aptos"/>
          <w:iCs/>
          <w:highlight w:val="cyan"/>
          <w:u w:val="single"/>
          <w:bdr w:val="single" w:sz="8" w:space="0" w:color="auto"/>
        </w:rPr>
        <w:t>labor laws</w:t>
      </w:r>
      <w:r w:rsidRPr="0045430C">
        <w:rPr>
          <w:rFonts w:eastAsia="Aptos"/>
          <w:sz w:val="16"/>
          <w:highlight w:val="cyan"/>
        </w:rPr>
        <w:t xml:space="preserve">, </w:t>
      </w:r>
      <w:r w:rsidRPr="0045430C">
        <w:rPr>
          <w:rFonts w:eastAsia="Aptos"/>
          <w:iCs/>
          <w:highlight w:val="cyan"/>
          <w:u w:val="single"/>
          <w:bdr w:val="single" w:sz="8" w:space="0" w:color="auto"/>
        </w:rPr>
        <w:t>rather than</w:t>
      </w:r>
      <w:r w:rsidRPr="0045430C">
        <w:rPr>
          <w:rFonts w:eastAsia="Aptos"/>
          <w:iCs/>
          <w:u w:val="single"/>
          <w:bdr w:val="single" w:sz="8" w:space="0" w:color="auto"/>
        </w:rPr>
        <w:t xml:space="preserve"> </w:t>
      </w:r>
      <w:r w:rsidRPr="0045430C">
        <w:rPr>
          <w:rFonts w:eastAsia="Aptos"/>
          <w:iCs/>
          <w:highlight w:val="cyan"/>
          <w:u w:val="single"/>
          <w:bdr w:val="single" w:sz="8" w:space="0" w:color="auto"/>
        </w:rPr>
        <w:t>bolster</w:t>
      </w:r>
      <w:r w:rsidRPr="0045430C">
        <w:rPr>
          <w:rFonts w:eastAsia="Aptos"/>
          <w:iCs/>
          <w:u w:val="single"/>
          <w:bdr w:val="single" w:sz="8" w:space="0" w:color="auto"/>
        </w:rPr>
        <w:t xml:space="preserve">ing </w:t>
      </w:r>
      <w:r w:rsidRPr="0045430C">
        <w:rPr>
          <w:rFonts w:eastAsia="Aptos"/>
          <w:iCs/>
          <w:highlight w:val="cyan"/>
          <w:u w:val="single"/>
          <w:bdr w:val="single" w:sz="8" w:space="0" w:color="auto"/>
        </w:rPr>
        <w:t>them</w:t>
      </w:r>
      <w:r w:rsidRPr="0045430C">
        <w:rPr>
          <w:rFonts w:eastAsia="Aptos"/>
          <w:sz w:val="16"/>
        </w:rPr>
        <w:t xml:space="preserve">, </w:t>
      </w:r>
      <w:r w:rsidRPr="0045430C">
        <w:rPr>
          <w:rFonts w:eastAsia="Aptos"/>
          <w:u w:val="single"/>
        </w:rPr>
        <w:t xml:space="preserve">is the key to </w:t>
      </w:r>
      <w:r w:rsidRPr="0045430C">
        <w:rPr>
          <w:rFonts w:eastAsia="Aptos"/>
          <w:iCs/>
          <w:u w:val="single"/>
          <w:bdr w:val="single" w:sz="8" w:space="0" w:color="auto"/>
        </w:rPr>
        <w:t>reviving unions</w:t>
      </w:r>
      <w:r w:rsidRPr="0045430C">
        <w:rPr>
          <w:rFonts w:eastAsia="Aptos"/>
          <w:sz w:val="16"/>
        </w:rPr>
        <w:t>.</w:t>
      </w:r>
    </w:p>
    <w:p w14:paraId="772CBFD9" w14:textId="77777777" w:rsidR="0045430C" w:rsidRPr="0045430C" w:rsidRDefault="0045430C" w:rsidP="0045430C">
      <w:pPr>
        <w:rPr>
          <w:rFonts w:eastAsia="Aptos"/>
          <w:sz w:val="16"/>
        </w:rPr>
      </w:pPr>
      <w:r w:rsidRPr="0045430C">
        <w:rPr>
          <w:rFonts w:eastAsia="Aptos"/>
          <w:sz w:val="16"/>
        </w:rPr>
        <w:t xml:space="preserve">What we also find from studying the 1960s (and indeed from earlier periods of US labor history) is that </w:t>
      </w:r>
      <w:r w:rsidRPr="0045430C">
        <w:rPr>
          <w:rFonts w:eastAsia="Aptos"/>
          <w:u w:val="single"/>
        </w:rPr>
        <w:t xml:space="preserve">public </w:t>
      </w:r>
      <w:r w:rsidRPr="0045430C">
        <w:rPr>
          <w:rFonts w:eastAsia="Aptos"/>
          <w:highlight w:val="cyan"/>
          <w:u w:val="single"/>
        </w:rPr>
        <w:t xml:space="preserve">workers </w:t>
      </w:r>
      <w:r w:rsidRPr="0045430C">
        <w:rPr>
          <w:rFonts w:eastAsia="Aptos"/>
          <w:iCs/>
          <w:highlight w:val="cyan"/>
          <w:u w:val="single"/>
          <w:bdr w:val="single" w:sz="8" w:space="0" w:color="auto"/>
        </w:rPr>
        <w:t>won the right</w:t>
      </w:r>
      <w:r w:rsidRPr="0045430C">
        <w:rPr>
          <w:rFonts w:eastAsia="Aptos"/>
          <w:u w:val="single"/>
        </w:rPr>
        <w:t xml:space="preserve"> </w:t>
      </w:r>
      <w:r w:rsidRPr="0045430C">
        <w:rPr>
          <w:rFonts w:eastAsia="Aptos"/>
          <w:highlight w:val="cyan"/>
          <w:u w:val="single"/>
        </w:rPr>
        <w:t>to</w:t>
      </w:r>
      <w:r w:rsidRPr="0045430C">
        <w:rPr>
          <w:rFonts w:eastAsia="Aptos"/>
          <w:u w:val="single"/>
        </w:rPr>
        <w:t xml:space="preserve"> bargain</w:t>
      </w:r>
      <w:r w:rsidRPr="0045430C">
        <w:rPr>
          <w:rFonts w:eastAsia="Aptos"/>
          <w:sz w:val="16"/>
        </w:rPr>
        <w:t xml:space="preserve"> </w:t>
      </w:r>
      <w:r w:rsidRPr="0045430C">
        <w:rPr>
          <w:rFonts w:eastAsia="Aptos"/>
          <w:u w:val="single"/>
        </w:rPr>
        <w:t xml:space="preserve">and </w:t>
      </w:r>
      <w:r w:rsidRPr="0045430C">
        <w:rPr>
          <w:rFonts w:eastAsia="Aptos"/>
          <w:highlight w:val="cyan"/>
          <w:u w:val="single"/>
        </w:rPr>
        <w:t xml:space="preserve">strike by </w:t>
      </w:r>
      <w:r w:rsidRPr="0045430C">
        <w:rPr>
          <w:rFonts w:eastAsia="Aptos"/>
          <w:iCs/>
          <w:highlight w:val="cyan"/>
          <w:u w:val="single"/>
          <w:bdr w:val="single" w:sz="8" w:space="0" w:color="auto"/>
        </w:rPr>
        <w:t>violating labor</w:t>
      </w:r>
      <w:r w:rsidRPr="0045430C">
        <w:rPr>
          <w:rFonts w:eastAsia="Aptos"/>
          <w:iCs/>
          <w:u w:val="single"/>
          <w:bdr w:val="single" w:sz="8" w:space="0" w:color="auto"/>
        </w:rPr>
        <w:t xml:space="preserve"> </w:t>
      </w:r>
      <w:r w:rsidRPr="0045430C">
        <w:rPr>
          <w:rFonts w:eastAsia="Aptos"/>
          <w:iCs/>
          <w:highlight w:val="cyan"/>
          <w:u w:val="single"/>
          <w:bdr w:val="single" w:sz="8" w:space="0" w:color="auto"/>
        </w:rPr>
        <w:t>law</w:t>
      </w:r>
      <w:r w:rsidRPr="0045430C">
        <w:rPr>
          <w:rFonts w:eastAsia="Aptos"/>
          <w:sz w:val="16"/>
          <w:highlight w:val="cyan"/>
        </w:rPr>
        <w:t xml:space="preserve">. </w:t>
      </w:r>
      <w:r w:rsidRPr="0045430C">
        <w:rPr>
          <w:rFonts w:eastAsia="Aptos"/>
          <w:iCs/>
          <w:highlight w:val="cyan"/>
          <w:u w:val="single"/>
          <w:bdr w:val="single" w:sz="8" w:space="0" w:color="auto"/>
        </w:rPr>
        <w:t>In the face of</w:t>
      </w:r>
      <w:r w:rsidRPr="0045430C">
        <w:rPr>
          <w:rFonts w:eastAsia="Aptos"/>
          <w:u w:val="single"/>
        </w:rPr>
        <w:t xml:space="preserve"> labor</w:t>
      </w:r>
      <w:r w:rsidRPr="0045430C">
        <w:rPr>
          <w:rFonts w:eastAsia="Aptos"/>
          <w:iCs/>
          <w:u w:val="single"/>
          <w:bdr w:val="single" w:sz="8" w:space="0" w:color="auto"/>
        </w:rPr>
        <w:t xml:space="preserve"> </w:t>
      </w:r>
      <w:r w:rsidRPr="0045430C">
        <w:rPr>
          <w:rFonts w:eastAsia="Aptos"/>
          <w:iCs/>
          <w:highlight w:val="cyan"/>
          <w:u w:val="single"/>
          <w:bdr w:val="single" w:sz="8" w:space="0" w:color="auto"/>
        </w:rPr>
        <w:t>militancy</w:t>
      </w:r>
      <w:r w:rsidRPr="0045430C">
        <w:rPr>
          <w:rFonts w:eastAsia="Aptos"/>
          <w:u w:val="single"/>
        </w:rPr>
        <w:t>,</w:t>
      </w:r>
      <w:r w:rsidRPr="0045430C">
        <w:rPr>
          <w:rFonts w:eastAsia="Aptos"/>
          <w:sz w:val="16"/>
        </w:rPr>
        <w:t xml:space="preserve"> </w:t>
      </w:r>
      <w:r w:rsidRPr="0045430C">
        <w:rPr>
          <w:rFonts w:eastAsia="Aptos"/>
          <w:highlight w:val="cyan"/>
          <w:u w:val="single"/>
        </w:rPr>
        <w:t>state</w:t>
      </w:r>
      <w:r w:rsidRPr="0045430C">
        <w:rPr>
          <w:rFonts w:eastAsia="Aptos"/>
          <w:u w:val="single"/>
        </w:rPr>
        <w:t xml:space="preserve"> legislators </w:t>
      </w:r>
      <w:r w:rsidRPr="0045430C">
        <w:rPr>
          <w:rFonts w:eastAsia="Aptos"/>
          <w:highlight w:val="cyan"/>
          <w:u w:val="single"/>
        </w:rPr>
        <w:t>legalized</w:t>
      </w:r>
      <w:r w:rsidRPr="0045430C">
        <w:rPr>
          <w:rFonts w:eastAsia="Aptos"/>
          <w:u w:val="single"/>
        </w:rPr>
        <w:t xml:space="preserve"> bargaining and </w:t>
      </w:r>
      <w:r w:rsidRPr="0045430C">
        <w:rPr>
          <w:rFonts w:eastAsia="Aptos"/>
          <w:highlight w:val="cyan"/>
          <w:u w:val="single"/>
        </w:rPr>
        <w:t>striking</w:t>
      </w:r>
      <w:r w:rsidRPr="0045430C">
        <w:rPr>
          <w:rFonts w:eastAsia="Aptos"/>
          <w:sz w:val="16"/>
        </w:rPr>
        <w:t>.</w:t>
      </w:r>
    </w:p>
    <w:p w14:paraId="0AC8EBC9" w14:textId="77777777" w:rsidR="0045430C" w:rsidRPr="0045430C" w:rsidRDefault="0045430C" w:rsidP="0045430C">
      <w:pPr>
        <w:rPr>
          <w:rFonts w:eastAsia="Aptos"/>
          <w:sz w:val="16"/>
        </w:rPr>
      </w:pPr>
      <w:r w:rsidRPr="0045430C">
        <w:rPr>
          <w:rFonts w:eastAsia="Aptos"/>
          <w:u w:val="single"/>
        </w:rPr>
        <w:t>This is true of other periods of history as well</w:t>
      </w:r>
      <w:r w:rsidRPr="0045430C">
        <w:rPr>
          <w:rFonts w:eastAsia="Aptos"/>
          <w:sz w:val="16"/>
        </w:rPr>
        <w:t xml:space="preserve">, </w:t>
      </w:r>
      <w:r w:rsidRPr="0045430C">
        <w:rPr>
          <w:rFonts w:eastAsia="Aptos"/>
          <w:u w:val="single"/>
        </w:rPr>
        <w:t xml:space="preserve">such as the passage of </w:t>
      </w:r>
      <w:r w:rsidRPr="0045430C">
        <w:rPr>
          <w:rFonts w:eastAsia="Aptos"/>
          <w:highlight w:val="cyan"/>
          <w:u w:val="single"/>
        </w:rPr>
        <w:t xml:space="preserve">the </w:t>
      </w:r>
      <w:r w:rsidRPr="0045430C">
        <w:rPr>
          <w:rFonts w:eastAsia="Aptos"/>
          <w:iCs/>
          <w:highlight w:val="cyan"/>
          <w:u w:val="single"/>
          <w:bdr w:val="single" w:sz="8" w:space="0" w:color="auto"/>
        </w:rPr>
        <w:t>Railway Labor Act</w:t>
      </w:r>
      <w:r w:rsidRPr="0045430C">
        <w:rPr>
          <w:rFonts w:eastAsia="Aptos"/>
          <w:sz w:val="16"/>
        </w:rPr>
        <w:t xml:space="preserve"> </w:t>
      </w:r>
      <w:r w:rsidRPr="0045430C">
        <w:rPr>
          <w:rFonts w:eastAsia="Aptos"/>
          <w:highlight w:val="cyan"/>
          <w:u w:val="single"/>
        </w:rPr>
        <w:t>after</w:t>
      </w:r>
      <w:r w:rsidRPr="0045430C">
        <w:rPr>
          <w:rFonts w:eastAsia="Aptos"/>
          <w:u w:val="single"/>
        </w:rPr>
        <w:t xml:space="preserve"> the great </w:t>
      </w:r>
      <w:r w:rsidRPr="0045430C">
        <w:rPr>
          <w:rFonts w:eastAsia="Aptos"/>
          <w:highlight w:val="cyan"/>
          <w:u w:val="single"/>
        </w:rPr>
        <w:t>Railway Shopmen’s Strike</w:t>
      </w:r>
      <w:r w:rsidRPr="0045430C">
        <w:rPr>
          <w:rFonts w:eastAsia="Aptos"/>
          <w:u w:val="single"/>
        </w:rPr>
        <w:t xml:space="preserve"> of 1922 or the </w:t>
      </w:r>
      <w:r w:rsidRPr="0045430C">
        <w:rPr>
          <w:rFonts w:eastAsia="Aptos"/>
          <w:iCs/>
          <w:highlight w:val="cyan"/>
          <w:u w:val="single"/>
          <w:bdr w:val="single" w:sz="8" w:space="0" w:color="auto"/>
        </w:rPr>
        <w:t>Wagner Act</w:t>
      </w:r>
      <w:r w:rsidRPr="0045430C">
        <w:rPr>
          <w:rFonts w:eastAsia="Aptos"/>
          <w:sz w:val="16"/>
          <w:highlight w:val="cyan"/>
        </w:rPr>
        <w:t xml:space="preserve"> </w:t>
      </w:r>
      <w:r w:rsidRPr="0045430C">
        <w:rPr>
          <w:rFonts w:eastAsia="Aptos"/>
          <w:highlight w:val="cyan"/>
          <w:u w:val="single"/>
        </w:rPr>
        <w:t>after the 1934</w:t>
      </w:r>
      <w:r w:rsidRPr="0045430C">
        <w:rPr>
          <w:rFonts w:eastAsia="Aptos"/>
          <w:u w:val="single"/>
        </w:rPr>
        <w:t xml:space="preserve"> worker </w:t>
      </w:r>
      <w:r w:rsidRPr="0045430C">
        <w:rPr>
          <w:rFonts w:eastAsia="Aptos"/>
          <w:highlight w:val="cyan"/>
          <w:u w:val="single"/>
        </w:rPr>
        <w:t>uprisings</w:t>
      </w:r>
      <w:r w:rsidRPr="0045430C">
        <w:rPr>
          <w:rFonts w:eastAsia="Aptos"/>
          <w:sz w:val="16"/>
        </w:rPr>
        <w:t xml:space="preserve">. </w:t>
      </w:r>
      <w:r w:rsidRPr="0045430C">
        <w:rPr>
          <w:rFonts w:eastAsia="Aptos"/>
          <w:highlight w:val="cyan"/>
          <w:u w:val="single"/>
        </w:rPr>
        <w:t>The lesson of labor</w:t>
      </w:r>
      <w:r w:rsidRPr="0045430C">
        <w:rPr>
          <w:rFonts w:eastAsia="Aptos"/>
          <w:u w:val="single"/>
        </w:rPr>
        <w:t xml:space="preserve"> history </w:t>
      </w:r>
      <w:r w:rsidRPr="0045430C">
        <w:rPr>
          <w:rFonts w:eastAsia="Aptos"/>
          <w:highlight w:val="cyan"/>
          <w:u w:val="single"/>
        </w:rPr>
        <w:t>is</w:t>
      </w:r>
      <w:r w:rsidRPr="0045430C">
        <w:rPr>
          <w:rFonts w:eastAsia="Aptos"/>
          <w:u w:val="single"/>
        </w:rPr>
        <w:t xml:space="preserve"> thus that </w:t>
      </w:r>
      <w:r w:rsidRPr="0045430C">
        <w:rPr>
          <w:rFonts w:eastAsia="Aptos"/>
          <w:highlight w:val="cyan"/>
          <w:u w:val="single"/>
        </w:rPr>
        <w:t xml:space="preserve">if you want labor </w:t>
      </w:r>
      <w:r w:rsidRPr="0045430C">
        <w:rPr>
          <w:rFonts w:eastAsia="Aptos"/>
          <w:u w:val="single"/>
        </w:rPr>
        <w:t xml:space="preserve">law </w:t>
      </w:r>
      <w:r w:rsidRPr="0045430C">
        <w:rPr>
          <w:rFonts w:eastAsia="Aptos"/>
          <w:highlight w:val="cyan"/>
          <w:u w:val="single"/>
        </w:rPr>
        <w:t>reform</w:t>
      </w:r>
      <w:r w:rsidRPr="0045430C">
        <w:rPr>
          <w:rFonts w:eastAsia="Aptos"/>
          <w:u w:val="single"/>
        </w:rPr>
        <w:t xml:space="preserve">, </w:t>
      </w:r>
      <w:r w:rsidRPr="0045430C">
        <w:rPr>
          <w:rFonts w:eastAsia="Aptos"/>
          <w:highlight w:val="cyan"/>
          <w:u w:val="single"/>
        </w:rPr>
        <w:t>focus</w:t>
      </w:r>
      <w:r w:rsidRPr="0045430C">
        <w:rPr>
          <w:rFonts w:eastAsia="Aptos"/>
          <w:u w:val="single"/>
        </w:rPr>
        <w:t xml:space="preserve"> </w:t>
      </w:r>
      <w:r w:rsidRPr="0045430C">
        <w:rPr>
          <w:rFonts w:eastAsia="Aptos"/>
          <w:highlight w:val="cyan"/>
          <w:u w:val="single"/>
        </w:rPr>
        <w:t>on</w:t>
      </w:r>
      <w:r w:rsidRPr="0045430C">
        <w:rPr>
          <w:rFonts w:eastAsia="Aptos"/>
          <w:u w:val="single"/>
        </w:rPr>
        <w:t xml:space="preserve"> developing </w:t>
      </w:r>
      <w:r w:rsidRPr="0045430C">
        <w:rPr>
          <w:rFonts w:eastAsia="Aptos"/>
          <w:iCs/>
          <w:u w:val="single"/>
          <w:bdr w:val="single" w:sz="8" w:space="0" w:color="auto"/>
        </w:rPr>
        <w:t xml:space="preserve">grassroots labor </w:t>
      </w:r>
      <w:r w:rsidRPr="0045430C">
        <w:rPr>
          <w:rFonts w:eastAsia="Aptos"/>
          <w:iCs/>
          <w:highlight w:val="cyan"/>
          <w:u w:val="single"/>
          <w:bdr w:val="single" w:sz="8" w:space="0" w:color="auto"/>
        </w:rPr>
        <w:t>militancy</w:t>
      </w:r>
      <w:r w:rsidRPr="0045430C">
        <w:rPr>
          <w:rFonts w:eastAsia="Aptos"/>
          <w:sz w:val="16"/>
        </w:rPr>
        <w:t>.</w:t>
      </w:r>
    </w:p>
    <w:p w14:paraId="590A2C8C" w14:textId="0336CF44" w:rsidR="0045430C" w:rsidRPr="0045430C" w:rsidRDefault="00CC13DB" w:rsidP="0045430C">
      <w:pPr>
        <w:keepNext/>
        <w:keepLines/>
        <w:spacing w:before="40" w:after="0"/>
        <w:outlineLvl w:val="3"/>
        <w:rPr>
          <w:rFonts w:eastAsia="Times New Roman"/>
          <w:b/>
          <w:iCs/>
          <w:color w:val="071320"/>
          <w:sz w:val="26"/>
        </w:rPr>
      </w:pPr>
      <w:r>
        <w:rPr>
          <w:rFonts w:eastAsia="Times New Roman"/>
          <w:b/>
          <w:iCs/>
          <w:color w:val="071320"/>
          <w:sz w:val="26"/>
        </w:rPr>
        <w:t>10</w:t>
      </w:r>
      <w:r w:rsidR="0045430C" w:rsidRPr="0045430C">
        <w:rPr>
          <w:rFonts w:eastAsia="Times New Roman"/>
          <w:b/>
          <w:iCs/>
          <w:color w:val="071320"/>
          <w:sz w:val="26"/>
        </w:rPr>
        <w:t xml:space="preserve">. Mass militancy </w:t>
      </w:r>
      <w:r w:rsidR="0045430C" w:rsidRPr="0045430C">
        <w:rPr>
          <w:rFonts w:eastAsia="Times New Roman"/>
          <w:b/>
          <w:iCs/>
          <w:color w:val="071320"/>
          <w:sz w:val="26"/>
          <w:u w:val="single"/>
        </w:rPr>
        <w:t>delegitimizes</w:t>
      </w:r>
      <w:r w:rsidR="0045430C" w:rsidRPr="0045430C">
        <w:rPr>
          <w:rFonts w:eastAsia="Times New Roman"/>
          <w:b/>
          <w:iCs/>
          <w:color w:val="071320"/>
          <w:sz w:val="26"/>
        </w:rPr>
        <w:t xml:space="preserve"> backlash – the alt villainizes the elite few against </w:t>
      </w:r>
      <w:r w:rsidR="0045430C" w:rsidRPr="0045430C">
        <w:rPr>
          <w:rFonts w:eastAsia="Times New Roman"/>
          <w:b/>
          <w:iCs/>
          <w:color w:val="071320"/>
          <w:sz w:val="26"/>
          <w:u w:val="single"/>
        </w:rPr>
        <w:t>millions</w:t>
      </w:r>
      <w:r w:rsidR="0045430C" w:rsidRPr="0045430C">
        <w:rPr>
          <w:rFonts w:eastAsia="Times New Roman"/>
          <w:b/>
          <w:iCs/>
          <w:color w:val="071320"/>
          <w:sz w:val="26"/>
        </w:rPr>
        <w:t xml:space="preserve"> of working class people, that’s Dimick. </w:t>
      </w:r>
    </w:p>
    <w:p w14:paraId="0D47DFD2" w14:textId="236C6641" w:rsidR="00CC13DB" w:rsidRPr="0045430C" w:rsidRDefault="00CC13DB" w:rsidP="00CC13DB">
      <w:pPr>
        <w:keepNext/>
        <w:keepLines/>
        <w:spacing w:before="40" w:after="0"/>
        <w:outlineLvl w:val="3"/>
        <w:rPr>
          <w:rFonts w:eastAsia="Times New Roman"/>
          <w:b/>
          <w:iCs/>
          <w:u w:val="single"/>
        </w:rPr>
      </w:pPr>
      <w:r>
        <w:rPr>
          <w:rFonts w:eastAsia="Times New Roman"/>
          <w:b/>
          <w:iCs/>
          <w:sz w:val="26"/>
        </w:rPr>
        <w:t>11</w:t>
      </w:r>
      <w:r w:rsidRPr="0045430C">
        <w:rPr>
          <w:rFonts w:eastAsia="Times New Roman"/>
          <w:b/>
          <w:iCs/>
          <w:sz w:val="26"/>
        </w:rPr>
        <w:t xml:space="preserve">. Militancy converts backlash into employers </w:t>
      </w:r>
      <w:r w:rsidRPr="0045430C">
        <w:rPr>
          <w:rFonts w:eastAsia="Times New Roman"/>
          <w:b/>
          <w:iCs/>
          <w:sz w:val="26"/>
          <w:u w:val="single"/>
        </w:rPr>
        <w:t>pleading</w:t>
      </w:r>
      <w:r w:rsidRPr="0045430C">
        <w:rPr>
          <w:rFonts w:eastAsia="Times New Roman"/>
          <w:b/>
          <w:iCs/>
          <w:sz w:val="26"/>
        </w:rPr>
        <w:t xml:space="preserve"> for the state to concede to movement demands.</w:t>
      </w:r>
    </w:p>
    <w:p w14:paraId="19622B19" w14:textId="77777777" w:rsidR="00CC13DB" w:rsidRPr="0045430C" w:rsidRDefault="00CC13DB" w:rsidP="00CC13DB">
      <w:pPr>
        <w:rPr>
          <w:rFonts w:eastAsia="Aptos"/>
        </w:rPr>
      </w:pPr>
      <w:r w:rsidRPr="0045430C">
        <w:rPr>
          <w:rFonts w:eastAsia="Aptos"/>
        </w:rPr>
        <w:t xml:space="preserve">Laura </w:t>
      </w:r>
      <w:r w:rsidRPr="0045430C">
        <w:rPr>
          <w:rFonts w:eastAsia="Aptos"/>
          <w:b/>
          <w:bCs/>
          <w:sz w:val="26"/>
        </w:rPr>
        <w:t>Flanders 25</w:t>
      </w:r>
      <w:r w:rsidRPr="0045430C">
        <w:rPr>
          <w:rFonts w:eastAsia="Aptos"/>
        </w:rPr>
        <w:t>, International President of the Association of Flight Attendants-CWA, AFL-CIO, "There Are No Illegal Strikes—Only Unsuccessful Ones: A Conversation With Sara Nelson," Nation, 09/01/2025, https://www.thenation.com/article/politics/sara-nelson-labor-afa-cwa-interview/</w:t>
      </w:r>
    </w:p>
    <w:p w14:paraId="661C0D36" w14:textId="77777777" w:rsidR="00CC13DB" w:rsidRPr="0045430C" w:rsidRDefault="00CC13DB" w:rsidP="00CC13DB">
      <w:pPr>
        <w:rPr>
          <w:rFonts w:eastAsia="Aptos"/>
          <w:sz w:val="16"/>
        </w:rPr>
      </w:pPr>
      <w:r w:rsidRPr="0045430C">
        <w:rPr>
          <w:rFonts w:eastAsia="Aptos"/>
          <w:sz w:val="16"/>
        </w:rPr>
        <w:t xml:space="preserve">LF: </w:t>
      </w:r>
      <w:r w:rsidRPr="0045430C">
        <w:rPr>
          <w:rFonts w:eastAsia="Aptos"/>
          <w:u w:val="single"/>
        </w:rPr>
        <w:t>You have union leaders like Shawn Fain</w:t>
      </w:r>
      <w:r w:rsidRPr="0045430C">
        <w:rPr>
          <w:rFonts w:eastAsia="Aptos"/>
          <w:sz w:val="16"/>
        </w:rPr>
        <w:t xml:space="preserve">, and a few others </w:t>
      </w:r>
      <w:r w:rsidRPr="0045430C">
        <w:rPr>
          <w:rFonts w:eastAsia="Aptos"/>
          <w:u w:val="single"/>
        </w:rPr>
        <w:t xml:space="preserve">talking about a </w:t>
      </w:r>
      <w:r w:rsidRPr="0045430C">
        <w:rPr>
          <w:rFonts w:eastAsia="Aptos"/>
          <w:iCs/>
          <w:u w:val="single"/>
          <w:bdr w:val="single" w:sz="8" w:space="0" w:color="auto"/>
        </w:rPr>
        <w:t>general strike</w:t>
      </w:r>
      <w:r w:rsidRPr="0045430C">
        <w:rPr>
          <w:rFonts w:eastAsia="Aptos"/>
          <w:u w:val="single"/>
        </w:rPr>
        <w:t>. You have others talking about</w:t>
      </w:r>
      <w:r w:rsidRPr="0045430C">
        <w:rPr>
          <w:rFonts w:eastAsia="Aptos"/>
          <w:sz w:val="16"/>
        </w:rPr>
        <w:t xml:space="preserve"> 2028 as a moment where </w:t>
      </w:r>
      <w:r w:rsidRPr="0045430C">
        <w:rPr>
          <w:rFonts w:eastAsia="Aptos"/>
          <w:u w:val="single"/>
        </w:rPr>
        <w:t xml:space="preserve">contracts could be </w:t>
      </w:r>
      <w:r w:rsidRPr="0045430C">
        <w:rPr>
          <w:rFonts w:eastAsia="Aptos"/>
          <w:iCs/>
          <w:u w:val="single"/>
          <w:bdr w:val="single" w:sz="8" w:space="0" w:color="auto"/>
        </w:rPr>
        <w:t>coordinated</w:t>
      </w:r>
      <w:r w:rsidRPr="0045430C">
        <w:rPr>
          <w:rFonts w:eastAsia="Aptos"/>
          <w:sz w:val="16"/>
        </w:rPr>
        <w:t xml:space="preserve">. What are you seeing as critical moments for people to be thinking about? The idea of a strike feels like something from the ’30s, and </w:t>
      </w:r>
      <w:r w:rsidRPr="0045430C">
        <w:rPr>
          <w:rFonts w:eastAsia="Aptos"/>
          <w:u w:val="single"/>
        </w:rPr>
        <w:t xml:space="preserve">I’ve heard a lot of </w:t>
      </w:r>
      <w:r w:rsidRPr="0045430C">
        <w:rPr>
          <w:rFonts w:eastAsia="Aptos"/>
          <w:iCs/>
          <w:u w:val="single"/>
          <w:bdr w:val="single" w:sz="8" w:space="0" w:color="auto"/>
        </w:rPr>
        <w:t>skepticism</w:t>
      </w:r>
      <w:r w:rsidRPr="0045430C">
        <w:rPr>
          <w:rFonts w:eastAsia="Aptos"/>
          <w:sz w:val="16"/>
        </w:rPr>
        <w:t xml:space="preserve"> from people, like, “</w:t>
      </w:r>
      <w:r w:rsidRPr="0045430C">
        <w:rPr>
          <w:rFonts w:eastAsia="Aptos"/>
          <w:u w:val="single"/>
        </w:rPr>
        <w:t>Nice pie in the sky,</w:t>
      </w:r>
      <w:r w:rsidRPr="0045430C">
        <w:rPr>
          <w:rFonts w:eastAsia="Aptos"/>
          <w:sz w:val="16"/>
        </w:rPr>
        <w:t xml:space="preserve"> </w:t>
      </w:r>
      <w:r w:rsidRPr="0045430C">
        <w:rPr>
          <w:rFonts w:eastAsia="Aptos"/>
          <w:u w:val="single"/>
        </w:rPr>
        <w:t>but will it ever happen?</w:t>
      </w:r>
      <w:r w:rsidRPr="0045430C">
        <w:rPr>
          <w:rFonts w:eastAsia="Aptos"/>
          <w:sz w:val="16"/>
        </w:rPr>
        <w:t xml:space="preserve"> How would it happen?”</w:t>
      </w:r>
    </w:p>
    <w:p w14:paraId="5D33B41F" w14:textId="77777777" w:rsidR="00CC13DB" w:rsidRPr="0045430C" w:rsidRDefault="00CC13DB" w:rsidP="00CC13DB">
      <w:pPr>
        <w:rPr>
          <w:rFonts w:eastAsia="Aptos"/>
          <w:sz w:val="16"/>
        </w:rPr>
      </w:pPr>
      <w:r w:rsidRPr="0045430C">
        <w:rPr>
          <w:rFonts w:eastAsia="Aptos"/>
          <w:sz w:val="16"/>
        </w:rPr>
        <w:t xml:space="preserve">SN: You’re right, from the ’30s. </w:t>
      </w:r>
      <w:r w:rsidRPr="0045430C">
        <w:rPr>
          <w:rFonts w:eastAsia="Aptos"/>
          <w:highlight w:val="cyan"/>
          <w:u w:val="single"/>
        </w:rPr>
        <w:t>In</w:t>
      </w:r>
      <w:r w:rsidRPr="0045430C">
        <w:rPr>
          <w:rFonts w:eastAsia="Aptos"/>
          <w:u w:val="single"/>
        </w:rPr>
        <w:t xml:space="preserve"> 19</w:t>
      </w:r>
      <w:r w:rsidRPr="0045430C">
        <w:rPr>
          <w:rFonts w:eastAsia="Aptos"/>
          <w:highlight w:val="cyan"/>
          <w:u w:val="single"/>
        </w:rPr>
        <w:t>34</w:t>
      </w:r>
      <w:r w:rsidRPr="0045430C">
        <w:rPr>
          <w:rFonts w:eastAsia="Aptos"/>
          <w:sz w:val="16"/>
        </w:rPr>
        <w:t xml:space="preserve">, </w:t>
      </w:r>
      <w:r w:rsidRPr="0045430C">
        <w:rPr>
          <w:rFonts w:eastAsia="Aptos"/>
          <w:u w:val="single"/>
        </w:rPr>
        <w:t xml:space="preserve">there was some of the </w:t>
      </w:r>
      <w:r w:rsidRPr="0045430C">
        <w:rPr>
          <w:rFonts w:eastAsia="Aptos"/>
          <w:iCs/>
          <w:u w:val="single"/>
          <w:bdr w:val="single" w:sz="8" w:space="0" w:color="auto"/>
        </w:rPr>
        <w:t>highest amount of strike activity</w:t>
      </w:r>
      <w:r w:rsidRPr="0045430C">
        <w:rPr>
          <w:rFonts w:eastAsia="Aptos"/>
          <w:sz w:val="16"/>
        </w:rPr>
        <w:t xml:space="preserve"> </w:t>
      </w:r>
      <w:r w:rsidRPr="0045430C">
        <w:rPr>
          <w:rFonts w:eastAsia="Aptos"/>
          <w:u w:val="single"/>
        </w:rPr>
        <w:t>this country has ever seen</w:t>
      </w:r>
      <w:r w:rsidRPr="0045430C">
        <w:rPr>
          <w:rFonts w:eastAsia="Aptos"/>
          <w:sz w:val="16"/>
        </w:rPr>
        <w:t xml:space="preserve">. </w:t>
      </w:r>
      <w:r w:rsidRPr="0045430C">
        <w:rPr>
          <w:rFonts w:eastAsia="Aptos"/>
          <w:highlight w:val="cyan"/>
          <w:u w:val="single"/>
        </w:rPr>
        <w:t xml:space="preserve">There were </w:t>
      </w:r>
      <w:r w:rsidRPr="0045430C">
        <w:rPr>
          <w:rFonts w:eastAsia="Aptos"/>
          <w:iCs/>
          <w:highlight w:val="cyan"/>
          <w:u w:val="single"/>
          <w:bdr w:val="single" w:sz="8" w:space="0" w:color="auto"/>
        </w:rPr>
        <w:t>national</w:t>
      </w:r>
      <w:r w:rsidRPr="0045430C">
        <w:rPr>
          <w:rFonts w:eastAsia="Aptos"/>
          <w:iCs/>
          <w:u w:val="single"/>
          <w:bdr w:val="single" w:sz="8" w:space="0" w:color="auto"/>
        </w:rPr>
        <w:t xml:space="preserve"> </w:t>
      </w:r>
      <w:r w:rsidRPr="0045430C">
        <w:rPr>
          <w:rFonts w:eastAsia="Aptos"/>
          <w:iCs/>
          <w:highlight w:val="cyan"/>
          <w:u w:val="single"/>
          <w:bdr w:val="single" w:sz="8" w:space="0" w:color="auto"/>
        </w:rPr>
        <w:t>strikes</w:t>
      </w:r>
      <w:r w:rsidRPr="0045430C">
        <w:rPr>
          <w:rFonts w:eastAsia="Aptos"/>
          <w:sz w:val="16"/>
        </w:rPr>
        <w:t xml:space="preserve">. </w:t>
      </w:r>
      <w:r w:rsidRPr="0045430C">
        <w:rPr>
          <w:rFonts w:eastAsia="Aptos"/>
          <w:u w:val="single"/>
        </w:rPr>
        <w:t>The mine workers were on strike for</w:t>
      </w:r>
      <w:r w:rsidRPr="0045430C">
        <w:rPr>
          <w:rFonts w:eastAsia="Aptos"/>
          <w:iCs/>
          <w:u w:val="single"/>
          <w:bdr w:val="single" w:sz="8" w:space="0" w:color="auto"/>
        </w:rPr>
        <w:t xml:space="preserve"> nine months</w:t>
      </w:r>
      <w:r w:rsidRPr="0045430C">
        <w:rPr>
          <w:rFonts w:eastAsia="Aptos"/>
          <w:u w:val="single"/>
        </w:rPr>
        <w:t>.</w:t>
      </w:r>
      <w:r w:rsidRPr="0045430C">
        <w:rPr>
          <w:rFonts w:eastAsia="Aptos"/>
          <w:sz w:val="16"/>
        </w:rPr>
        <w:t xml:space="preserve"> </w:t>
      </w:r>
      <w:r w:rsidRPr="0045430C">
        <w:rPr>
          <w:rFonts w:eastAsia="Aptos"/>
          <w:u w:val="single"/>
        </w:rPr>
        <w:t xml:space="preserve">There were </w:t>
      </w:r>
      <w:r w:rsidRPr="0045430C">
        <w:rPr>
          <w:rFonts w:eastAsia="Aptos"/>
          <w:iCs/>
          <w:highlight w:val="cyan"/>
          <w:u w:val="single"/>
          <w:bdr w:val="single" w:sz="8" w:space="0" w:color="auto"/>
        </w:rPr>
        <w:t xml:space="preserve">general strikes in </w:t>
      </w:r>
      <w:r w:rsidRPr="0045430C">
        <w:rPr>
          <w:rFonts w:eastAsia="Aptos"/>
          <w:iCs/>
          <w:u w:val="single"/>
          <w:bdr w:val="single" w:sz="8" w:space="0" w:color="auto"/>
        </w:rPr>
        <w:t xml:space="preserve">various </w:t>
      </w:r>
      <w:r w:rsidRPr="0045430C">
        <w:rPr>
          <w:rFonts w:eastAsia="Aptos"/>
          <w:iCs/>
          <w:highlight w:val="cyan"/>
          <w:u w:val="single"/>
          <w:bdr w:val="single" w:sz="8" w:space="0" w:color="auto"/>
        </w:rPr>
        <w:t>cities</w:t>
      </w:r>
      <w:r w:rsidRPr="0045430C">
        <w:rPr>
          <w:rFonts w:eastAsia="Aptos"/>
          <w:sz w:val="16"/>
        </w:rPr>
        <w:t xml:space="preserve">, </w:t>
      </w:r>
      <w:r w:rsidRPr="0045430C">
        <w:rPr>
          <w:rFonts w:eastAsia="Aptos"/>
          <w:u w:val="single"/>
        </w:rPr>
        <w:t>there was a textile strike across the South</w:t>
      </w:r>
      <w:r w:rsidRPr="0045430C">
        <w:rPr>
          <w:rFonts w:eastAsia="Aptos"/>
          <w:sz w:val="16"/>
        </w:rPr>
        <w:t xml:space="preserve">. </w:t>
      </w:r>
      <w:r w:rsidRPr="0045430C">
        <w:rPr>
          <w:rFonts w:eastAsia="Aptos"/>
          <w:highlight w:val="cyan"/>
          <w:u w:val="single"/>
        </w:rPr>
        <w:t xml:space="preserve">There was </w:t>
      </w:r>
      <w:r w:rsidRPr="0045430C">
        <w:rPr>
          <w:rFonts w:eastAsia="Aptos"/>
          <w:iCs/>
          <w:highlight w:val="cyan"/>
          <w:u w:val="single"/>
          <w:bdr w:val="single" w:sz="8" w:space="0" w:color="auto"/>
        </w:rPr>
        <w:t>massive unrest</w:t>
      </w:r>
      <w:r w:rsidRPr="0045430C">
        <w:rPr>
          <w:rFonts w:eastAsia="Aptos"/>
          <w:sz w:val="16"/>
        </w:rPr>
        <w:t xml:space="preserve">. </w:t>
      </w:r>
      <w:r w:rsidRPr="0045430C">
        <w:rPr>
          <w:rFonts w:eastAsia="Aptos"/>
          <w:highlight w:val="cyan"/>
          <w:u w:val="single"/>
        </w:rPr>
        <w:t>That’s</w:t>
      </w:r>
      <w:r w:rsidRPr="0045430C">
        <w:rPr>
          <w:rFonts w:eastAsia="Aptos"/>
          <w:u w:val="single"/>
        </w:rPr>
        <w:t xml:space="preserve"> actually </w:t>
      </w:r>
      <w:r w:rsidRPr="0045430C">
        <w:rPr>
          <w:rFonts w:eastAsia="Aptos"/>
          <w:highlight w:val="cyan"/>
          <w:u w:val="single"/>
        </w:rPr>
        <w:t xml:space="preserve">what </w:t>
      </w:r>
      <w:r w:rsidRPr="0045430C">
        <w:rPr>
          <w:rFonts w:eastAsia="Aptos"/>
          <w:iCs/>
          <w:highlight w:val="cyan"/>
          <w:u w:val="single"/>
          <w:bdr w:val="single" w:sz="8" w:space="0" w:color="auto"/>
        </w:rPr>
        <w:t>brought</w:t>
      </w:r>
      <w:r w:rsidRPr="0045430C">
        <w:rPr>
          <w:rFonts w:eastAsia="Aptos"/>
          <w:u w:val="single"/>
        </w:rPr>
        <w:t xml:space="preserve"> the </w:t>
      </w:r>
      <w:r w:rsidRPr="0045430C">
        <w:rPr>
          <w:rFonts w:eastAsia="Aptos"/>
          <w:iCs/>
          <w:highlight w:val="cyan"/>
          <w:u w:val="single"/>
          <w:bdr w:val="single" w:sz="8" w:space="0" w:color="auto"/>
        </w:rPr>
        <w:t>corporations crawling</w:t>
      </w:r>
      <w:r w:rsidRPr="0045430C">
        <w:rPr>
          <w:rFonts w:eastAsia="Aptos"/>
          <w:u w:val="single"/>
        </w:rPr>
        <w:t xml:space="preserve"> to FDR </w:t>
      </w:r>
      <w:r w:rsidRPr="0045430C">
        <w:rPr>
          <w:rFonts w:eastAsia="Aptos"/>
          <w:highlight w:val="cyan"/>
          <w:u w:val="single"/>
        </w:rPr>
        <w:t>to ask for</w:t>
      </w:r>
      <w:r w:rsidRPr="0045430C">
        <w:rPr>
          <w:rFonts w:eastAsia="Aptos"/>
          <w:sz w:val="16"/>
          <w:highlight w:val="cyan"/>
        </w:rPr>
        <w:t xml:space="preserve"> </w:t>
      </w:r>
      <w:r w:rsidRPr="0045430C">
        <w:rPr>
          <w:rFonts w:eastAsia="Aptos"/>
          <w:highlight w:val="cyan"/>
          <w:u w:val="single"/>
        </w:rPr>
        <w:t>labor law</w:t>
      </w:r>
      <w:r w:rsidRPr="0045430C">
        <w:rPr>
          <w:rFonts w:eastAsia="Aptos"/>
          <w:sz w:val="16"/>
        </w:rPr>
        <w:t xml:space="preserve">, </w:t>
      </w:r>
      <w:r w:rsidRPr="0045430C">
        <w:rPr>
          <w:rFonts w:eastAsia="Aptos"/>
          <w:u w:val="single"/>
        </w:rPr>
        <w:t xml:space="preserve">because </w:t>
      </w:r>
      <w:r w:rsidRPr="0045430C">
        <w:rPr>
          <w:rFonts w:eastAsia="Aptos"/>
          <w:highlight w:val="cyan"/>
          <w:u w:val="single"/>
        </w:rPr>
        <w:t>they</w:t>
      </w:r>
      <w:r w:rsidRPr="0045430C">
        <w:rPr>
          <w:rFonts w:eastAsia="Aptos"/>
          <w:u w:val="single"/>
        </w:rPr>
        <w:t xml:space="preserve"> </w:t>
      </w:r>
      <w:r w:rsidRPr="0045430C">
        <w:rPr>
          <w:rFonts w:eastAsia="Aptos"/>
          <w:highlight w:val="cyan"/>
          <w:u w:val="single"/>
        </w:rPr>
        <w:t xml:space="preserve">wanted </w:t>
      </w:r>
      <w:r w:rsidRPr="0045430C">
        <w:rPr>
          <w:rFonts w:eastAsia="Aptos"/>
          <w:u w:val="single"/>
        </w:rPr>
        <w:t xml:space="preserve">some </w:t>
      </w:r>
      <w:r w:rsidRPr="0045430C">
        <w:rPr>
          <w:rFonts w:eastAsia="Aptos"/>
          <w:iCs/>
          <w:highlight w:val="cyan"/>
          <w:u w:val="single"/>
          <w:bdr w:val="single" w:sz="8" w:space="0" w:color="auto"/>
        </w:rPr>
        <w:t>stability</w:t>
      </w:r>
      <w:r w:rsidRPr="0045430C">
        <w:rPr>
          <w:rFonts w:eastAsia="Aptos"/>
          <w:sz w:val="16"/>
        </w:rPr>
        <w:t xml:space="preserve">. </w:t>
      </w:r>
      <w:r w:rsidRPr="0045430C">
        <w:rPr>
          <w:rFonts w:eastAsia="Aptos"/>
          <w:u w:val="single"/>
        </w:rPr>
        <w:t xml:space="preserve">It also gave FDR the </w:t>
      </w:r>
      <w:r w:rsidRPr="0045430C">
        <w:rPr>
          <w:rFonts w:eastAsia="Aptos"/>
          <w:iCs/>
          <w:u w:val="single"/>
          <w:bdr w:val="single" w:sz="8" w:space="0" w:color="auto"/>
        </w:rPr>
        <w:t>power to sign the New Deal</w:t>
      </w:r>
      <w:r w:rsidRPr="0045430C">
        <w:rPr>
          <w:rFonts w:eastAsia="Aptos"/>
          <w:u w:val="single"/>
        </w:rPr>
        <w:t xml:space="preserve"> into law,</w:t>
      </w:r>
      <w:r w:rsidRPr="0045430C">
        <w:rPr>
          <w:rFonts w:eastAsia="Aptos"/>
          <w:sz w:val="16"/>
        </w:rPr>
        <w:t xml:space="preserve"> because </w:t>
      </w:r>
      <w:r w:rsidRPr="0045430C">
        <w:rPr>
          <w:rFonts w:eastAsia="Aptos"/>
          <w:u w:val="single"/>
        </w:rPr>
        <w:t xml:space="preserve">these were </w:t>
      </w:r>
      <w:r w:rsidRPr="0045430C">
        <w:rPr>
          <w:rFonts w:eastAsia="Aptos"/>
          <w:iCs/>
          <w:u w:val="single"/>
          <w:bdr w:val="single" w:sz="8" w:space="0" w:color="auto"/>
        </w:rPr>
        <w:t>very clear demands</w:t>
      </w:r>
      <w:r w:rsidRPr="0045430C">
        <w:rPr>
          <w:rFonts w:eastAsia="Aptos"/>
          <w:u w:val="single"/>
        </w:rPr>
        <w:t xml:space="preserve"> coming from labor across the board</w:t>
      </w:r>
      <w:r w:rsidRPr="0045430C">
        <w:rPr>
          <w:rFonts w:eastAsia="Aptos"/>
          <w:sz w:val="16"/>
        </w:rPr>
        <w:t>.</w:t>
      </w:r>
    </w:p>
    <w:p w14:paraId="2391EB7F" w14:textId="77777777" w:rsidR="00CC13DB" w:rsidRPr="0045430C" w:rsidRDefault="00CC13DB" w:rsidP="00CC13DB">
      <w:pPr>
        <w:rPr>
          <w:rFonts w:eastAsia="Aptos"/>
          <w:sz w:val="16"/>
        </w:rPr>
      </w:pPr>
      <w:r w:rsidRPr="0045430C">
        <w:rPr>
          <w:rFonts w:eastAsia="Aptos"/>
          <w:u w:val="single"/>
        </w:rPr>
        <w:t xml:space="preserve">These were </w:t>
      </w:r>
      <w:r w:rsidRPr="0045430C">
        <w:rPr>
          <w:rFonts w:eastAsia="Aptos"/>
          <w:iCs/>
          <w:u w:val="single"/>
          <w:bdr w:val="single" w:sz="8" w:space="0" w:color="auto"/>
        </w:rPr>
        <w:t>not legal strikes</w:t>
      </w:r>
      <w:r w:rsidRPr="0045430C">
        <w:rPr>
          <w:rFonts w:eastAsia="Aptos"/>
          <w:sz w:val="16"/>
        </w:rPr>
        <w:t xml:space="preserve">. But as I always say, </w:t>
      </w:r>
      <w:r w:rsidRPr="0045430C">
        <w:rPr>
          <w:rFonts w:eastAsia="Aptos"/>
          <w:iCs/>
          <w:highlight w:val="cyan"/>
          <w:u w:val="single"/>
          <w:bdr w:val="single" w:sz="8" w:space="0" w:color="auto"/>
        </w:rPr>
        <w:t>there are no illegal strikes</w:t>
      </w:r>
      <w:r w:rsidRPr="0045430C">
        <w:rPr>
          <w:rFonts w:eastAsia="Aptos"/>
          <w:sz w:val="16"/>
        </w:rPr>
        <w:t xml:space="preserve">. </w:t>
      </w:r>
      <w:r w:rsidRPr="0045430C">
        <w:rPr>
          <w:rFonts w:eastAsia="Aptos"/>
          <w:u w:val="single"/>
        </w:rPr>
        <w:t xml:space="preserve">There are </w:t>
      </w:r>
      <w:r w:rsidRPr="0045430C">
        <w:rPr>
          <w:rFonts w:eastAsia="Aptos"/>
          <w:highlight w:val="cyan"/>
          <w:u w:val="single"/>
        </w:rPr>
        <w:t xml:space="preserve">only </w:t>
      </w:r>
      <w:r w:rsidRPr="0045430C">
        <w:rPr>
          <w:rFonts w:eastAsia="Aptos"/>
          <w:iCs/>
          <w:highlight w:val="cyan"/>
          <w:u w:val="single"/>
          <w:bdr w:val="single" w:sz="8" w:space="0" w:color="auto"/>
        </w:rPr>
        <w:t>unsuccessful ones</w:t>
      </w:r>
      <w:r w:rsidRPr="0045430C">
        <w:rPr>
          <w:rFonts w:eastAsia="Aptos"/>
          <w:sz w:val="16"/>
          <w:highlight w:val="cyan"/>
        </w:rPr>
        <w:t>.</w:t>
      </w:r>
      <w:r w:rsidRPr="0045430C">
        <w:rPr>
          <w:rFonts w:eastAsia="Aptos"/>
          <w:sz w:val="16"/>
        </w:rPr>
        <w:t xml:space="preserve"> </w:t>
      </w:r>
      <w:r w:rsidRPr="0045430C">
        <w:rPr>
          <w:rFonts w:eastAsia="Aptos"/>
          <w:u w:val="single"/>
        </w:rPr>
        <w:t>If you generate enough power</w:t>
      </w:r>
      <w:r w:rsidRPr="0045430C">
        <w:rPr>
          <w:rFonts w:eastAsia="Aptos"/>
          <w:sz w:val="16"/>
        </w:rPr>
        <w:t xml:space="preserve">, </w:t>
      </w:r>
      <w:r w:rsidRPr="0045430C">
        <w:rPr>
          <w:rFonts w:eastAsia="Aptos"/>
          <w:u w:val="single"/>
        </w:rPr>
        <w:t>you can get resolution</w:t>
      </w:r>
      <w:r w:rsidRPr="0045430C">
        <w:rPr>
          <w:rFonts w:eastAsia="Aptos"/>
          <w:sz w:val="16"/>
        </w:rPr>
        <w:t xml:space="preserve"> </w:t>
      </w:r>
      <w:r w:rsidRPr="0045430C">
        <w:rPr>
          <w:rFonts w:eastAsia="Aptos"/>
          <w:u w:val="single"/>
        </w:rPr>
        <w:t xml:space="preserve">and </w:t>
      </w:r>
      <w:r w:rsidRPr="0045430C">
        <w:rPr>
          <w:rFonts w:eastAsia="Aptos"/>
          <w:iCs/>
          <w:u w:val="single"/>
          <w:bdr w:val="single" w:sz="8" w:space="0" w:color="auto"/>
        </w:rPr>
        <w:t>protect everyone</w:t>
      </w:r>
      <w:r w:rsidRPr="0045430C">
        <w:rPr>
          <w:rFonts w:eastAsia="Aptos"/>
          <w:sz w:val="16"/>
        </w:rPr>
        <w:t>. You will learn so much by going to a picket line about how to be organized, about how to be very disciplined, about having nonviolent activity.</w:t>
      </w:r>
    </w:p>
    <w:p w14:paraId="765BEF57" w14:textId="3B2D6716" w:rsidR="0045430C" w:rsidRPr="0045430C" w:rsidRDefault="00CC13DB" w:rsidP="0045430C">
      <w:pPr>
        <w:keepNext/>
        <w:keepLines/>
        <w:spacing w:before="40" w:after="0"/>
        <w:outlineLvl w:val="3"/>
        <w:rPr>
          <w:rFonts w:eastAsia="Times New Roman"/>
          <w:b/>
          <w:iCs/>
          <w:color w:val="071320"/>
          <w:sz w:val="26"/>
          <w:u w:val="single"/>
        </w:rPr>
      </w:pPr>
      <w:r>
        <w:rPr>
          <w:rFonts w:eastAsia="Times New Roman"/>
          <w:b/>
          <w:iCs/>
          <w:color w:val="071320"/>
          <w:sz w:val="26"/>
        </w:rPr>
        <w:t>12</w:t>
      </w:r>
      <w:r w:rsidR="0045430C" w:rsidRPr="0045430C">
        <w:rPr>
          <w:rFonts w:eastAsia="Times New Roman"/>
          <w:b/>
          <w:iCs/>
          <w:color w:val="071320"/>
          <w:sz w:val="26"/>
        </w:rPr>
        <w:t xml:space="preserve">. Courts </w:t>
      </w:r>
      <w:r w:rsidR="0045430C" w:rsidRPr="0045430C">
        <w:rPr>
          <w:rFonts w:eastAsia="Times New Roman"/>
          <w:b/>
          <w:iCs/>
          <w:color w:val="071320"/>
          <w:sz w:val="26"/>
          <w:u w:val="single"/>
        </w:rPr>
        <w:t>cannot</w:t>
      </w:r>
      <w:r w:rsidR="0045430C" w:rsidRPr="0045430C">
        <w:rPr>
          <w:rFonts w:eastAsia="Times New Roman"/>
          <w:b/>
          <w:iCs/>
          <w:color w:val="071320"/>
          <w:sz w:val="26"/>
        </w:rPr>
        <w:t xml:space="preserve"> enjoin mass picketing and strikes – it’s </w:t>
      </w:r>
      <w:r w:rsidR="0045430C" w:rsidRPr="0045430C">
        <w:rPr>
          <w:rFonts w:eastAsia="Times New Roman"/>
          <w:b/>
          <w:iCs/>
          <w:color w:val="071320"/>
          <w:sz w:val="26"/>
          <w:u w:val="single"/>
        </w:rPr>
        <w:t>banned</w:t>
      </w:r>
      <w:r w:rsidR="0045430C" w:rsidRPr="0045430C">
        <w:rPr>
          <w:rFonts w:eastAsia="Times New Roman"/>
          <w:b/>
          <w:iCs/>
          <w:color w:val="071320"/>
          <w:sz w:val="26"/>
        </w:rPr>
        <w:t xml:space="preserve"> by Norris-LaGuardia. </w:t>
      </w:r>
      <w:r w:rsidR="0045430C" w:rsidRPr="0045430C">
        <w:rPr>
          <w:rFonts w:eastAsia="Times New Roman"/>
          <w:bCs/>
          <w:iCs/>
          <w:color w:val="071320"/>
          <w:sz w:val="26"/>
        </w:rPr>
        <w:t xml:space="preserve">The alt does </w:t>
      </w:r>
      <w:r w:rsidR="0045430C" w:rsidRPr="0045430C">
        <w:rPr>
          <w:rFonts w:eastAsia="Times New Roman"/>
          <w:bCs/>
          <w:iCs/>
          <w:color w:val="071320"/>
          <w:sz w:val="26"/>
          <w:u w:val="single"/>
        </w:rPr>
        <w:t>not</w:t>
      </w:r>
      <w:r w:rsidR="0045430C" w:rsidRPr="0045430C">
        <w:rPr>
          <w:rFonts w:eastAsia="Times New Roman"/>
          <w:bCs/>
          <w:iCs/>
          <w:color w:val="071320"/>
          <w:sz w:val="26"/>
        </w:rPr>
        <w:t xml:space="preserve"> preclude the NLGA because it’s an example of removing state coercive power rather than creating channels for state intervention.</w:t>
      </w:r>
      <w:r w:rsidR="0045430C" w:rsidRPr="0045430C">
        <w:rPr>
          <w:rFonts w:eastAsia="Times New Roman"/>
          <w:b/>
          <w:iCs/>
          <w:color w:val="071320"/>
          <w:sz w:val="26"/>
        </w:rPr>
        <w:t xml:space="preserve"> </w:t>
      </w:r>
    </w:p>
    <w:p w14:paraId="3FF9DFCE" w14:textId="77777777" w:rsidR="0045430C" w:rsidRPr="0045430C" w:rsidRDefault="0045430C" w:rsidP="0045430C">
      <w:pPr>
        <w:rPr>
          <w:rFonts w:eastAsia="Aptos"/>
          <w:sz w:val="16"/>
        </w:rPr>
      </w:pPr>
      <w:r w:rsidRPr="0045430C">
        <w:rPr>
          <w:rFonts w:eastAsia="Aptos"/>
        </w:rPr>
        <w:t xml:space="preserve">Alvin </w:t>
      </w:r>
      <w:r w:rsidRPr="0045430C">
        <w:rPr>
          <w:rFonts w:eastAsia="Aptos"/>
          <w:b/>
          <w:bCs/>
          <w:sz w:val="26"/>
        </w:rPr>
        <w:t>VELAZQUEZ</w:t>
      </w:r>
      <w:r w:rsidRPr="0045430C">
        <w:rPr>
          <w:rFonts w:eastAsia="Aptos"/>
        </w:rPr>
        <w:t xml:space="preserve"> Law @ Indiana </w:t>
      </w:r>
      <w:r w:rsidRPr="0045430C">
        <w:rPr>
          <w:rFonts w:eastAsia="Aptos"/>
          <w:b/>
          <w:bCs/>
          <w:sz w:val="26"/>
        </w:rPr>
        <w:t>’25</w:t>
      </w:r>
      <w:r w:rsidRPr="0045430C">
        <w:rPr>
          <w:rFonts w:eastAsia="Aptos"/>
        </w:rPr>
        <w:t xml:space="preserve"> “The Death of Labor Law and the Rebirth of the Labor Movement” Legal Studies Research Paper Series Research Paper Number 543 p.38-40</w:t>
      </w:r>
    </w:p>
    <w:p w14:paraId="700BBDC5" w14:textId="77777777" w:rsidR="0045430C" w:rsidRPr="0045430C" w:rsidRDefault="0045430C" w:rsidP="0045430C">
      <w:pPr>
        <w:rPr>
          <w:rFonts w:eastAsia="Aptos"/>
          <w:sz w:val="16"/>
        </w:rPr>
      </w:pPr>
      <w:r w:rsidRPr="0045430C">
        <w:rPr>
          <w:rFonts w:eastAsia="Aptos"/>
          <w:sz w:val="16"/>
        </w:rPr>
        <w:t xml:space="preserve">B. </w:t>
      </w:r>
      <w:r w:rsidRPr="0045430C">
        <w:rPr>
          <w:rFonts w:eastAsia="Aptos"/>
          <w:u w:val="single"/>
        </w:rPr>
        <w:t xml:space="preserve">The Norris La-Guardia's Protections </w:t>
      </w:r>
      <w:r w:rsidRPr="0045430C">
        <w:rPr>
          <w:rFonts w:eastAsia="Aptos"/>
          <w:iCs/>
          <w:u w:val="single"/>
          <w:bdr w:val="single" w:sz="8" w:space="0" w:color="auto"/>
        </w:rPr>
        <w:t>of Labor Insurgency</w:t>
      </w:r>
    </w:p>
    <w:p w14:paraId="0D7C29E7" w14:textId="77777777" w:rsidR="0045430C" w:rsidRPr="0045430C" w:rsidRDefault="0045430C" w:rsidP="0045430C">
      <w:pPr>
        <w:rPr>
          <w:rFonts w:eastAsia="Aptos"/>
          <w:sz w:val="16"/>
        </w:rPr>
      </w:pPr>
      <w:r w:rsidRPr="0045430C">
        <w:rPr>
          <w:rFonts w:eastAsia="Aptos"/>
          <w:sz w:val="16"/>
        </w:rPr>
        <w:t>One of the most important protections that organized labor and workers would have available post-NLRA is the Norris LaGuardia Act (NLGA). Specifically, unions will have to rely on it as they and their allies rally and protest in support of collective bargaining rights at state capitals across the United States. Congress’s motive for passing it was simple. As Michael Duff describes it, “[a]ggressively ousting federal courts from labor disputes altogether was the legislative motive behind passage of the [NLGA].”184 Congress’s passage of the NLGA was in response to the trend of courts in the early part of the 20th century entering injunctions to quell peaceful labor strikes and pickets. The NLGA states that:</w:t>
      </w:r>
    </w:p>
    <w:p w14:paraId="6F6035CB" w14:textId="77777777" w:rsidR="0045430C" w:rsidRPr="0045430C" w:rsidRDefault="0045430C" w:rsidP="0045430C">
      <w:pPr>
        <w:rPr>
          <w:rFonts w:eastAsia="Aptos"/>
          <w:sz w:val="16"/>
        </w:rPr>
      </w:pPr>
      <w:r w:rsidRPr="0045430C">
        <w:rPr>
          <w:rFonts w:eastAsia="Aptos"/>
          <w:sz w:val="16"/>
        </w:rPr>
        <w:t>[n]o court of the United States, as defined in this chapter, shall have the jurisdiction to issue an restraining order to temporary or permanent injunction in a case involving or growing out of a labor dispute, except in a strict conformity with the provisions of this chapter; nor shall any such restraining order or temporary or permanent injunction be issued contrary to the public policy declared in this chapter.185</w:t>
      </w:r>
    </w:p>
    <w:p w14:paraId="58FC9366" w14:textId="77777777" w:rsidR="0045430C" w:rsidRPr="0045430C" w:rsidRDefault="0045430C" w:rsidP="0045430C">
      <w:pPr>
        <w:rPr>
          <w:rFonts w:eastAsia="Aptos"/>
          <w:sz w:val="16"/>
        </w:rPr>
      </w:pPr>
      <w:r w:rsidRPr="0045430C">
        <w:rPr>
          <w:rFonts w:eastAsia="Aptos"/>
          <w:u w:val="single"/>
        </w:rPr>
        <w:t xml:space="preserve">The </w:t>
      </w:r>
      <w:r w:rsidRPr="0045430C">
        <w:rPr>
          <w:rFonts w:eastAsia="Aptos"/>
          <w:highlight w:val="cyan"/>
          <w:u w:val="single"/>
        </w:rPr>
        <w:t>NLGA</w:t>
      </w:r>
      <w:r w:rsidRPr="0045430C">
        <w:rPr>
          <w:rFonts w:eastAsia="Aptos"/>
          <w:u w:val="single"/>
        </w:rPr>
        <w:t xml:space="preserve"> </w:t>
      </w:r>
      <w:r w:rsidRPr="0045430C">
        <w:rPr>
          <w:rFonts w:eastAsia="Aptos"/>
          <w:iCs/>
          <w:highlight w:val="cyan"/>
          <w:u w:val="single"/>
          <w:bdr w:val="single" w:sz="8" w:space="0" w:color="auto"/>
        </w:rPr>
        <w:t>bars federal courts</w:t>
      </w:r>
      <w:r w:rsidRPr="0045430C">
        <w:rPr>
          <w:rFonts w:eastAsia="Aptos"/>
          <w:highlight w:val="cyan"/>
          <w:u w:val="single"/>
        </w:rPr>
        <w:t xml:space="preserve"> from enjoining</w:t>
      </w:r>
      <w:r w:rsidRPr="0045430C">
        <w:rPr>
          <w:rFonts w:eastAsia="Aptos"/>
          <w:u w:val="single"/>
        </w:rPr>
        <w:t xml:space="preserve"> private sector employees from peacefully engaging in </w:t>
      </w:r>
      <w:r w:rsidRPr="0045430C">
        <w:rPr>
          <w:rFonts w:eastAsia="Aptos"/>
          <w:highlight w:val="cyan"/>
          <w:u w:val="single"/>
        </w:rPr>
        <w:t>picketing</w:t>
      </w:r>
      <w:r w:rsidRPr="0045430C">
        <w:rPr>
          <w:rFonts w:eastAsia="Aptos"/>
          <w:u w:val="single"/>
        </w:rPr>
        <w:t xml:space="preserve">, </w:t>
      </w:r>
      <w:r w:rsidRPr="0045430C">
        <w:rPr>
          <w:rFonts w:eastAsia="Aptos"/>
          <w:highlight w:val="cyan"/>
          <w:u w:val="single"/>
        </w:rPr>
        <w:t>leafletting</w:t>
      </w:r>
      <w:r w:rsidRPr="0045430C">
        <w:rPr>
          <w:rFonts w:eastAsia="Aptos"/>
          <w:u w:val="single"/>
        </w:rPr>
        <w:t xml:space="preserve">, and </w:t>
      </w:r>
      <w:r w:rsidRPr="0045430C">
        <w:rPr>
          <w:rFonts w:eastAsia="Aptos"/>
          <w:highlight w:val="cyan"/>
          <w:u w:val="single"/>
        </w:rPr>
        <w:t>strikes</w:t>
      </w:r>
      <w:r w:rsidRPr="0045430C">
        <w:rPr>
          <w:rFonts w:eastAsia="Aptos"/>
          <w:u w:val="single"/>
        </w:rPr>
        <w:t xml:space="preserve"> in labor disputes</w:t>
      </w:r>
      <w:r w:rsidRPr="0045430C">
        <w:rPr>
          <w:rFonts w:eastAsia="Aptos"/>
          <w:sz w:val="16"/>
        </w:rPr>
        <w:t xml:space="preserve">.186 </w:t>
      </w:r>
      <w:r w:rsidRPr="0045430C">
        <w:rPr>
          <w:rFonts w:eastAsia="Aptos"/>
          <w:u w:val="single"/>
        </w:rPr>
        <w:t xml:space="preserve">The NLGA also </w:t>
      </w:r>
      <w:r w:rsidRPr="0045430C">
        <w:rPr>
          <w:rFonts w:eastAsia="Aptos"/>
          <w:iCs/>
          <w:u w:val="single"/>
          <w:bdr w:val="single" w:sz="8" w:space="0" w:color="auto"/>
        </w:rPr>
        <w:t>outlaws “yellow dog” contracts</w:t>
      </w:r>
      <w:r w:rsidRPr="0045430C">
        <w:rPr>
          <w:rFonts w:eastAsia="Aptos"/>
          <w:u w:val="single"/>
        </w:rPr>
        <w:t>,</w:t>
      </w:r>
      <w:r w:rsidRPr="0045430C">
        <w:rPr>
          <w:rFonts w:eastAsia="Aptos"/>
          <w:sz w:val="16"/>
        </w:rPr>
        <w:t xml:space="preserve"> or agreements for employment in exchange for waiving any rights to collective bargaining. </w:t>
      </w:r>
      <w:r w:rsidRPr="0045430C">
        <w:rPr>
          <w:rFonts w:eastAsia="Aptos"/>
          <w:highlight w:val="cyan"/>
          <w:u w:val="single"/>
        </w:rPr>
        <w:t xml:space="preserve">Its policy is to allow workers the </w:t>
      </w:r>
      <w:r w:rsidRPr="0045430C">
        <w:rPr>
          <w:rFonts w:eastAsia="Aptos"/>
          <w:iCs/>
          <w:highlight w:val="cyan"/>
          <w:u w:val="single"/>
          <w:bdr w:val="single" w:sz="8" w:space="0" w:color="auto"/>
        </w:rPr>
        <w:t>full freedom to</w:t>
      </w:r>
      <w:r w:rsidRPr="0045430C">
        <w:rPr>
          <w:rFonts w:eastAsia="Aptos"/>
          <w:iCs/>
          <w:u w:val="single"/>
          <w:bdr w:val="single" w:sz="8" w:space="0" w:color="auto"/>
        </w:rPr>
        <w:t xml:space="preserve"> associate and </w:t>
      </w:r>
      <w:r w:rsidRPr="0045430C">
        <w:rPr>
          <w:rFonts w:eastAsia="Aptos"/>
          <w:iCs/>
          <w:highlight w:val="cyan"/>
          <w:u w:val="single"/>
          <w:bdr w:val="single" w:sz="8" w:space="0" w:color="auto"/>
        </w:rPr>
        <w:t>self-organize</w:t>
      </w:r>
      <w:r w:rsidRPr="0045430C">
        <w:rPr>
          <w:rFonts w:eastAsia="Aptos"/>
          <w:u w:val="single"/>
        </w:rPr>
        <w:t xml:space="preserve"> to negotiate the terms and conditions of employment.</w:t>
      </w:r>
      <w:r w:rsidRPr="0045430C">
        <w:rPr>
          <w:rFonts w:eastAsia="Aptos"/>
          <w:sz w:val="16"/>
        </w:rPr>
        <w:t>187 Most importantly, the NLGA bars courts from enjoining the refusal to work or peaceably assemble, or “[a]dvising, urging, or otherwise causing or inducing without fraud or violence the acts heretofore specified . . . .”188 The NLGA leaves employers with the ability to seek damages for strikes but does not allow them to stop strikes from happening.189</w:t>
      </w:r>
    </w:p>
    <w:p w14:paraId="6CAF8432" w14:textId="77777777" w:rsidR="0045430C" w:rsidRPr="0045430C" w:rsidRDefault="0045430C" w:rsidP="0045430C">
      <w:pPr>
        <w:rPr>
          <w:rFonts w:eastAsia="Aptos"/>
          <w:sz w:val="16"/>
        </w:rPr>
      </w:pPr>
      <w:r w:rsidRPr="0045430C">
        <w:rPr>
          <w:rFonts w:eastAsia="Aptos"/>
          <w:sz w:val="16"/>
        </w:rPr>
        <w:t>Organized labor may want to use the NLGA to keep courts away from it given the makeup of the current Supreme Court and its antipathy toward organized labor issues. In a recent blog post about the NLGA by the Law and Political Economy Blog, David Boehm and Lynn Ta provide language that appears to support the thesis of this Article, but they appear to hold less hope in the NGLA’s power. They are also concerned about what the Supreme Court may do in light of constitutional challenges to the NLRA. They caution that:</w:t>
      </w:r>
    </w:p>
    <w:p w14:paraId="246F71B2" w14:textId="77777777" w:rsidR="0045430C" w:rsidRPr="0045430C" w:rsidRDefault="0045430C" w:rsidP="0045430C">
      <w:pPr>
        <w:rPr>
          <w:rFonts w:eastAsia="Aptos"/>
          <w:sz w:val="16"/>
        </w:rPr>
      </w:pPr>
      <w:r w:rsidRPr="0045430C">
        <w:rPr>
          <w:rFonts w:eastAsia="Aptos"/>
          <w:sz w:val="16"/>
        </w:rPr>
        <w:t>We should not, however, overstate its power: Norris-LaGuardia is ultimately an indirect law that advances only negative rights, prohibiting judicial interference with a worker’s “freedom of labor.” As scholars have argued in the housing rights context, workers will have greater power when they operate against a background of robust, universal protections that lend more substance to “freedom of labor,” protections that exceed the safeguards in the NLRA and that are tied to the fundamentality of this right. For now, however, workers must wield the power they have.190</w:t>
      </w:r>
    </w:p>
    <w:p w14:paraId="62697322" w14:textId="77777777" w:rsidR="0045430C" w:rsidRPr="0045430C" w:rsidRDefault="0045430C" w:rsidP="0045430C">
      <w:pPr>
        <w:rPr>
          <w:rFonts w:eastAsia="Aptos"/>
          <w:sz w:val="16"/>
        </w:rPr>
      </w:pPr>
      <w:r w:rsidRPr="0045430C">
        <w:rPr>
          <w:rFonts w:eastAsia="Aptos"/>
          <w:sz w:val="16"/>
        </w:rPr>
        <w:t>The authors correctly point out that the NLGA will take on significant importance in a post-NLRA world, but they have doubts about whether worker power within the current context of the NLRA is a sufficient impetus to cause labor reform. That is a legitimate concern. The Fight for $15 and a Union campaign fought to expand union rights.191 Despite the campaign’s incredible success in changing the national conversation regarding the minimum wage, it did not lead to Congress or a state passing a new collective bargaining law.192</w:t>
      </w:r>
    </w:p>
    <w:p w14:paraId="0272C568" w14:textId="77777777" w:rsidR="0045430C" w:rsidRPr="0045430C" w:rsidRDefault="0045430C" w:rsidP="0045430C">
      <w:pPr>
        <w:rPr>
          <w:rFonts w:eastAsia="Aptos"/>
          <w:sz w:val="16"/>
        </w:rPr>
      </w:pPr>
      <w:r w:rsidRPr="0045430C">
        <w:rPr>
          <w:rFonts w:eastAsia="Aptos"/>
          <w:sz w:val="16"/>
        </w:rPr>
        <w:t xml:space="preserve">If history is any indicator, a new national labor insurgency will need to occur to provoke a congressional response or state action, especially if the Court issues a ruling gutting the NLRA. </w:t>
      </w:r>
      <w:r w:rsidRPr="0045430C">
        <w:rPr>
          <w:rFonts w:eastAsia="Aptos"/>
          <w:u w:val="single"/>
        </w:rPr>
        <w:t>The first part of the road to insurgent success lies in the use of the NLGA to keep federal courts from enjoining labor related protests and activity</w:t>
      </w:r>
      <w:r w:rsidRPr="0045430C">
        <w:rPr>
          <w:rFonts w:eastAsia="Aptos"/>
          <w:sz w:val="16"/>
        </w:rPr>
        <w:t xml:space="preserve">. The power of the NLGA prevents federal courts from using the injunction to quell peaceful labor actions, nonviolent insurgency tactics, or semi-outlawry.193 </w:t>
      </w:r>
      <w:r w:rsidRPr="0045430C">
        <w:rPr>
          <w:rFonts w:eastAsia="Aptos"/>
          <w:highlight w:val="cyan"/>
          <w:u w:val="single"/>
        </w:rPr>
        <w:t>It</w:t>
      </w:r>
      <w:r w:rsidRPr="0045430C">
        <w:rPr>
          <w:rFonts w:eastAsia="Aptos"/>
          <w:sz w:val="16"/>
        </w:rPr>
        <w:t xml:space="preserve"> also </w:t>
      </w:r>
      <w:r w:rsidRPr="0045430C">
        <w:rPr>
          <w:rFonts w:eastAsia="Aptos"/>
          <w:highlight w:val="cyan"/>
          <w:u w:val="single"/>
        </w:rPr>
        <w:t xml:space="preserve">allows labor unions to use tactics such as </w:t>
      </w:r>
      <w:r w:rsidRPr="0045430C">
        <w:rPr>
          <w:rFonts w:eastAsia="Aptos"/>
          <w:iCs/>
          <w:highlight w:val="cyan"/>
          <w:u w:val="single"/>
          <w:bdr w:val="single" w:sz="8" w:space="0" w:color="auto"/>
        </w:rPr>
        <w:t>recognitional picketing</w:t>
      </w:r>
      <w:r w:rsidRPr="0045430C">
        <w:rPr>
          <w:rFonts w:eastAsia="Aptos"/>
          <w:sz w:val="16"/>
        </w:rPr>
        <w:t xml:space="preserve"> </w:t>
      </w:r>
      <w:r w:rsidRPr="0045430C">
        <w:rPr>
          <w:rFonts w:eastAsia="Aptos"/>
          <w:highlight w:val="cyan"/>
          <w:u w:val="single"/>
        </w:rPr>
        <w:t xml:space="preserve">that the </w:t>
      </w:r>
      <w:r w:rsidRPr="0045430C">
        <w:rPr>
          <w:rFonts w:eastAsia="Aptos"/>
          <w:iCs/>
          <w:highlight w:val="cyan"/>
          <w:u w:val="single"/>
          <w:bdr w:val="single" w:sz="8" w:space="0" w:color="auto"/>
        </w:rPr>
        <w:t>NLRA</w:t>
      </w:r>
      <w:r w:rsidRPr="0045430C">
        <w:rPr>
          <w:rFonts w:eastAsia="Aptos"/>
          <w:highlight w:val="cyan"/>
          <w:u w:val="single"/>
        </w:rPr>
        <w:t xml:space="preserve"> has</w:t>
      </w:r>
      <w:r w:rsidRPr="0045430C">
        <w:rPr>
          <w:rFonts w:eastAsia="Aptos"/>
          <w:u w:val="single"/>
        </w:rPr>
        <w:t xml:space="preserve"> </w:t>
      </w:r>
      <w:r w:rsidRPr="0045430C">
        <w:rPr>
          <w:rFonts w:eastAsia="Aptos"/>
          <w:iCs/>
          <w:highlight w:val="cyan"/>
          <w:u w:val="single"/>
          <w:bdr w:val="single" w:sz="8" w:space="0" w:color="auto"/>
        </w:rPr>
        <w:t>circumscribed</w:t>
      </w:r>
      <w:r w:rsidRPr="0045430C">
        <w:rPr>
          <w:rFonts w:eastAsia="Aptos"/>
          <w:sz w:val="16"/>
        </w:rPr>
        <w:t>. Recognition picketing is when unions engage in picketing to coerce employers to recognize them as collective bargaining agents.194 If the NLRA is set aside, then unions can engage in recognitional picketing free of federal court interference and receive the protection of the NLGA so long as the picketing remains peaceful.</w:t>
      </w:r>
    </w:p>
    <w:p w14:paraId="1D5229B3" w14:textId="77777777" w:rsidR="00386D48" w:rsidRDefault="00386D48" w:rsidP="00386D48">
      <w:pPr>
        <w:pStyle w:val="Heading3"/>
      </w:pPr>
      <w:r>
        <w:t>L – NLRA</w:t>
      </w:r>
    </w:p>
    <w:p w14:paraId="11A08D40" w14:textId="77777777" w:rsidR="0016068E" w:rsidRDefault="0016068E" w:rsidP="00386D48">
      <w:pPr>
        <w:pStyle w:val="Analytic"/>
      </w:pPr>
    </w:p>
    <w:p w14:paraId="0486CC65" w14:textId="77777777" w:rsidR="005A4099" w:rsidRPr="00C407C3" w:rsidRDefault="005A4099" w:rsidP="005A4099">
      <w:pPr>
        <w:keepNext/>
        <w:keepLines/>
        <w:pageBreakBefore/>
        <w:spacing w:before="40" w:after="0"/>
        <w:jc w:val="center"/>
        <w:outlineLvl w:val="2"/>
        <w:rPr>
          <w:rFonts w:eastAsia="Times New Roman"/>
          <w:b/>
          <w:sz w:val="32"/>
          <w:szCs w:val="24"/>
          <w:u w:val="single"/>
        </w:rPr>
      </w:pPr>
      <w:r w:rsidRPr="00C407C3">
        <w:rPr>
          <w:rFonts w:eastAsia="Times New Roman"/>
          <w:b/>
          <w:sz w:val="32"/>
          <w:szCs w:val="24"/>
          <w:u w:val="single"/>
        </w:rPr>
        <w:t>Alt – 2NC</w:t>
      </w:r>
    </w:p>
    <w:p w14:paraId="425BFAEF" w14:textId="77777777" w:rsidR="005A4099" w:rsidRPr="00C407C3" w:rsidRDefault="005A4099" w:rsidP="005A4099">
      <w:pPr>
        <w:keepNext/>
        <w:keepLines/>
        <w:spacing w:before="40" w:after="0"/>
        <w:outlineLvl w:val="3"/>
        <w:rPr>
          <w:rFonts w:eastAsia="Times New Roman"/>
          <w:b/>
          <w:iCs/>
          <w:color w:val="071320"/>
          <w:sz w:val="26"/>
          <w:u w:val="single"/>
        </w:rPr>
      </w:pPr>
      <w:r w:rsidRPr="00C407C3">
        <w:rPr>
          <w:rFonts w:eastAsia="Times New Roman"/>
          <w:b/>
          <w:iCs/>
          <w:color w:val="071320"/>
          <w:sz w:val="26"/>
        </w:rPr>
        <w:t xml:space="preserve">1. The alternative is to fight for </w:t>
      </w:r>
      <w:r w:rsidRPr="00C407C3">
        <w:rPr>
          <w:rFonts w:eastAsia="Times New Roman"/>
          <w:b/>
          <w:iCs/>
          <w:color w:val="071320"/>
          <w:sz w:val="26"/>
          <w:u w:val="single"/>
        </w:rPr>
        <w:t>labor freedoms</w:t>
      </w:r>
      <w:r w:rsidRPr="00C407C3">
        <w:rPr>
          <w:rFonts w:eastAsia="Times New Roman"/>
          <w:b/>
          <w:iCs/>
          <w:color w:val="071320"/>
          <w:sz w:val="26"/>
        </w:rPr>
        <w:t xml:space="preserve"> rather than collective bargaining </w:t>
      </w:r>
      <w:r w:rsidRPr="00C407C3">
        <w:rPr>
          <w:rFonts w:eastAsia="Times New Roman"/>
          <w:b/>
          <w:iCs/>
          <w:color w:val="071320"/>
          <w:sz w:val="26"/>
          <w:u w:val="single"/>
        </w:rPr>
        <w:t>rights</w:t>
      </w:r>
      <w:r w:rsidRPr="00C407C3">
        <w:rPr>
          <w:rFonts w:eastAsia="Times New Roman"/>
          <w:b/>
          <w:iCs/>
          <w:color w:val="071320"/>
          <w:sz w:val="26"/>
        </w:rPr>
        <w:t xml:space="preserve">. Rights restrict labor power by subordinating the working class to a </w:t>
      </w:r>
      <w:r w:rsidRPr="00C407C3">
        <w:rPr>
          <w:rFonts w:eastAsia="Times New Roman"/>
          <w:b/>
          <w:iCs/>
          <w:color w:val="071320"/>
          <w:sz w:val="26"/>
          <w:u w:val="single"/>
        </w:rPr>
        <w:t>capitalist-interested state</w:t>
      </w:r>
      <w:r w:rsidRPr="00C407C3">
        <w:rPr>
          <w:rFonts w:eastAsia="Times New Roman"/>
          <w:b/>
          <w:iCs/>
          <w:color w:val="071320"/>
          <w:sz w:val="26"/>
        </w:rPr>
        <w:t xml:space="preserve">, whereas labor freedoms restrict </w:t>
      </w:r>
      <w:r w:rsidRPr="00C407C3">
        <w:rPr>
          <w:rFonts w:eastAsia="Times New Roman"/>
          <w:b/>
          <w:iCs/>
          <w:color w:val="071320"/>
          <w:sz w:val="26"/>
          <w:u w:val="single"/>
        </w:rPr>
        <w:t>state</w:t>
      </w:r>
      <w:r w:rsidRPr="00C407C3">
        <w:rPr>
          <w:rFonts w:eastAsia="Times New Roman"/>
          <w:b/>
          <w:iCs/>
          <w:color w:val="071320"/>
          <w:sz w:val="26"/>
        </w:rPr>
        <w:t xml:space="preserve"> </w:t>
      </w:r>
      <w:r w:rsidRPr="00C407C3">
        <w:rPr>
          <w:rFonts w:eastAsia="Times New Roman"/>
          <w:b/>
          <w:iCs/>
          <w:color w:val="071320"/>
          <w:sz w:val="26"/>
          <w:u w:val="single"/>
        </w:rPr>
        <w:t>coercive</w:t>
      </w:r>
      <w:r w:rsidRPr="00C407C3">
        <w:rPr>
          <w:rFonts w:eastAsia="Times New Roman"/>
          <w:b/>
          <w:iCs/>
          <w:color w:val="071320"/>
          <w:sz w:val="26"/>
        </w:rPr>
        <w:t xml:space="preserve"> power by subordinating the state to the </w:t>
      </w:r>
      <w:r w:rsidRPr="00C407C3">
        <w:rPr>
          <w:rFonts w:eastAsia="Times New Roman"/>
          <w:b/>
          <w:iCs/>
          <w:color w:val="071320"/>
          <w:sz w:val="26"/>
          <w:u w:val="single"/>
        </w:rPr>
        <w:t>working class</w:t>
      </w:r>
      <w:r w:rsidRPr="00C407C3">
        <w:rPr>
          <w:rFonts w:eastAsia="Times New Roman"/>
          <w:b/>
          <w:iCs/>
          <w:color w:val="071320"/>
          <w:sz w:val="26"/>
        </w:rPr>
        <w:t xml:space="preserve">. The alt build </w:t>
      </w:r>
      <w:r w:rsidRPr="00C407C3">
        <w:rPr>
          <w:rFonts w:eastAsia="Times New Roman"/>
          <w:b/>
          <w:iCs/>
          <w:color w:val="071320"/>
          <w:sz w:val="26"/>
          <w:u w:val="single"/>
        </w:rPr>
        <w:t>autonomous worker power</w:t>
      </w:r>
      <w:r w:rsidRPr="00C407C3">
        <w:rPr>
          <w:rFonts w:eastAsia="Times New Roman"/>
          <w:b/>
          <w:iCs/>
          <w:color w:val="071320"/>
          <w:sz w:val="26"/>
        </w:rPr>
        <w:t xml:space="preserve"> through </w:t>
      </w:r>
      <w:r w:rsidRPr="00C407C3">
        <w:rPr>
          <w:rFonts w:eastAsia="Times New Roman"/>
          <w:b/>
          <w:iCs/>
          <w:color w:val="071320"/>
          <w:sz w:val="26"/>
          <w:u w:val="single"/>
        </w:rPr>
        <w:t>militant organizing</w:t>
      </w:r>
      <w:r w:rsidRPr="00C407C3">
        <w:rPr>
          <w:rFonts w:eastAsia="Times New Roman"/>
          <w:b/>
          <w:iCs/>
          <w:color w:val="071320"/>
          <w:sz w:val="26"/>
        </w:rPr>
        <w:t xml:space="preserve">, acts of </w:t>
      </w:r>
      <w:r w:rsidRPr="00C407C3">
        <w:rPr>
          <w:rFonts w:eastAsia="Times New Roman"/>
          <w:b/>
          <w:iCs/>
          <w:color w:val="071320"/>
          <w:sz w:val="26"/>
          <w:u w:val="single"/>
        </w:rPr>
        <w:t>mass civil disobedience</w:t>
      </w:r>
      <w:r w:rsidRPr="00C407C3">
        <w:rPr>
          <w:rFonts w:eastAsia="Times New Roman"/>
          <w:b/>
          <w:iCs/>
          <w:color w:val="071320"/>
          <w:sz w:val="26"/>
        </w:rPr>
        <w:t xml:space="preserve">, and leveraging </w:t>
      </w:r>
      <w:r w:rsidRPr="00C407C3">
        <w:rPr>
          <w:rFonts w:eastAsia="Times New Roman"/>
          <w:b/>
          <w:iCs/>
          <w:color w:val="071320"/>
          <w:sz w:val="26"/>
          <w:u w:val="single"/>
        </w:rPr>
        <w:t>strategic chokepoints</w:t>
      </w:r>
      <w:r w:rsidRPr="00C407C3">
        <w:rPr>
          <w:rFonts w:eastAsia="Times New Roman"/>
          <w:b/>
          <w:iCs/>
          <w:color w:val="071320"/>
          <w:sz w:val="26"/>
        </w:rPr>
        <w:t xml:space="preserve"> of capital </w:t>
      </w:r>
      <w:r w:rsidRPr="00C407C3">
        <w:rPr>
          <w:rFonts w:eastAsia="Times New Roman"/>
          <w:b/>
          <w:iCs/>
          <w:color w:val="071320"/>
          <w:sz w:val="26"/>
          <w:u w:val="single"/>
        </w:rPr>
        <w:t>even</w:t>
      </w:r>
      <w:r w:rsidRPr="00C407C3">
        <w:rPr>
          <w:rFonts w:eastAsia="Times New Roman"/>
          <w:b/>
          <w:iCs/>
          <w:color w:val="071320"/>
          <w:sz w:val="26"/>
        </w:rPr>
        <w:t xml:space="preserve"> if that sacrifices productivity. </w:t>
      </w:r>
    </w:p>
    <w:p w14:paraId="5DB67E29" w14:textId="77777777" w:rsidR="005A4099" w:rsidRPr="00C407C3" w:rsidRDefault="005A4099" w:rsidP="005A4099">
      <w:pPr>
        <w:keepNext/>
        <w:keepLines/>
        <w:spacing w:before="40" w:after="0"/>
        <w:outlineLvl w:val="3"/>
        <w:rPr>
          <w:rFonts w:eastAsia="Times New Roman"/>
          <w:b/>
          <w:iCs/>
          <w:color w:val="071320"/>
          <w:sz w:val="26"/>
        </w:rPr>
      </w:pPr>
      <w:r w:rsidRPr="00C407C3">
        <w:rPr>
          <w:rFonts w:eastAsia="Times New Roman"/>
          <w:b/>
          <w:iCs/>
          <w:color w:val="071320"/>
          <w:sz w:val="26"/>
        </w:rPr>
        <w:t xml:space="preserve">2. Only labor freedoms confronts the state as a </w:t>
      </w:r>
      <w:r w:rsidRPr="00C407C3">
        <w:rPr>
          <w:rFonts w:eastAsia="Times New Roman"/>
          <w:b/>
          <w:iCs/>
          <w:color w:val="071320"/>
          <w:sz w:val="26"/>
          <w:u w:val="single"/>
        </w:rPr>
        <w:t>non-neutral</w:t>
      </w:r>
      <w:r w:rsidRPr="00C407C3">
        <w:rPr>
          <w:rFonts w:eastAsia="Times New Roman"/>
          <w:b/>
          <w:iCs/>
          <w:color w:val="071320"/>
          <w:sz w:val="26"/>
        </w:rPr>
        <w:t xml:space="preserve"> player commmitted to capitalist </w:t>
      </w:r>
      <w:r w:rsidRPr="00C407C3">
        <w:rPr>
          <w:rFonts w:eastAsia="Times New Roman"/>
          <w:b/>
          <w:iCs/>
          <w:color w:val="071320"/>
          <w:sz w:val="26"/>
          <w:u w:val="single"/>
        </w:rPr>
        <w:t>private ordering</w:t>
      </w:r>
      <w:r w:rsidRPr="00C407C3">
        <w:rPr>
          <w:rFonts w:eastAsia="Times New Roman"/>
          <w:b/>
          <w:iCs/>
          <w:color w:val="071320"/>
          <w:sz w:val="26"/>
        </w:rPr>
        <w:t xml:space="preserve">. Making the bargaining process </w:t>
      </w:r>
      <w:r w:rsidRPr="00C407C3">
        <w:rPr>
          <w:rFonts w:eastAsia="Times New Roman"/>
          <w:b/>
          <w:iCs/>
          <w:color w:val="071320"/>
          <w:sz w:val="26"/>
          <w:u w:val="single"/>
        </w:rPr>
        <w:t>fair</w:t>
      </w:r>
      <w:r w:rsidRPr="00C407C3">
        <w:rPr>
          <w:rFonts w:eastAsia="Times New Roman"/>
          <w:b/>
          <w:iCs/>
          <w:color w:val="071320"/>
          <w:sz w:val="26"/>
        </w:rPr>
        <w:t xml:space="preserve"> and </w:t>
      </w:r>
      <w:r w:rsidRPr="00C407C3">
        <w:rPr>
          <w:rFonts w:eastAsia="Times New Roman"/>
          <w:b/>
          <w:iCs/>
          <w:color w:val="071320"/>
          <w:sz w:val="26"/>
          <w:u w:val="single"/>
        </w:rPr>
        <w:t>balanced</w:t>
      </w:r>
      <w:r w:rsidRPr="00C407C3">
        <w:rPr>
          <w:rFonts w:eastAsia="Times New Roman"/>
          <w:b/>
          <w:iCs/>
          <w:color w:val="071320"/>
          <w:sz w:val="26"/>
        </w:rPr>
        <w:t xml:space="preserve"> cannot restore union power because it’s </w:t>
      </w:r>
      <w:r w:rsidRPr="00C407C3">
        <w:rPr>
          <w:rFonts w:eastAsia="Times New Roman"/>
          <w:b/>
          <w:iCs/>
          <w:color w:val="071320"/>
          <w:sz w:val="26"/>
          <w:u w:val="single"/>
        </w:rPr>
        <w:t>built</w:t>
      </w:r>
      <w:r w:rsidRPr="00C407C3">
        <w:rPr>
          <w:rFonts w:eastAsia="Times New Roman"/>
          <w:b/>
          <w:iCs/>
          <w:color w:val="071320"/>
          <w:sz w:val="26"/>
        </w:rPr>
        <w:t xml:space="preserve"> out of a legal machinery that favors capital. Only developing </w:t>
      </w:r>
      <w:r w:rsidRPr="00C407C3">
        <w:rPr>
          <w:rFonts w:eastAsia="Times New Roman"/>
          <w:b/>
          <w:iCs/>
          <w:color w:val="071320"/>
          <w:sz w:val="26"/>
          <w:u w:val="single"/>
        </w:rPr>
        <w:t>autonomous labor power</w:t>
      </w:r>
      <w:r w:rsidRPr="00C407C3">
        <w:rPr>
          <w:rFonts w:eastAsia="Times New Roman"/>
          <w:b/>
          <w:iCs/>
          <w:color w:val="071320"/>
          <w:sz w:val="26"/>
        </w:rPr>
        <w:t xml:space="preserve"> through </w:t>
      </w:r>
      <w:r w:rsidRPr="00C407C3">
        <w:rPr>
          <w:rFonts w:eastAsia="Times New Roman"/>
          <w:b/>
          <w:iCs/>
          <w:color w:val="071320"/>
          <w:sz w:val="26"/>
          <w:u w:val="single"/>
        </w:rPr>
        <w:t>other economic weapons</w:t>
      </w:r>
      <w:r w:rsidRPr="00C407C3">
        <w:rPr>
          <w:rFonts w:eastAsia="Times New Roman"/>
          <w:b/>
          <w:iCs/>
          <w:color w:val="071320"/>
          <w:sz w:val="26"/>
        </w:rPr>
        <w:t xml:space="preserve"> better positions unions to drive a </w:t>
      </w:r>
      <w:r w:rsidRPr="00C407C3">
        <w:rPr>
          <w:rFonts w:eastAsia="Times New Roman"/>
          <w:b/>
          <w:iCs/>
          <w:color w:val="071320"/>
          <w:sz w:val="26"/>
          <w:u w:val="single"/>
        </w:rPr>
        <w:t>harder bargain</w:t>
      </w:r>
      <w:r w:rsidRPr="00C407C3">
        <w:rPr>
          <w:rFonts w:eastAsia="Times New Roman"/>
          <w:b/>
          <w:iCs/>
          <w:color w:val="071320"/>
          <w:sz w:val="26"/>
        </w:rPr>
        <w:t>, that’s Dimick.</w:t>
      </w:r>
    </w:p>
    <w:p w14:paraId="3D12D4D8" w14:textId="77777777" w:rsidR="005A4099" w:rsidRPr="00C407C3" w:rsidRDefault="005A4099" w:rsidP="005A4099">
      <w:pPr>
        <w:keepNext/>
        <w:keepLines/>
        <w:spacing w:before="40" w:after="0"/>
        <w:outlineLvl w:val="3"/>
        <w:rPr>
          <w:rFonts w:eastAsia="Times New Roman"/>
          <w:b/>
          <w:iCs/>
          <w:color w:val="071320"/>
          <w:sz w:val="26"/>
        </w:rPr>
      </w:pPr>
      <w:r w:rsidRPr="00C407C3">
        <w:rPr>
          <w:rFonts w:eastAsia="Times New Roman"/>
          <w:b/>
          <w:iCs/>
          <w:color w:val="071320"/>
          <w:sz w:val="26"/>
        </w:rPr>
        <w:t xml:space="preserve">3. Working class control of the state is </w:t>
      </w:r>
      <w:r w:rsidRPr="00C407C3">
        <w:rPr>
          <w:rFonts w:eastAsia="Times New Roman"/>
          <w:b/>
          <w:iCs/>
          <w:color w:val="071320"/>
          <w:sz w:val="26"/>
          <w:u w:val="single"/>
        </w:rPr>
        <w:t>key to solve climate and fascism</w:t>
      </w:r>
      <w:r w:rsidRPr="00C407C3">
        <w:rPr>
          <w:rFonts w:eastAsia="Times New Roman"/>
          <w:b/>
          <w:iCs/>
          <w:color w:val="071320"/>
          <w:sz w:val="26"/>
        </w:rPr>
        <w:t xml:space="preserve">. Only mass strikes on critical energy infrastructure force capitalists to cede to the demands of the working class for </w:t>
      </w:r>
      <w:r w:rsidRPr="00C407C3">
        <w:rPr>
          <w:rFonts w:eastAsia="Times New Roman"/>
          <w:b/>
          <w:iCs/>
          <w:color w:val="071320"/>
          <w:sz w:val="26"/>
          <w:u w:val="single"/>
        </w:rPr>
        <w:t>rapid</w:t>
      </w:r>
      <w:r w:rsidRPr="00C407C3">
        <w:rPr>
          <w:rFonts w:eastAsia="Times New Roman"/>
          <w:b/>
          <w:iCs/>
          <w:color w:val="071320"/>
          <w:sz w:val="26"/>
        </w:rPr>
        <w:t xml:space="preserve"> green transition – the strength of the working class is in numbers, which is impossible to achieve within the narrow frame of industrial peace, that’s Huber.</w:t>
      </w:r>
    </w:p>
    <w:p w14:paraId="167C362B" w14:textId="77777777" w:rsidR="005A4099" w:rsidRPr="00C407C3" w:rsidRDefault="005A4099" w:rsidP="005A4099">
      <w:pPr>
        <w:keepNext/>
        <w:keepLines/>
        <w:spacing w:before="40" w:after="0"/>
        <w:outlineLvl w:val="3"/>
        <w:rPr>
          <w:rFonts w:eastAsia="Times New Roman"/>
          <w:b/>
          <w:iCs/>
          <w:sz w:val="26"/>
          <w:u w:val="single"/>
        </w:rPr>
      </w:pPr>
      <w:r w:rsidRPr="00C407C3">
        <w:rPr>
          <w:rFonts w:eastAsia="Times New Roman"/>
          <w:b/>
          <w:iCs/>
          <w:sz w:val="26"/>
        </w:rPr>
        <w:t xml:space="preserve">4. Only </w:t>
      </w:r>
      <w:r w:rsidRPr="00C407C3">
        <w:rPr>
          <w:rFonts w:eastAsia="Times New Roman"/>
          <w:b/>
          <w:iCs/>
          <w:sz w:val="26"/>
          <w:u w:val="single"/>
        </w:rPr>
        <w:t>freeing</w:t>
      </w:r>
      <w:r w:rsidRPr="00C407C3">
        <w:rPr>
          <w:rFonts w:eastAsia="Times New Roman"/>
          <w:b/>
          <w:iCs/>
          <w:sz w:val="26"/>
        </w:rPr>
        <w:t xml:space="preserve"> workers from the NLRA builds sustainable labor power. </w:t>
      </w:r>
    </w:p>
    <w:p w14:paraId="3636BEFA" w14:textId="77777777" w:rsidR="005A4099" w:rsidRPr="00C407C3" w:rsidRDefault="005A4099" w:rsidP="005A4099">
      <w:pPr>
        <w:rPr>
          <w:rFonts w:eastAsia="Aptos"/>
        </w:rPr>
      </w:pPr>
      <w:r w:rsidRPr="00C407C3">
        <w:rPr>
          <w:rFonts w:eastAsia="Aptos"/>
        </w:rPr>
        <w:t xml:space="preserve">Gabriel </w:t>
      </w:r>
      <w:r w:rsidRPr="00C407C3">
        <w:rPr>
          <w:rFonts w:eastAsia="Aptos"/>
          <w:b/>
          <w:bCs/>
          <w:sz w:val="26"/>
        </w:rPr>
        <w:t>Nahmias 21</w:t>
      </w:r>
      <w:r w:rsidRPr="00C407C3">
        <w:rPr>
          <w:rFonts w:eastAsia="Aptos"/>
        </w:rPr>
        <w:t>, MIT Work of the Future Initiative, "Innovations in Collective Action in the Labor Movement," Working Paper, MIT Work of the Future Task Force, 02/27/2021, https://workofthefuture-taskforce.mit.edu/wp-content/uploads/2021/03/2021-Working-Paper-Nahmias.pdf</w:t>
      </w:r>
    </w:p>
    <w:p w14:paraId="6D494EDD" w14:textId="77777777" w:rsidR="005A4099" w:rsidRPr="00C407C3" w:rsidRDefault="005A4099" w:rsidP="005A4099">
      <w:pPr>
        <w:rPr>
          <w:rFonts w:eastAsia="Aptos"/>
          <w:sz w:val="16"/>
        </w:rPr>
      </w:pPr>
      <w:r w:rsidRPr="00C407C3">
        <w:rPr>
          <w:rFonts w:eastAsia="Aptos"/>
          <w:sz w:val="16"/>
        </w:rPr>
        <w:t>Denied the protection and</w:t>
      </w:r>
      <w:r w:rsidRPr="00C407C3">
        <w:rPr>
          <w:rFonts w:eastAsia="Aptos"/>
          <w:u w:val="single"/>
        </w:rPr>
        <w:t xml:space="preserve"> </w:t>
      </w:r>
      <w:r w:rsidRPr="00C407C3">
        <w:rPr>
          <w:rFonts w:eastAsia="Aptos"/>
          <w:iCs/>
          <w:highlight w:val="cyan"/>
          <w:u w:val="single"/>
          <w:bdr w:val="single" w:sz="8" w:space="0" w:color="auto"/>
        </w:rPr>
        <w:t>unencumbered by</w:t>
      </w:r>
      <w:r w:rsidRPr="00C407C3">
        <w:rPr>
          <w:rFonts w:eastAsia="Aptos"/>
          <w:u w:val="single"/>
        </w:rPr>
        <w:t xml:space="preserve"> the </w:t>
      </w:r>
      <w:r w:rsidRPr="00C407C3">
        <w:rPr>
          <w:rFonts w:eastAsia="Aptos"/>
          <w:iCs/>
          <w:u w:val="single"/>
          <w:bdr w:val="single" w:sz="8" w:space="0" w:color="auto"/>
        </w:rPr>
        <w:t xml:space="preserve">limitations of the </w:t>
      </w:r>
      <w:r w:rsidRPr="00C407C3">
        <w:rPr>
          <w:rFonts w:eastAsia="Aptos"/>
          <w:iCs/>
          <w:highlight w:val="cyan"/>
          <w:u w:val="single"/>
          <w:bdr w:val="single" w:sz="8" w:space="0" w:color="auto"/>
        </w:rPr>
        <w:t>NLRA</w:t>
      </w:r>
      <w:r w:rsidRPr="00C407C3">
        <w:rPr>
          <w:rFonts w:eastAsia="Aptos"/>
          <w:sz w:val="16"/>
        </w:rPr>
        <w:t xml:space="preserve">, </w:t>
      </w:r>
      <w:r w:rsidRPr="00C407C3">
        <w:rPr>
          <w:rFonts w:eastAsia="Aptos"/>
          <w:u w:val="single"/>
        </w:rPr>
        <w:t xml:space="preserve">agricultural </w:t>
      </w:r>
      <w:r w:rsidRPr="00C407C3">
        <w:rPr>
          <w:rFonts w:eastAsia="Aptos"/>
          <w:highlight w:val="cyan"/>
          <w:u w:val="single"/>
        </w:rPr>
        <w:t>workers</w:t>
      </w:r>
      <w:r w:rsidRPr="00C407C3">
        <w:rPr>
          <w:rFonts w:eastAsia="Aptos"/>
          <w:sz w:val="16"/>
        </w:rPr>
        <w:t xml:space="preserve">, </w:t>
      </w:r>
      <w:r w:rsidRPr="00C407C3">
        <w:rPr>
          <w:rFonts w:eastAsia="Aptos"/>
          <w:u w:val="single"/>
        </w:rPr>
        <w:t>domestic workers,</w:t>
      </w:r>
      <w:r w:rsidRPr="00C407C3">
        <w:rPr>
          <w:rFonts w:eastAsia="Aptos"/>
          <w:sz w:val="16"/>
        </w:rPr>
        <w:t xml:space="preserve"> </w:t>
      </w:r>
      <w:r w:rsidRPr="00C407C3">
        <w:rPr>
          <w:rFonts w:eastAsia="Aptos"/>
          <w:u w:val="single"/>
        </w:rPr>
        <w:t>freelancers</w:t>
      </w:r>
      <w:r w:rsidRPr="00C407C3">
        <w:rPr>
          <w:rFonts w:eastAsia="Aptos"/>
          <w:sz w:val="16"/>
        </w:rPr>
        <w:t xml:space="preserve">, </w:t>
      </w:r>
      <w:r w:rsidRPr="00C407C3">
        <w:rPr>
          <w:rFonts w:eastAsia="Aptos"/>
          <w:u w:val="single"/>
        </w:rPr>
        <w:t xml:space="preserve">gig workers, and graduate students </w:t>
      </w:r>
      <w:r w:rsidRPr="00C407C3">
        <w:rPr>
          <w:rFonts w:eastAsia="Aptos"/>
          <w:highlight w:val="cyan"/>
          <w:u w:val="single"/>
        </w:rPr>
        <w:t>have been</w:t>
      </w:r>
      <w:r w:rsidRPr="00C407C3">
        <w:rPr>
          <w:rFonts w:eastAsia="Aptos"/>
          <w:u w:val="single"/>
        </w:rPr>
        <w:t xml:space="preserve"> </w:t>
      </w:r>
      <w:r w:rsidRPr="00C407C3">
        <w:rPr>
          <w:rFonts w:eastAsia="Aptos"/>
          <w:sz w:val="16"/>
        </w:rPr>
        <w:t>forced and</w:t>
      </w:r>
      <w:r w:rsidRPr="00C407C3">
        <w:rPr>
          <w:rFonts w:eastAsia="Aptos"/>
          <w:u w:val="single"/>
        </w:rPr>
        <w:t xml:space="preserve"> </w:t>
      </w:r>
      <w:r w:rsidRPr="00C407C3">
        <w:rPr>
          <w:rFonts w:eastAsia="Aptos"/>
          <w:iCs/>
          <w:highlight w:val="cyan"/>
          <w:u w:val="single"/>
          <w:bdr w:val="single" w:sz="8" w:space="0" w:color="auto"/>
        </w:rPr>
        <w:t>allowed</w:t>
      </w:r>
      <w:r w:rsidRPr="00C407C3">
        <w:rPr>
          <w:rFonts w:eastAsia="Aptos"/>
          <w:sz w:val="16"/>
          <w:highlight w:val="cyan"/>
        </w:rPr>
        <w:t xml:space="preserve"> </w:t>
      </w:r>
      <w:r w:rsidRPr="00C407C3">
        <w:rPr>
          <w:rFonts w:eastAsia="Aptos"/>
          <w:iCs/>
          <w:highlight w:val="cyan"/>
          <w:u w:val="single"/>
          <w:bdr w:val="single" w:sz="8" w:space="0" w:color="auto"/>
        </w:rPr>
        <w:t>to innovate</w:t>
      </w:r>
      <w:r w:rsidRPr="00C407C3">
        <w:rPr>
          <w:rFonts w:eastAsia="Aptos"/>
          <w:sz w:val="16"/>
        </w:rPr>
        <w:t xml:space="preserve">. </w:t>
      </w:r>
      <w:r w:rsidRPr="00C407C3">
        <w:rPr>
          <w:rFonts w:eastAsia="Aptos"/>
          <w:highlight w:val="cyan"/>
          <w:u w:val="single"/>
        </w:rPr>
        <w:t>They</w:t>
      </w:r>
      <w:r w:rsidRPr="00C407C3">
        <w:rPr>
          <w:rFonts w:eastAsia="Aptos"/>
          <w:u w:val="single"/>
        </w:rPr>
        <w:t xml:space="preserve"> have </w:t>
      </w:r>
      <w:r w:rsidRPr="00C407C3">
        <w:rPr>
          <w:rFonts w:eastAsia="Aptos"/>
          <w:highlight w:val="cyan"/>
          <w:u w:val="single"/>
        </w:rPr>
        <w:t>made use</w:t>
      </w:r>
      <w:r w:rsidRPr="00C407C3">
        <w:rPr>
          <w:rFonts w:eastAsia="Aptos"/>
          <w:u w:val="single"/>
        </w:rPr>
        <w:t xml:space="preserve"> of </w:t>
      </w:r>
      <w:r w:rsidRPr="00C407C3">
        <w:rPr>
          <w:rFonts w:eastAsia="Aptos"/>
          <w:iCs/>
          <w:highlight w:val="cyan"/>
          <w:u w:val="single"/>
          <w:bdr w:val="single" w:sz="8" w:space="0" w:color="auto"/>
        </w:rPr>
        <w:t>secondary labor actions</w:t>
      </w:r>
      <w:r w:rsidRPr="00C407C3">
        <w:rPr>
          <w:rFonts w:eastAsia="Aptos"/>
          <w:sz w:val="16"/>
        </w:rPr>
        <w:t xml:space="preserve"> </w:t>
      </w:r>
      <w:r w:rsidRPr="00C407C3">
        <w:rPr>
          <w:rFonts w:eastAsia="Aptos"/>
          <w:u w:val="single"/>
        </w:rPr>
        <w:t>to pressure employers where they are vulnerable</w:t>
      </w:r>
      <w:r w:rsidRPr="00C407C3">
        <w:rPr>
          <w:rFonts w:eastAsia="Aptos"/>
          <w:sz w:val="16"/>
        </w:rPr>
        <w:t xml:space="preserve">. </w:t>
      </w:r>
      <w:r w:rsidRPr="00C407C3">
        <w:rPr>
          <w:rFonts w:eastAsia="Aptos"/>
          <w:u w:val="single"/>
        </w:rPr>
        <w:t xml:space="preserve">They have developed </w:t>
      </w:r>
      <w:r w:rsidRPr="00C407C3">
        <w:rPr>
          <w:rFonts w:eastAsia="Aptos"/>
          <w:iCs/>
          <w:highlight w:val="cyan"/>
          <w:u w:val="single"/>
          <w:bdr w:val="single" w:sz="8" w:space="0" w:color="auto"/>
        </w:rPr>
        <w:t>selective incentives</w:t>
      </w:r>
      <w:r w:rsidRPr="00C407C3">
        <w:rPr>
          <w:rFonts w:eastAsia="Aptos"/>
          <w:sz w:val="16"/>
          <w:highlight w:val="cyan"/>
        </w:rPr>
        <w:t xml:space="preserve"> </w:t>
      </w:r>
      <w:r w:rsidRPr="00C407C3">
        <w:rPr>
          <w:rFonts w:eastAsia="Aptos"/>
          <w:u w:val="single"/>
        </w:rPr>
        <w:t xml:space="preserve">to </w:t>
      </w:r>
      <w:r w:rsidRPr="00C407C3">
        <w:rPr>
          <w:rFonts w:eastAsia="Aptos"/>
          <w:iCs/>
          <w:u w:val="single"/>
          <w:bdr w:val="single" w:sz="8" w:space="0" w:color="auto"/>
        </w:rPr>
        <w:t>recruit</w:t>
      </w:r>
      <w:r w:rsidRPr="00C407C3">
        <w:rPr>
          <w:rFonts w:eastAsia="Aptos"/>
          <w:u w:val="single"/>
        </w:rPr>
        <w:t xml:space="preserve"> and </w:t>
      </w:r>
      <w:r w:rsidRPr="00C407C3">
        <w:rPr>
          <w:rFonts w:eastAsia="Aptos"/>
          <w:iCs/>
          <w:u w:val="single"/>
          <w:bdr w:val="single" w:sz="8" w:space="0" w:color="auto"/>
        </w:rPr>
        <w:t>maintain</w:t>
      </w:r>
      <w:r w:rsidRPr="00C407C3">
        <w:rPr>
          <w:rFonts w:eastAsia="Aptos"/>
          <w:u w:val="single"/>
        </w:rPr>
        <w:t xml:space="preserve"> members</w:t>
      </w:r>
      <w:r w:rsidRPr="00C407C3">
        <w:rPr>
          <w:rFonts w:eastAsia="Aptos"/>
          <w:sz w:val="16"/>
        </w:rPr>
        <w:t xml:space="preserve">. </w:t>
      </w:r>
      <w:r w:rsidRPr="00C407C3">
        <w:rPr>
          <w:rFonts w:eastAsia="Aptos"/>
          <w:u w:val="single"/>
        </w:rPr>
        <w:t xml:space="preserve">They have developed </w:t>
      </w:r>
      <w:r w:rsidRPr="00C407C3">
        <w:rPr>
          <w:rFonts w:eastAsia="Aptos"/>
          <w:highlight w:val="cyan"/>
          <w:u w:val="single"/>
        </w:rPr>
        <w:t>tools for</w:t>
      </w:r>
      <w:r w:rsidRPr="00C407C3">
        <w:rPr>
          <w:rFonts w:eastAsia="Aptos"/>
          <w:u w:val="single"/>
        </w:rPr>
        <w:t xml:space="preserve"> </w:t>
      </w:r>
      <w:r w:rsidRPr="00C407C3">
        <w:rPr>
          <w:rFonts w:eastAsia="Aptos"/>
          <w:iCs/>
          <w:highlight w:val="cyan"/>
          <w:u w:val="single"/>
          <w:bdr w:val="single" w:sz="8" w:space="0" w:color="auto"/>
        </w:rPr>
        <w:t>coordinating</w:t>
      </w:r>
      <w:r w:rsidRPr="00C407C3">
        <w:rPr>
          <w:rFonts w:eastAsia="Aptos"/>
          <w:sz w:val="16"/>
        </w:rPr>
        <w:t xml:space="preserve"> </w:t>
      </w:r>
      <w:r w:rsidRPr="00C407C3">
        <w:rPr>
          <w:rFonts w:eastAsia="Aptos"/>
          <w:u w:val="single"/>
        </w:rPr>
        <w:t xml:space="preserve">and sharing </w:t>
      </w:r>
      <w:r w:rsidRPr="00C407C3">
        <w:rPr>
          <w:rFonts w:eastAsia="Aptos"/>
          <w:iCs/>
          <w:u w:val="single"/>
          <w:bdr w:val="single" w:sz="8" w:space="0" w:color="auto"/>
        </w:rPr>
        <w:t>information</w:t>
      </w:r>
      <w:r w:rsidRPr="00C407C3">
        <w:rPr>
          <w:rFonts w:eastAsia="Aptos"/>
          <w:sz w:val="16"/>
        </w:rPr>
        <w:t xml:space="preserve">. </w:t>
      </w:r>
      <w:r w:rsidRPr="00C407C3">
        <w:rPr>
          <w:rFonts w:eastAsia="Aptos"/>
          <w:u w:val="single"/>
        </w:rPr>
        <w:t xml:space="preserve">They have </w:t>
      </w:r>
      <w:r w:rsidRPr="00C407C3">
        <w:rPr>
          <w:rFonts w:eastAsia="Aptos"/>
          <w:iCs/>
          <w:u w:val="single"/>
          <w:bdr w:val="single" w:sz="8" w:space="0" w:color="auto"/>
        </w:rPr>
        <w:t>interwoven strategies</w:t>
      </w:r>
      <w:r w:rsidRPr="00C407C3">
        <w:rPr>
          <w:rFonts w:eastAsia="Aptos"/>
          <w:sz w:val="16"/>
        </w:rPr>
        <w:t xml:space="preserve"> </w:t>
      </w:r>
      <w:r w:rsidRPr="00C407C3">
        <w:rPr>
          <w:rFonts w:eastAsia="Aptos"/>
          <w:u w:val="single"/>
        </w:rPr>
        <w:t>to help well-intentioned employers be fair</w:t>
      </w:r>
      <w:r w:rsidRPr="00C407C3">
        <w:rPr>
          <w:rFonts w:eastAsia="Aptos"/>
          <w:sz w:val="16"/>
        </w:rPr>
        <w:t xml:space="preserve">, </w:t>
      </w:r>
      <w:r w:rsidRPr="00C407C3">
        <w:rPr>
          <w:rFonts w:eastAsia="Aptos"/>
          <w:u w:val="single"/>
        </w:rPr>
        <w:t xml:space="preserve">and by mixing </w:t>
      </w:r>
      <w:r w:rsidRPr="00C407C3">
        <w:rPr>
          <w:rFonts w:eastAsia="Aptos"/>
          <w:iCs/>
          <w:u w:val="single"/>
          <w:bdr w:val="single" w:sz="8" w:space="0" w:color="auto"/>
        </w:rPr>
        <w:t>comprehensive campaigns</w:t>
      </w:r>
      <w:r w:rsidRPr="00C407C3">
        <w:rPr>
          <w:rFonts w:eastAsia="Aptos"/>
          <w:sz w:val="16"/>
        </w:rPr>
        <w:t xml:space="preserve"> </w:t>
      </w:r>
      <w:r w:rsidRPr="00C407C3">
        <w:rPr>
          <w:rFonts w:eastAsia="Aptos"/>
          <w:u w:val="single"/>
        </w:rPr>
        <w:t>with</w:t>
      </w:r>
      <w:r w:rsidRPr="00C407C3">
        <w:rPr>
          <w:rFonts w:eastAsia="Aptos"/>
          <w:sz w:val="16"/>
        </w:rPr>
        <w:t xml:space="preserve"> </w:t>
      </w:r>
      <w:r w:rsidRPr="00C407C3">
        <w:rPr>
          <w:rFonts w:eastAsia="Aptos"/>
          <w:iCs/>
          <w:highlight w:val="cyan"/>
          <w:u w:val="single"/>
          <w:bdr w:val="single" w:sz="8" w:space="0" w:color="auto"/>
        </w:rPr>
        <w:t>strike</w:t>
      </w:r>
      <w:r w:rsidRPr="00C407C3">
        <w:rPr>
          <w:rFonts w:eastAsia="Aptos"/>
          <w:iCs/>
          <w:u w:val="single"/>
          <w:bdr w:val="single" w:sz="8" w:space="0" w:color="auto"/>
        </w:rPr>
        <w:t xml:space="preserve"> action</w:t>
      </w:r>
      <w:r w:rsidRPr="00C407C3">
        <w:rPr>
          <w:rFonts w:eastAsia="Aptos"/>
          <w:iCs/>
          <w:highlight w:val="cyan"/>
          <w:u w:val="single"/>
          <w:bdr w:val="single" w:sz="8" w:space="0" w:color="auto"/>
        </w:rPr>
        <w:t>s</w:t>
      </w:r>
      <w:r w:rsidRPr="00C407C3">
        <w:rPr>
          <w:rFonts w:eastAsia="Aptos"/>
          <w:sz w:val="16"/>
        </w:rPr>
        <w:t xml:space="preserve">, </w:t>
      </w:r>
      <w:r w:rsidRPr="00C407C3">
        <w:rPr>
          <w:rFonts w:eastAsia="Aptos"/>
          <w:u w:val="single"/>
        </w:rPr>
        <w:t xml:space="preserve">they have </w:t>
      </w:r>
      <w:r w:rsidRPr="00C407C3">
        <w:rPr>
          <w:rFonts w:eastAsia="Aptos"/>
          <w:iCs/>
          <w:u w:val="single"/>
          <w:bdr w:val="single" w:sz="8" w:space="0" w:color="auto"/>
        </w:rPr>
        <w:t>publicly sanctioned</w:t>
      </w:r>
      <w:r w:rsidRPr="00C407C3">
        <w:rPr>
          <w:rFonts w:eastAsia="Aptos"/>
          <w:sz w:val="16"/>
        </w:rPr>
        <w:t xml:space="preserve"> </w:t>
      </w:r>
      <w:r w:rsidRPr="00C407C3">
        <w:rPr>
          <w:rFonts w:eastAsia="Aptos"/>
          <w:u w:val="single"/>
        </w:rPr>
        <w:t xml:space="preserve">those who refuse to. They have </w:t>
      </w:r>
      <w:r w:rsidRPr="00C407C3">
        <w:rPr>
          <w:rFonts w:eastAsia="Aptos"/>
          <w:highlight w:val="cyan"/>
          <w:u w:val="single"/>
        </w:rPr>
        <w:t xml:space="preserve">brought </w:t>
      </w:r>
      <w:r w:rsidRPr="00C407C3">
        <w:rPr>
          <w:rFonts w:eastAsia="Aptos"/>
          <w:iCs/>
          <w:highlight w:val="cyan"/>
          <w:u w:val="single"/>
          <w:bdr w:val="single" w:sz="8" w:space="0" w:color="auto"/>
        </w:rPr>
        <w:t>energy</w:t>
      </w:r>
      <w:r w:rsidRPr="00C407C3">
        <w:rPr>
          <w:rFonts w:eastAsia="Aptos"/>
          <w:highlight w:val="cyan"/>
          <w:u w:val="single"/>
        </w:rPr>
        <w:t xml:space="preserve"> and</w:t>
      </w:r>
      <w:r w:rsidRPr="00C407C3">
        <w:rPr>
          <w:rFonts w:eastAsia="Aptos"/>
          <w:u w:val="single"/>
        </w:rPr>
        <w:t xml:space="preserve"> </w:t>
      </w:r>
      <w:r w:rsidRPr="00C407C3">
        <w:rPr>
          <w:rFonts w:eastAsia="Aptos"/>
          <w:iCs/>
          <w:highlight w:val="cyan"/>
          <w:u w:val="single"/>
          <w:bdr w:val="single" w:sz="8" w:space="0" w:color="auto"/>
        </w:rPr>
        <w:t>talent</w:t>
      </w:r>
      <w:r w:rsidRPr="00C407C3">
        <w:rPr>
          <w:rFonts w:eastAsia="Aptos"/>
          <w:highlight w:val="cyan"/>
          <w:u w:val="single"/>
        </w:rPr>
        <w:t xml:space="preserve"> to the labor movement</w:t>
      </w:r>
      <w:r w:rsidRPr="00C407C3">
        <w:rPr>
          <w:rFonts w:eastAsia="Aptos"/>
          <w:sz w:val="16"/>
        </w:rPr>
        <w:t>.</w:t>
      </w:r>
    </w:p>
    <w:p w14:paraId="30637084" w14:textId="77777777" w:rsidR="005A4099" w:rsidRPr="00C407C3" w:rsidRDefault="005A4099" w:rsidP="005A4099">
      <w:pPr>
        <w:rPr>
          <w:rFonts w:eastAsia="Aptos"/>
          <w:sz w:val="16"/>
        </w:rPr>
      </w:pPr>
      <w:r w:rsidRPr="00C407C3">
        <w:rPr>
          <w:rFonts w:eastAsia="Aptos"/>
          <w:sz w:val="16"/>
        </w:rPr>
        <w:t xml:space="preserve"> Due to their activism, </w:t>
      </w:r>
      <w:r w:rsidRPr="00C407C3">
        <w:rPr>
          <w:rFonts w:eastAsia="Aptos"/>
          <w:u w:val="single"/>
        </w:rPr>
        <w:t xml:space="preserve">many of these </w:t>
      </w:r>
      <w:r w:rsidRPr="00C407C3">
        <w:rPr>
          <w:rFonts w:eastAsia="Aptos"/>
          <w:highlight w:val="cyan"/>
          <w:u w:val="single"/>
        </w:rPr>
        <w:t xml:space="preserve">workers have </w:t>
      </w:r>
      <w:r w:rsidRPr="00C407C3">
        <w:rPr>
          <w:rFonts w:eastAsia="Aptos"/>
          <w:iCs/>
          <w:highlight w:val="cyan"/>
          <w:u w:val="single"/>
          <w:bdr w:val="single" w:sz="8" w:space="0" w:color="auto"/>
        </w:rPr>
        <w:t>won</w:t>
      </w:r>
      <w:r w:rsidRPr="00C407C3">
        <w:rPr>
          <w:rFonts w:eastAsia="Aptos"/>
          <w:iCs/>
          <w:u w:val="single"/>
          <w:bdr w:val="single" w:sz="8" w:space="0" w:color="auto"/>
        </w:rPr>
        <w:t xml:space="preserve"> legal rights and </w:t>
      </w:r>
      <w:r w:rsidRPr="00C407C3">
        <w:rPr>
          <w:rFonts w:eastAsia="Aptos"/>
          <w:iCs/>
          <w:highlight w:val="cyan"/>
          <w:u w:val="single"/>
          <w:bdr w:val="single" w:sz="8" w:space="0" w:color="auto"/>
        </w:rPr>
        <w:t>protections</w:t>
      </w:r>
      <w:r w:rsidRPr="00C407C3">
        <w:rPr>
          <w:rFonts w:eastAsia="Aptos"/>
          <w:u w:val="single"/>
        </w:rPr>
        <w:t xml:space="preserve"> at the </w:t>
      </w:r>
      <w:r w:rsidRPr="00C407C3">
        <w:rPr>
          <w:rFonts w:eastAsia="Aptos"/>
          <w:iCs/>
          <w:u w:val="single"/>
          <w:bdr w:val="single" w:sz="8" w:space="0" w:color="auto"/>
        </w:rPr>
        <w:t>state level</w:t>
      </w:r>
      <w:r w:rsidRPr="00C407C3">
        <w:rPr>
          <w:rFonts w:eastAsia="Aptos"/>
          <w:sz w:val="16"/>
        </w:rPr>
        <w:t xml:space="preserve">. </w:t>
      </w:r>
      <w:r w:rsidRPr="00C407C3">
        <w:rPr>
          <w:rFonts w:eastAsia="Aptos"/>
          <w:u w:val="single"/>
        </w:rPr>
        <w:t>These workers live in the “</w:t>
      </w:r>
      <w:r w:rsidRPr="00C407C3">
        <w:rPr>
          <w:rFonts w:eastAsia="Aptos"/>
          <w:iCs/>
          <w:u w:val="single"/>
          <w:bdr w:val="single" w:sz="8" w:space="0" w:color="auto"/>
        </w:rPr>
        <w:t>wild west</w:t>
      </w:r>
      <w:r w:rsidRPr="00C407C3">
        <w:rPr>
          <w:rFonts w:eastAsia="Aptos"/>
          <w:u w:val="single"/>
        </w:rPr>
        <w:t>” of the labor movement, conditions somewhat</w:t>
      </w:r>
      <w:r w:rsidRPr="00C407C3">
        <w:rPr>
          <w:rFonts w:eastAsia="Aptos"/>
          <w:sz w:val="16"/>
        </w:rPr>
        <w:t xml:space="preserve"> </w:t>
      </w:r>
      <w:r w:rsidRPr="00C407C3">
        <w:rPr>
          <w:rFonts w:eastAsia="Aptos"/>
          <w:u w:val="single"/>
        </w:rPr>
        <w:t>similar to those for all workers a century ago</w:t>
      </w:r>
      <w:r w:rsidRPr="00C407C3">
        <w:rPr>
          <w:rFonts w:eastAsia="Aptos"/>
          <w:sz w:val="16"/>
        </w:rPr>
        <w:t xml:space="preserve">. </w:t>
      </w:r>
      <w:r w:rsidRPr="00C407C3">
        <w:rPr>
          <w:rFonts w:eastAsia="Aptos"/>
          <w:iCs/>
          <w:u w:val="single"/>
          <w:bdr w:val="single" w:sz="8" w:space="0" w:color="auto"/>
        </w:rPr>
        <w:t>Without the</w:t>
      </w:r>
      <w:r w:rsidRPr="00C407C3">
        <w:rPr>
          <w:rFonts w:eastAsia="Aptos"/>
          <w:u w:val="single"/>
        </w:rPr>
        <w:t xml:space="preserve"> structure </w:t>
      </w:r>
      <w:r w:rsidRPr="00C407C3">
        <w:rPr>
          <w:rFonts w:eastAsia="Aptos"/>
          <w:sz w:val="16"/>
        </w:rPr>
        <w:t xml:space="preserve">and order </w:t>
      </w:r>
      <w:r w:rsidRPr="00C407C3">
        <w:rPr>
          <w:rFonts w:eastAsia="Aptos"/>
          <w:u w:val="single"/>
        </w:rPr>
        <w:t xml:space="preserve">provided by the </w:t>
      </w:r>
      <w:r w:rsidRPr="00C407C3">
        <w:rPr>
          <w:rFonts w:eastAsia="Aptos"/>
          <w:iCs/>
          <w:u w:val="single"/>
          <w:bdr w:val="single" w:sz="8" w:space="0" w:color="auto"/>
        </w:rPr>
        <w:t>NLRA</w:t>
      </w:r>
      <w:r w:rsidRPr="00C407C3">
        <w:rPr>
          <w:rFonts w:eastAsia="Aptos"/>
          <w:u w:val="single"/>
        </w:rPr>
        <w:t xml:space="preserve">,they have found other ways to </w:t>
      </w:r>
      <w:r w:rsidRPr="00C407C3">
        <w:rPr>
          <w:rFonts w:eastAsia="Aptos"/>
          <w:iCs/>
          <w:u w:val="single"/>
          <w:bdr w:val="single" w:sz="8" w:space="0" w:color="auto"/>
        </w:rPr>
        <w:t>organize</w:t>
      </w:r>
      <w:r w:rsidRPr="00C407C3">
        <w:rPr>
          <w:rFonts w:eastAsia="Aptos"/>
          <w:u w:val="single"/>
        </w:rPr>
        <w:t xml:space="preserve"> and </w:t>
      </w:r>
      <w:r w:rsidRPr="00C407C3">
        <w:rPr>
          <w:rFonts w:eastAsia="Aptos"/>
          <w:iCs/>
          <w:u w:val="single"/>
          <w:bdr w:val="single" w:sz="8" w:space="0" w:color="auto"/>
        </w:rPr>
        <w:t>win</w:t>
      </w:r>
      <w:r w:rsidRPr="00C407C3">
        <w:rPr>
          <w:rFonts w:eastAsia="Aptos"/>
          <w:sz w:val="16"/>
        </w:rPr>
        <w:t>.</w:t>
      </w:r>
    </w:p>
    <w:p w14:paraId="71E05815" w14:textId="77777777" w:rsidR="005A4099" w:rsidRPr="00C407C3" w:rsidRDefault="005A4099" w:rsidP="005A4099">
      <w:pPr>
        <w:rPr>
          <w:rFonts w:eastAsia="Aptos"/>
          <w:sz w:val="16"/>
        </w:rPr>
      </w:pPr>
      <w:r w:rsidRPr="00C407C3">
        <w:rPr>
          <w:rFonts w:eastAsia="Aptos"/>
          <w:sz w:val="16"/>
        </w:rPr>
        <w:t xml:space="preserve">Figure 1: </w:t>
      </w:r>
      <w:r w:rsidRPr="00C407C3">
        <w:rPr>
          <w:rFonts w:eastAsia="Aptos"/>
          <w:u w:val="single"/>
        </w:rPr>
        <w:t>Organizing Those Left Out</w:t>
      </w:r>
      <w:r w:rsidRPr="00C407C3">
        <w:rPr>
          <w:rFonts w:eastAsia="Aptos"/>
          <w:sz w:val="16"/>
        </w:rPr>
        <w:t>: Lessons from organizing among workers not covered by the NLRA.</w:t>
      </w:r>
    </w:p>
    <w:p w14:paraId="46A01F8E" w14:textId="77777777" w:rsidR="005A4099" w:rsidRPr="00C407C3" w:rsidRDefault="005A4099" w:rsidP="005A4099">
      <w:pPr>
        <w:rPr>
          <w:rFonts w:eastAsia="Aptos"/>
          <w:sz w:val="16"/>
        </w:rPr>
      </w:pPr>
      <w:r w:rsidRPr="00C407C3">
        <w:rPr>
          <w:rFonts w:eastAsia="Aptos"/>
          <w:iCs/>
          <w:u w:val="single"/>
          <w:bdr w:val="single" w:sz="8" w:space="0" w:color="auto"/>
        </w:rPr>
        <w:t>Agricultural Workers</w:t>
      </w:r>
      <w:r w:rsidRPr="00C407C3">
        <w:rPr>
          <w:rFonts w:eastAsia="Aptos"/>
          <w:sz w:val="16"/>
        </w:rPr>
        <w:t xml:space="preserve">: </w:t>
      </w:r>
      <w:r w:rsidRPr="00C407C3">
        <w:rPr>
          <w:rFonts w:eastAsia="Aptos"/>
          <w:u w:val="single"/>
        </w:rPr>
        <w:t>The Secondary Labor Action in Action</w:t>
      </w:r>
    </w:p>
    <w:p w14:paraId="07E7633B" w14:textId="77777777" w:rsidR="005A4099" w:rsidRPr="00C407C3" w:rsidRDefault="005A4099" w:rsidP="005A4099">
      <w:pPr>
        <w:rPr>
          <w:rFonts w:eastAsia="Aptos"/>
          <w:sz w:val="16"/>
        </w:rPr>
      </w:pPr>
      <w:r w:rsidRPr="00C407C3">
        <w:rPr>
          <w:rFonts w:eastAsia="Aptos"/>
          <w:sz w:val="16"/>
        </w:rPr>
        <w:t xml:space="preserve"> </w:t>
      </w:r>
      <w:r w:rsidRPr="00C407C3">
        <w:rPr>
          <w:rFonts w:eastAsia="Aptos"/>
          <w:u w:val="single"/>
        </w:rPr>
        <w:t>Perhaps the most well-known union of agricultural employees is the United Farm Workers (</w:t>
      </w:r>
      <w:r w:rsidRPr="00C407C3">
        <w:rPr>
          <w:rFonts w:eastAsia="Aptos"/>
          <w:iCs/>
          <w:u w:val="single"/>
          <w:bdr w:val="single" w:sz="8" w:space="0" w:color="auto"/>
        </w:rPr>
        <w:t>UFW</w:t>
      </w:r>
      <w:r w:rsidRPr="00C407C3">
        <w:rPr>
          <w:rFonts w:eastAsia="Aptos"/>
          <w:u w:val="single"/>
        </w:rPr>
        <w:t>).</w:t>
      </w:r>
      <w:r w:rsidRPr="00C407C3">
        <w:rPr>
          <w:rFonts w:eastAsia="Aptos"/>
          <w:sz w:val="16"/>
        </w:rPr>
        <w:t xml:space="preserve"> Founded in 196218, the UFW has organized thousands of agricultural workers across the west coast. As a result of their work, by the 1970s, </w:t>
      </w:r>
      <w:r w:rsidRPr="00C407C3">
        <w:rPr>
          <w:rFonts w:eastAsia="Aptos"/>
          <w:u w:val="single"/>
        </w:rPr>
        <w:t>over</w:t>
      </w:r>
      <w:r w:rsidRPr="00C407C3">
        <w:rPr>
          <w:rFonts w:eastAsia="Aptos"/>
          <w:sz w:val="16"/>
        </w:rPr>
        <w:t xml:space="preserve"> </w:t>
      </w:r>
      <w:r w:rsidRPr="00C407C3">
        <w:rPr>
          <w:rFonts w:eastAsia="Aptos"/>
          <w:iCs/>
          <w:u w:val="single"/>
          <w:bdr w:val="single" w:sz="8" w:space="0" w:color="auto"/>
        </w:rPr>
        <w:t>70,000 agricultural workers</w:t>
      </w:r>
      <w:r w:rsidRPr="00C407C3">
        <w:rPr>
          <w:rFonts w:eastAsia="Aptos"/>
          <w:sz w:val="16"/>
        </w:rPr>
        <w:t xml:space="preserve"> </w:t>
      </w:r>
      <w:r w:rsidRPr="00C407C3">
        <w:rPr>
          <w:rFonts w:eastAsia="Aptos"/>
          <w:u w:val="single"/>
        </w:rPr>
        <w:t>were covered by a union contract</w:t>
      </w:r>
      <w:r w:rsidRPr="00C407C3">
        <w:rPr>
          <w:rFonts w:eastAsia="Aptos"/>
          <w:sz w:val="16"/>
        </w:rPr>
        <w:t xml:space="preserve"> (Wozniacka 2019). </w:t>
      </w:r>
      <w:r w:rsidRPr="00C407C3">
        <w:rPr>
          <w:rFonts w:eastAsia="Aptos"/>
          <w:u w:val="single"/>
        </w:rPr>
        <w:t>Three key strategies were essential to the UFW’s</w:t>
      </w:r>
      <w:r w:rsidRPr="00C407C3">
        <w:rPr>
          <w:rFonts w:eastAsia="Aptos"/>
          <w:sz w:val="16"/>
        </w:rPr>
        <w:t xml:space="preserve"> </w:t>
      </w:r>
      <w:r w:rsidRPr="00C407C3">
        <w:rPr>
          <w:rFonts w:eastAsia="Aptos"/>
          <w:u w:val="single"/>
        </w:rPr>
        <w:t>success</w:t>
      </w:r>
      <w:r w:rsidRPr="00C407C3">
        <w:rPr>
          <w:rFonts w:eastAsia="Aptos"/>
          <w:sz w:val="16"/>
        </w:rPr>
        <w:t xml:space="preserve">. First, </w:t>
      </w:r>
      <w:r w:rsidRPr="00C407C3">
        <w:rPr>
          <w:rFonts w:eastAsia="Aptos"/>
          <w:highlight w:val="cyan"/>
          <w:u w:val="single"/>
        </w:rPr>
        <w:t>UFW used</w:t>
      </w:r>
      <w:r w:rsidRPr="00C407C3">
        <w:rPr>
          <w:rFonts w:eastAsia="Aptos"/>
          <w:u w:val="single"/>
        </w:rPr>
        <w:t xml:space="preserve"> existing </w:t>
      </w:r>
      <w:r w:rsidRPr="00C407C3">
        <w:rPr>
          <w:rFonts w:eastAsia="Aptos"/>
          <w:iCs/>
          <w:highlight w:val="cyan"/>
          <w:u w:val="single"/>
          <w:bdr w:val="single" w:sz="8" w:space="0" w:color="auto"/>
        </w:rPr>
        <w:t>shared identities</w:t>
      </w:r>
      <w:r w:rsidRPr="00C407C3">
        <w:rPr>
          <w:rFonts w:eastAsia="Aptos"/>
          <w:sz w:val="16"/>
        </w:rPr>
        <w:t xml:space="preserve">, </w:t>
      </w:r>
      <w:r w:rsidRPr="00C407C3">
        <w:rPr>
          <w:rFonts w:eastAsia="Aptos"/>
          <w:iCs/>
          <w:u w:val="single"/>
          <w:bdr w:val="single" w:sz="8" w:space="0" w:color="auto"/>
        </w:rPr>
        <w:t xml:space="preserve">moral </w:t>
      </w:r>
      <w:r w:rsidRPr="00C407C3">
        <w:rPr>
          <w:rFonts w:eastAsia="Aptos"/>
          <w:iCs/>
          <w:highlight w:val="cyan"/>
          <w:u w:val="single"/>
          <w:bdr w:val="single" w:sz="8" w:space="0" w:color="auto"/>
        </w:rPr>
        <w:t>resources</w:t>
      </w:r>
      <w:r w:rsidRPr="00C407C3">
        <w:rPr>
          <w:rFonts w:eastAsia="Aptos"/>
          <w:sz w:val="16"/>
        </w:rPr>
        <w:t xml:space="preserve">, </w:t>
      </w:r>
      <w:r w:rsidRPr="00C407C3">
        <w:rPr>
          <w:rFonts w:eastAsia="Aptos"/>
          <w:highlight w:val="cyan"/>
          <w:u w:val="single"/>
        </w:rPr>
        <w:t>and</w:t>
      </w:r>
      <w:r w:rsidRPr="00C407C3">
        <w:rPr>
          <w:rFonts w:eastAsia="Aptos"/>
          <w:u w:val="single"/>
        </w:rPr>
        <w:t xml:space="preserve"> </w:t>
      </w:r>
      <w:r w:rsidRPr="00C407C3">
        <w:rPr>
          <w:rFonts w:eastAsia="Aptos"/>
          <w:iCs/>
          <w:highlight w:val="cyan"/>
          <w:u w:val="single"/>
          <w:bdr w:val="single" w:sz="8" w:space="0" w:color="auto"/>
        </w:rPr>
        <w:t>family networks</w:t>
      </w:r>
      <w:r w:rsidRPr="00C407C3">
        <w:rPr>
          <w:rFonts w:eastAsia="Aptos"/>
          <w:sz w:val="16"/>
          <w:highlight w:val="cyan"/>
        </w:rPr>
        <w:t xml:space="preserve"> </w:t>
      </w:r>
      <w:r w:rsidRPr="00C407C3">
        <w:rPr>
          <w:rFonts w:eastAsia="Aptos"/>
          <w:highlight w:val="cyan"/>
          <w:u w:val="single"/>
        </w:rPr>
        <w:t>to build</w:t>
      </w:r>
      <w:r w:rsidRPr="00C407C3">
        <w:rPr>
          <w:rFonts w:eastAsia="Aptos"/>
          <w:u w:val="single"/>
        </w:rPr>
        <w:t xml:space="preserve"> their </w:t>
      </w:r>
      <w:r w:rsidRPr="00C407C3">
        <w:rPr>
          <w:rFonts w:eastAsia="Aptos"/>
          <w:highlight w:val="cyan"/>
          <w:u w:val="single"/>
        </w:rPr>
        <w:t>membership</w:t>
      </w:r>
      <w:r w:rsidRPr="00C407C3">
        <w:rPr>
          <w:rFonts w:eastAsia="Aptos"/>
          <w:u w:val="single"/>
        </w:rPr>
        <w:t xml:space="preserve"> and develop the necessary commitment for </w:t>
      </w:r>
      <w:r w:rsidRPr="00C407C3">
        <w:rPr>
          <w:rFonts w:eastAsia="Aptos"/>
          <w:iCs/>
          <w:u w:val="single"/>
          <w:bdr w:val="single" w:sz="8" w:space="0" w:color="auto"/>
        </w:rPr>
        <w:t>long hard fights</w:t>
      </w:r>
      <w:r w:rsidRPr="00C407C3">
        <w:rPr>
          <w:rFonts w:eastAsia="Aptos"/>
          <w:sz w:val="16"/>
        </w:rPr>
        <w:t xml:space="preserve">. Second, </w:t>
      </w:r>
      <w:r w:rsidRPr="00C407C3">
        <w:rPr>
          <w:rFonts w:eastAsia="Aptos"/>
          <w:u w:val="single"/>
        </w:rPr>
        <w:t xml:space="preserve">the UFW made </w:t>
      </w:r>
      <w:r w:rsidRPr="00C407C3">
        <w:rPr>
          <w:rFonts w:eastAsia="Aptos"/>
          <w:iCs/>
          <w:u w:val="single"/>
          <w:bdr w:val="single" w:sz="8" w:space="0" w:color="auto"/>
        </w:rPr>
        <w:t>active use</w:t>
      </w:r>
      <w:r w:rsidRPr="00C407C3">
        <w:rPr>
          <w:rFonts w:eastAsia="Aptos"/>
          <w:u w:val="single"/>
        </w:rPr>
        <w:t xml:space="preserve"> of </w:t>
      </w:r>
      <w:r w:rsidRPr="00C407C3">
        <w:rPr>
          <w:rFonts w:eastAsia="Aptos"/>
          <w:iCs/>
          <w:u w:val="single"/>
          <w:bdr w:val="single" w:sz="8" w:space="0" w:color="auto"/>
        </w:rPr>
        <w:t>secondary labor actions</w:t>
      </w:r>
      <w:r w:rsidRPr="00C407C3">
        <w:rPr>
          <w:rFonts w:eastAsia="Aptos"/>
          <w:sz w:val="16"/>
        </w:rPr>
        <w:t xml:space="preserve"> </w:t>
      </w:r>
      <w:r w:rsidRPr="00C407C3">
        <w:rPr>
          <w:rFonts w:eastAsia="Aptos"/>
          <w:u w:val="single"/>
        </w:rPr>
        <w:t>to pressure employers for concessions</w:t>
      </w:r>
      <w:r w:rsidRPr="00C407C3">
        <w:rPr>
          <w:rFonts w:eastAsia="Aptos"/>
          <w:sz w:val="16"/>
        </w:rPr>
        <w:t xml:space="preserve">. Third, </w:t>
      </w:r>
      <w:r w:rsidRPr="00C407C3">
        <w:rPr>
          <w:rFonts w:eastAsia="Aptos"/>
          <w:u w:val="single"/>
        </w:rPr>
        <w:t xml:space="preserve">after having already proven their ability to </w:t>
      </w:r>
      <w:r w:rsidRPr="00C407C3">
        <w:rPr>
          <w:rFonts w:eastAsia="Aptos"/>
          <w:iCs/>
          <w:u w:val="single"/>
          <w:bdr w:val="single" w:sz="8" w:space="0" w:color="auto"/>
        </w:rPr>
        <w:t>coordinate collective action</w:t>
      </w:r>
      <w:r w:rsidRPr="00C407C3">
        <w:rPr>
          <w:rFonts w:eastAsia="Aptos"/>
          <w:sz w:val="16"/>
        </w:rPr>
        <w:t xml:space="preserve">, they fought for new labor laws at the state level, increasing their wins’ stability. Today, </w:t>
      </w:r>
      <w:r w:rsidRPr="00C407C3">
        <w:rPr>
          <w:rFonts w:eastAsia="Aptos"/>
          <w:u w:val="single"/>
        </w:rPr>
        <w:t>labor activists organizing and supporting agricultural workers have continued to use these tools</w:t>
      </w:r>
      <w:r w:rsidRPr="00C407C3">
        <w:rPr>
          <w:rFonts w:eastAsia="Aptos"/>
          <w:sz w:val="16"/>
        </w:rPr>
        <w:t xml:space="preserve">, </w:t>
      </w:r>
      <w:r w:rsidRPr="00C407C3">
        <w:rPr>
          <w:rFonts w:eastAsia="Aptos"/>
          <w:iCs/>
          <w:u w:val="single"/>
          <w:bdr w:val="single" w:sz="8" w:space="0" w:color="auto"/>
        </w:rPr>
        <w:t xml:space="preserve">transforming them </w:t>
      </w:r>
      <w:r w:rsidRPr="00C407C3">
        <w:rPr>
          <w:rFonts w:eastAsia="Aptos"/>
          <w:u w:val="single"/>
        </w:rPr>
        <w:t>to reflect</w:t>
      </w:r>
      <w:r w:rsidRPr="00C407C3">
        <w:rPr>
          <w:rFonts w:eastAsia="Aptos"/>
          <w:sz w:val="16"/>
        </w:rPr>
        <w:t xml:space="preserve"> </w:t>
      </w:r>
      <w:r w:rsidRPr="00C407C3">
        <w:rPr>
          <w:rFonts w:eastAsia="Aptos"/>
          <w:u w:val="single"/>
        </w:rPr>
        <w:t xml:space="preserve">ever-growing </w:t>
      </w:r>
      <w:r w:rsidRPr="00C407C3">
        <w:rPr>
          <w:rFonts w:eastAsia="Aptos"/>
          <w:iCs/>
          <w:u w:val="single"/>
          <w:bdr w:val="single" w:sz="8" w:space="0" w:color="auto"/>
        </w:rPr>
        <w:t>supply chains</w:t>
      </w:r>
      <w:r w:rsidRPr="00C407C3">
        <w:rPr>
          <w:rFonts w:eastAsia="Aptos"/>
          <w:sz w:val="16"/>
        </w:rPr>
        <w:t>.</w:t>
      </w:r>
    </w:p>
    <w:p w14:paraId="52D67D56" w14:textId="77777777" w:rsidR="005A4099" w:rsidRPr="00C407C3" w:rsidRDefault="005A4099" w:rsidP="005A4099">
      <w:pPr>
        <w:rPr>
          <w:rFonts w:eastAsia="Aptos"/>
          <w:sz w:val="16"/>
        </w:rPr>
      </w:pPr>
      <w:r w:rsidRPr="00C407C3">
        <w:rPr>
          <w:rFonts w:eastAsia="Aptos"/>
          <w:sz w:val="16"/>
        </w:rPr>
        <w:t>The UFW built solidarity by activating identities and relying on resonant values. The movement was framed as “Mexican people” coming together to help themselves (Ganz 2000). It relied on the “moral resources” of this community, such as a Roman Catholic commitment to sacrifice and shared stories of struggle. “Mexican history came alive [during the struggle] as slogans appeared on walls that read: Viva Juarez! Viva Zapata! Viva Chavez!” (Ganz 2000, 1034). Organizers recruited members through family networks and then structured their organization using the model of “mutuality” that existed within these extended families (Ganz 2000). However, while this type of solidarity building can attract members and develop leaders, it can often be challenging to maintain across generations. Today, the UFW’s membership is just 10,000 agricultural workers, a far cry from its 1970s’ peak (Flores 2018)</w:t>
      </w:r>
    </w:p>
    <w:p w14:paraId="09934135" w14:textId="77777777" w:rsidR="005A4099" w:rsidRPr="00C407C3" w:rsidRDefault="005A4099" w:rsidP="005A4099">
      <w:pPr>
        <w:rPr>
          <w:rFonts w:eastAsia="Aptos"/>
          <w:sz w:val="16"/>
        </w:rPr>
      </w:pPr>
      <w:r w:rsidRPr="00C407C3">
        <w:rPr>
          <w:rFonts w:eastAsia="Aptos"/>
          <w:sz w:val="16"/>
        </w:rPr>
        <w:t xml:space="preserve"> </w:t>
      </w:r>
      <w:r w:rsidRPr="00C407C3">
        <w:rPr>
          <w:rFonts w:eastAsia="Aptos"/>
          <w:u w:val="single"/>
        </w:rPr>
        <w:t xml:space="preserve">The UFW used this active and dedicated membership to broadly </w:t>
      </w:r>
      <w:r w:rsidRPr="00C407C3">
        <w:rPr>
          <w:rFonts w:eastAsia="Aptos"/>
          <w:iCs/>
          <w:u w:val="single"/>
          <w:bdr w:val="single" w:sz="8" w:space="0" w:color="auto"/>
        </w:rPr>
        <w:t>pressure their emplo ers</w:t>
      </w:r>
      <w:r w:rsidRPr="00C407C3">
        <w:rPr>
          <w:rFonts w:eastAsia="Aptos"/>
          <w:sz w:val="16"/>
        </w:rPr>
        <w:t xml:space="preserve">. </w:t>
      </w:r>
      <w:r w:rsidRPr="00C407C3">
        <w:rPr>
          <w:rFonts w:eastAsia="Aptos"/>
          <w:u w:val="single"/>
        </w:rPr>
        <w:t xml:space="preserve">Along with </w:t>
      </w:r>
      <w:r w:rsidRPr="00C407C3">
        <w:rPr>
          <w:rFonts w:eastAsia="Aptos"/>
          <w:iCs/>
          <w:u w:val="single"/>
          <w:bdr w:val="single" w:sz="8" w:space="0" w:color="auto"/>
        </w:rPr>
        <w:t>strike actions</w:t>
      </w:r>
      <w:r w:rsidRPr="00C407C3">
        <w:rPr>
          <w:rFonts w:eastAsia="Aptos"/>
          <w:sz w:val="16"/>
        </w:rPr>
        <w:t xml:space="preserve">, </w:t>
      </w:r>
      <w:r w:rsidRPr="00C407C3">
        <w:rPr>
          <w:rFonts w:eastAsia="Aptos"/>
          <w:u w:val="single"/>
        </w:rPr>
        <w:t xml:space="preserve">the young UFW made regular use of </w:t>
      </w:r>
      <w:r w:rsidRPr="00C407C3">
        <w:rPr>
          <w:rFonts w:eastAsia="Aptos"/>
          <w:iCs/>
          <w:u w:val="single"/>
          <w:bdr w:val="single" w:sz="8" w:space="0" w:color="auto"/>
        </w:rPr>
        <w:t>secondary boycotts</w:t>
      </w:r>
      <w:r w:rsidRPr="00C407C3">
        <w:rPr>
          <w:rFonts w:eastAsia="Aptos"/>
          <w:u w:val="single"/>
        </w:rPr>
        <w:t xml:space="preserve"> to force</w:t>
      </w:r>
      <w:r w:rsidRPr="00C407C3">
        <w:rPr>
          <w:rFonts w:eastAsia="Aptos"/>
          <w:sz w:val="16"/>
        </w:rPr>
        <w:t xml:space="preserve"> </w:t>
      </w:r>
      <w:r w:rsidRPr="00C407C3">
        <w:rPr>
          <w:rFonts w:eastAsia="Aptos"/>
          <w:u w:val="single"/>
        </w:rPr>
        <w:t>agribusiness to negotiate with them</w:t>
      </w:r>
      <w:r w:rsidRPr="00C407C3">
        <w:rPr>
          <w:rFonts w:eastAsia="Aptos"/>
          <w:sz w:val="16"/>
        </w:rPr>
        <w:t xml:space="preserve">. For example, in 1966, </w:t>
      </w:r>
      <w:r w:rsidRPr="00C407C3">
        <w:rPr>
          <w:rFonts w:eastAsia="Aptos"/>
          <w:u w:val="single"/>
        </w:rPr>
        <w:t xml:space="preserve">the UFW </w:t>
      </w:r>
      <w:r w:rsidRPr="00C407C3">
        <w:rPr>
          <w:rFonts w:eastAsia="Aptos"/>
          <w:highlight w:val="cyan"/>
          <w:u w:val="single"/>
        </w:rPr>
        <w:t xml:space="preserve">coordinated a </w:t>
      </w:r>
      <w:r w:rsidRPr="00C407C3">
        <w:rPr>
          <w:rFonts w:eastAsia="Aptos"/>
          <w:iCs/>
          <w:highlight w:val="cyan"/>
          <w:u w:val="single"/>
          <w:bdr w:val="single" w:sz="8" w:space="0" w:color="auto"/>
        </w:rPr>
        <w:t>boycott</w:t>
      </w:r>
      <w:r w:rsidRPr="00C407C3">
        <w:rPr>
          <w:rFonts w:eastAsia="Aptos"/>
          <w:iCs/>
          <w:u w:val="single"/>
          <w:bdr w:val="single" w:sz="8" w:space="0" w:color="auto"/>
        </w:rPr>
        <w:t xml:space="preserve"> </w:t>
      </w:r>
      <w:r w:rsidRPr="00C407C3">
        <w:rPr>
          <w:rFonts w:eastAsia="Aptos"/>
          <w:iCs/>
          <w:highlight w:val="cyan"/>
          <w:u w:val="single"/>
          <w:bdr w:val="single" w:sz="8" w:space="0" w:color="auto"/>
        </w:rPr>
        <w:t>of stores</w:t>
      </w:r>
      <w:r w:rsidRPr="00C407C3">
        <w:rPr>
          <w:rFonts w:eastAsia="Aptos"/>
          <w:u w:val="single"/>
        </w:rPr>
        <w:t xml:space="preserve"> selling liquor produced from farms at which UFW workers were striking</w:t>
      </w:r>
      <w:r w:rsidRPr="00C407C3">
        <w:rPr>
          <w:rFonts w:eastAsia="Aptos"/>
          <w:sz w:val="16"/>
        </w:rPr>
        <w:t xml:space="preserve">. </w:t>
      </w:r>
      <w:r w:rsidRPr="00C407C3">
        <w:rPr>
          <w:rFonts w:eastAsia="Aptos"/>
          <w:u w:val="single"/>
        </w:rPr>
        <w:t>Given agricul ture is seasonal work,</w:t>
      </w:r>
      <w:r w:rsidRPr="00C407C3">
        <w:rPr>
          <w:rFonts w:eastAsia="Aptos"/>
          <w:sz w:val="16"/>
        </w:rPr>
        <w:t xml:space="preserve"> </w:t>
      </w:r>
      <w:r w:rsidRPr="00C407C3">
        <w:rPr>
          <w:rFonts w:eastAsia="Aptos"/>
          <w:u w:val="single"/>
        </w:rPr>
        <w:t xml:space="preserve">this had the added benefit of </w:t>
      </w:r>
      <w:r w:rsidRPr="00C407C3">
        <w:rPr>
          <w:rFonts w:eastAsia="Aptos"/>
          <w:iCs/>
          <w:u w:val="single"/>
          <w:bdr w:val="single" w:sz="8" w:space="0" w:color="auto"/>
        </w:rPr>
        <w:t>maintaining campaign momentum</w:t>
      </w:r>
      <w:r w:rsidRPr="00C407C3">
        <w:rPr>
          <w:rFonts w:eastAsia="Aptos"/>
          <w:sz w:val="16"/>
        </w:rPr>
        <w:t xml:space="preserve"> </w:t>
      </w:r>
      <w:r w:rsidRPr="00C407C3">
        <w:rPr>
          <w:rFonts w:eastAsia="Aptos"/>
          <w:u w:val="single"/>
        </w:rPr>
        <w:t>during the winter</w:t>
      </w:r>
      <w:r w:rsidRPr="00C407C3">
        <w:rPr>
          <w:rFonts w:eastAsia="Aptos"/>
          <w:sz w:val="16"/>
        </w:rPr>
        <w:t xml:space="preserve">. </w:t>
      </w:r>
      <w:r w:rsidRPr="00C407C3">
        <w:rPr>
          <w:rFonts w:eastAsia="Aptos"/>
          <w:u w:val="single"/>
        </w:rPr>
        <w:t>The</w:t>
      </w:r>
      <w:r w:rsidRPr="00C407C3">
        <w:rPr>
          <w:rFonts w:eastAsia="Aptos"/>
          <w:sz w:val="16"/>
        </w:rPr>
        <w:t xml:space="preserve"> “</w:t>
      </w:r>
      <w:r w:rsidRPr="00C407C3">
        <w:rPr>
          <w:rFonts w:eastAsia="Aptos"/>
          <w:iCs/>
          <w:highlight w:val="cyan"/>
          <w:u w:val="single"/>
          <w:bdr w:val="single" w:sz="8" w:space="0" w:color="auto"/>
        </w:rPr>
        <w:t>Schenley Boycott</w:t>
      </w:r>
      <w:r w:rsidRPr="00C407C3">
        <w:rPr>
          <w:rFonts w:eastAsia="Aptos"/>
          <w:sz w:val="16"/>
        </w:rPr>
        <w:t xml:space="preserve">” </w:t>
      </w:r>
      <w:r w:rsidRPr="00C407C3">
        <w:rPr>
          <w:rFonts w:eastAsia="Aptos"/>
          <w:highlight w:val="cyan"/>
          <w:u w:val="single"/>
        </w:rPr>
        <w:t>lead to UFW recognition</w:t>
      </w:r>
      <w:r w:rsidRPr="00C407C3">
        <w:rPr>
          <w:rFonts w:eastAsia="Aptos"/>
          <w:u w:val="single"/>
        </w:rPr>
        <w:t xml:space="preserve"> at these farms </w:t>
      </w:r>
      <w:r w:rsidRPr="00C407C3">
        <w:rPr>
          <w:rFonts w:eastAsia="Aptos"/>
          <w:highlight w:val="cyan"/>
          <w:u w:val="single"/>
        </w:rPr>
        <w:t>and a contract</w:t>
      </w:r>
      <w:r w:rsidRPr="00C407C3">
        <w:rPr>
          <w:rFonts w:eastAsia="Aptos"/>
          <w:sz w:val="16"/>
          <w:highlight w:val="cyan"/>
        </w:rPr>
        <w:t xml:space="preserve"> </w:t>
      </w:r>
      <w:r w:rsidRPr="00C407C3">
        <w:rPr>
          <w:rFonts w:eastAsia="Aptos"/>
          <w:highlight w:val="cyan"/>
          <w:u w:val="single"/>
        </w:rPr>
        <w:t>for</w:t>
      </w:r>
      <w:r w:rsidRPr="00C407C3">
        <w:rPr>
          <w:rFonts w:eastAsia="Aptos"/>
          <w:u w:val="single"/>
        </w:rPr>
        <w:t xml:space="preserve"> the </w:t>
      </w:r>
      <w:r w:rsidRPr="00C407C3">
        <w:rPr>
          <w:rFonts w:eastAsia="Aptos"/>
          <w:highlight w:val="cyan"/>
          <w:u w:val="single"/>
        </w:rPr>
        <w:t>500 workers</w:t>
      </w:r>
      <w:r w:rsidRPr="00C407C3">
        <w:rPr>
          <w:rFonts w:eastAsia="Aptos"/>
          <w:u w:val="single"/>
        </w:rPr>
        <w:t xml:space="preserve"> employed there</w:t>
      </w:r>
      <w:r w:rsidRPr="00C407C3">
        <w:rPr>
          <w:rFonts w:eastAsia="Aptos"/>
          <w:sz w:val="16"/>
        </w:rPr>
        <w:t xml:space="preserve"> (Ganz 2000). </w:t>
      </w:r>
      <w:r w:rsidRPr="00C407C3">
        <w:rPr>
          <w:rFonts w:eastAsia="Aptos"/>
          <w:highlight w:val="cyan"/>
          <w:u w:val="single"/>
        </w:rPr>
        <w:t>The solidarity boycott was</w:t>
      </w:r>
      <w:r w:rsidRPr="00C407C3">
        <w:rPr>
          <w:rFonts w:eastAsia="Aptos"/>
          <w:u w:val="single"/>
        </w:rPr>
        <w:t xml:space="preserve"> deemed</w:t>
      </w:r>
      <w:r w:rsidRPr="00C407C3">
        <w:rPr>
          <w:rFonts w:eastAsia="Aptos"/>
          <w:sz w:val="16"/>
        </w:rPr>
        <w:t xml:space="preserve"> </w:t>
      </w:r>
      <w:r w:rsidRPr="00C407C3">
        <w:rPr>
          <w:rFonts w:eastAsia="Aptos"/>
          <w:iCs/>
          <w:u w:val="single"/>
          <w:bdr w:val="single" w:sz="8" w:space="0" w:color="auto"/>
        </w:rPr>
        <w:t xml:space="preserve">so </w:t>
      </w:r>
      <w:r w:rsidRPr="00C407C3">
        <w:rPr>
          <w:rFonts w:eastAsia="Aptos"/>
          <w:iCs/>
          <w:highlight w:val="cyan"/>
          <w:u w:val="single"/>
          <w:bdr w:val="single" w:sz="8" w:space="0" w:color="auto"/>
        </w:rPr>
        <w:t>useful</w:t>
      </w:r>
      <w:r w:rsidRPr="00C407C3">
        <w:rPr>
          <w:rFonts w:eastAsia="Aptos"/>
          <w:sz w:val="16"/>
          <w:highlight w:val="cyan"/>
        </w:rPr>
        <w:t xml:space="preserve"> </w:t>
      </w:r>
      <w:r w:rsidRPr="00C407C3">
        <w:rPr>
          <w:rFonts w:eastAsia="Aptos"/>
          <w:u w:val="single"/>
        </w:rPr>
        <w:t xml:space="preserve">that </w:t>
      </w:r>
      <w:r w:rsidRPr="00C407C3">
        <w:rPr>
          <w:rFonts w:eastAsia="Aptos"/>
          <w:iCs/>
          <w:u w:val="single"/>
          <w:bdr w:val="single" w:sz="8" w:space="0" w:color="auto"/>
        </w:rPr>
        <w:t>workers</w:t>
      </w:r>
      <w:r w:rsidRPr="00C407C3">
        <w:rPr>
          <w:rFonts w:eastAsia="Aptos"/>
          <w:u w:val="single"/>
        </w:rPr>
        <w:t xml:space="preserve"> potentially </w:t>
      </w:r>
      <w:r w:rsidRPr="00C407C3">
        <w:rPr>
          <w:rFonts w:eastAsia="Aptos"/>
          <w:iCs/>
          <w:u w:val="single"/>
          <w:bdr w:val="single" w:sz="8" w:space="0" w:color="auto"/>
        </w:rPr>
        <w:t>covered by the NLRA were excluded</w:t>
      </w:r>
      <w:r w:rsidRPr="00C407C3">
        <w:rPr>
          <w:rFonts w:eastAsia="Aptos"/>
          <w:sz w:val="16"/>
        </w:rPr>
        <w:t xml:space="preserve"> </w:t>
      </w:r>
      <w:r w:rsidRPr="00C407C3">
        <w:rPr>
          <w:rFonts w:eastAsia="Aptos"/>
          <w:u w:val="single"/>
        </w:rPr>
        <w:t>from the UFW bargaining unit to pro tect the</w:t>
      </w:r>
      <w:r w:rsidRPr="00C407C3">
        <w:rPr>
          <w:rFonts w:eastAsia="Aptos"/>
          <w:sz w:val="16"/>
        </w:rPr>
        <w:t xml:space="preserve"> </w:t>
      </w:r>
      <w:r w:rsidRPr="00C407C3">
        <w:rPr>
          <w:rFonts w:eastAsia="Aptos"/>
          <w:u w:val="single"/>
        </w:rPr>
        <w:t>organization’s legal right to take these actions</w:t>
      </w:r>
      <w:r w:rsidRPr="00C407C3">
        <w:rPr>
          <w:rFonts w:eastAsia="Aptos"/>
          <w:sz w:val="16"/>
        </w:rPr>
        <w:t xml:space="preserve"> (Gordon 2005). UFW leader Cesar Chavez commented that </w:t>
      </w:r>
      <w:r w:rsidRPr="00C407C3">
        <w:rPr>
          <w:rFonts w:eastAsia="Aptos"/>
          <w:u w:val="single"/>
        </w:rPr>
        <w:t xml:space="preserve">if farmworkers were to be covered by the </w:t>
      </w:r>
      <w:r w:rsidRPr="00C407C3">
        <w:rPr>
          <w:rFonts w:eastAsia="Aptos"/>
          <w:highlight w:val="cyan"/>
          <w:u w:val="single"/>
        </w:rPr>
        <w:t>NLRA</w:t>
      </w:r>
      <w:r w:rsidRPr="00C407C3">
        <w:rPr>
          <w:rFonts w:eastAsia="Aptos"/>
          <w:u w:val="single"/>
        </w:rPr>
        <w:t xml:space="preserve">, it </w:t>
      </w:r>
      <w:r w:rsidRPr="00C407C3">
        <w:rPr>
          <w:rFonts w:eastAsia="Aptos"/>
          <w:highlight w:val="cyan"/>
          <w:u w:val="single"/>
        </w:rPr>
        <w:t>would be “a</w:t>
      </w:r>
      <w:r w:rsidRPr="00C407C3">
        <w:rPr>
          <w:rFonts w:eastAsia="Aptos"/>
          <w:u w:val="single"/>
        </w:rPr>
        <w:t xml:space="preserve"> </w:t>
      </w:r>
      <w:r w:rsidRPr="00C407C3">
        <w:rPr>
          <w:rFonts w:eastAsia="Aptos"/>
          <w:iCs/>
          <w:u w:val="single"/>
          <w:bdr w:val="single" w:sz="8" w:space="0" w:color="auto"/>
        </w:rPr>
        <w:t xml:space="preserve">glowing </w:t>
      </w:r>
      <w:r w:rsidRPr="00C407C3">
        <w:rPr>
          <w:rFonts w:eastAsia="Aptos"/>
          <w:iCs/>
          <w:highlight w:val="cyan"/>
          <w:u w:val="single"/>
          <w:bdr w:val="single" w:sz="8" w:space="0" w:color="auto"/>
        </w:rPr>
        <w:t>epitaph on</w:t>
      </w:r>
      <w:r w:rsidRPr="00C407C3">
        <w:rPr>
          <w:rFonts w:eastAsia="Aptos"/>
          <w:sz w:val="16"/>
          <w:highlight w:val="cyan"/>
        </w:rPr>
        <w:t xml:space="preserve"> </w:t>
      </w:r>
      <w:r w:rsidRPr="00C407C3">
        <w:rPr>
          <w:rFonts w:eastAsia="Aptos"/>
          <w:iCs/>
          <w:highlight w:val="cyan"/>
          <w:u w:val="single"/>
          <w:bdr w:val="single" w:sz="8" w:space="0" w:color="auto"/>
        </w:rPr>
        <w:t>our</w:t>
      </w:r>
      <w:r w:rsidRPr="00C407C3">
        <w:rPr>
          <w:rFonts w:eastAsia="Aptos"/>
          <w:iCs/>
          <w:u w:val="single"/>
          <w:bdr w:val="single" w:sz="8" w:space="0" w:color="auto"/>
        </w:rPr>
        <w:t xml:space="preserve"> </w:t>
      </w:r>
      <w:r w:rsidRPr="00C407C3">
        <w:rPr>
          <w:rFonts w:eastAsia="Aptos"/>
          <w:iCs/>
          <w:highlight w:val="cyan"/>
          <w:u w:val="single"/>
          <w:bdr w:val="single" w:sz="8" w:space="0" w:color="auto"/>
        </w:rPr>
        <w:t>tombstone</w:t>
      </w:r>
      <w:r w:rsidRPr="00C407C3">
        <w:rPr>
          <w:rFonts w:eastAsia="Aptos"/>
          <w:sz w:val="16"/>
        </w:rPr>
        <w:t>” (quoted in Pope, Bruno, and Kellman 2017).19</w:t>
      </w:r>
    </w:p>
    <w:p w14:paraId="7139567B" w14:textId="77777777" w:rsidR="005A4099" w:rsidRPr="00C407C3" w:rsidRDefault="005A4099" w:rsidP="005A4099">
      <w:pPr>
        <w:rPr>
          <w:rFonts w:eastAsia="Aptos"/>
          <w:sz w:val="16"/>
        </w:rPr>
      </w:pPr>
      <w:r w:rsidRPr="00C407C3">
        <w:rPr>
          <w:rFonts w:eastAsia="Aptos"/>
          <w:u w:val="single"/>
        </w:rPr>
        <w:t xml:space="preserve">After more than a decade of organizing and bruises from a </w:t>
      </w:r>
      <w:r w:rsidRPr="00C407C3">
        <w:rPr>
          <w:rFonts w:eastAsia="Aptos"/>
          <w:iCs/>
          <w:u w:val="single"/>
          <w:bdr w:val="single" w:sz="8" w:space="0" w:color="auto"/>
        </w:rPr>
        <w:t>bloody turf war</w:t>
      </w:r>
      <w:r w:rsidRPr="00C407C3">
        <w:rPr>
          <w:rFonts w:eastAsia="Aptos"/>
          <w:sz w:val="16"/>
        </w:rPr>
        <w:t xml:space="preserve"> with the Team sters, </w:t>
      </w:r>
      <w:r w:rsidRPr="00C407C3">
        <w:rPr>
          <w:rFonts w:eastAsia="Aptos"/>
          <w:u w:val="single"/>
        </w:rPr>
        <w:t xml:space="preserve">the UFW turned to </w:t>
      </w:r>
      <w:r w:rsidRPr="00C407C3">
        <w:rPr>
          <w:rFonts w:eastAsia="Aptos"/>
          <w:highlight w:val="cyan"/>
          <w:u w:val="single"/>
        </w:rPr>
        <w:t>legal reforms</w:t>
      </w:r>
      <w:r w:rsidRPr="00C407C3">
        <w:rPr>
          <w:rFonts w:eastAsia="Aptos"/>
          <w:u w:val="single"/>
        </w:rPr>
        <w:t xml:space="preserve"> as a way to </w:t>
      </w:r>
      <w:r w:rsidRPr="00C407C3">
        <w:rPr>
          <w:rFonts w:eastAsia="Aptos"/>
          <w:iCs/>
          <w:highlight w:val="cyan"/>
          <w:u w:val="single"/>
          <w:bdr w:val="single" w:sz="8" w:space="0" w:color="auto"/>
        </w:rPr>
        <w:t>codify</w:t>
      </w:r>
      <w:r w:rsidRPr="00C407C3">
        <w:rPr>
          <w:rFonts w:eastAsia="Aptos"/>
          <w:iCs/>
          <w:u w:val="single"/>
          <w:bdr w:val="single" w:sz="8" w:space="0" w:color="auto"/>
        </w:rPr>
        <w:t xml:space="preserve"> its </w:t>
      </w:r>
      <w:r w:rsidRPr="00C407C3">
        <w:rPr>
          <w:rFonts w:eastAsia="Aptos"/>
          <w:iCs/>
          <w:highlight w:val="cyan"/>
          <w:u w:val="single"/>
          <w:bdr w:val="single" w:sz="8" w:space="0" w:color="auto"/>
        </w:rPr>
        <w:t>victories</w:t>
      </w:r>
      <w:r w:rsidRPr="00C407C3">
        <w:rPr>
          <w:rFonts w:eastAsia="Aptos"/>
          <w:sz w:val="16"/>
        </w:rPr>
        <w:t xml:space="preserve">. In 1975, with an ally in the governor’s mansion, </w:t>
      </w:r>
      <w:r w:rsidRPr="00C407C3">
        <w:rPr>
          <w:rFonts w:eastAsia="Aptos"/>
          <w:u w:val="single"/>
        </w:rPr>
        <w:t>the UFW won the California “Agricultural Labor Relations Act”</w:t>
      </w:r>
      <w:r w:rsidRPr="00C407C3">
        <w:rPr>
          <w:rFonts w:eastAsia="Aptos"/>
          <w:sz w:val="16"/>
        </w:rPr>
        <w:t xml:space="preserve"> (CALRA), </w:t>
      </w:r>
      <w:r w:rsidRPr="00C407C3">
        <w:rPr>
          <w:rFonts w:eastAsia="Aptos"/>
          <w:u w:val="single"/>
        </w:rPr>
        <w:t xml:space="preserve">extending labor rights to the </w:t>
      </w:r>
      <w:r w:rsidRPr="00C407C3">
        <w:rPr>
          <w:rFonts w:eastAsia="Aptos"/>
          <w:iCs/>
          <w:u w:val="single"/>
          <w:bdr w:val="single" w:sz="8" w:space="0" w:color="auto"/>
        </w:rPr>
        <w:t>state’s farmworkers</w:t>
      </w:r>
      <w:r w:rsidRPr="00C407C3">
        <w:rPr>
          <w:rFonts w:eastAsia="Aptos"/>
          <w:sz w:val="16"/>
        </w:rPr>
        <w:t xml:space="preserve"> (Gordon 2005). While primarily importing the rights and limitations of the NLRA, </w:t>
      </w:r>
      <w:r w:rsidRPr="00C407C3">
        <w:rPr>
          <w:rFonts w:eastAsia="Aptos"/>
          <w:u w:val="single"/>
        </w:rPr>
        <w:t xml:space="preserve">the CALRA made sure to protect the right of agricultural workers to use the </w:t>
      </w:r>
      <w:r w:rsidRPr="00C407C3">
        <w:rPr>
          <w:rFonts w:eastAsia="Aptos"/>
          <w:iCs/>
          <w:u w:val="single"/>
          <w:bdr w:val="single" w:sz="8" w:space="0" w:color="auto"/>
        </w:rPr>
        <w:t>secondary boycott</w:t>
      </w:r>
      <w:r w:rsidRPr="00C407C3">
        <w:rPr>
          <w:rFonts w:eastAsia="Aptos"/>
          <w:sz w:val="16"/>
        </w:rPr>
        <w:t>.</w:t>
      </w:r>
    </w:p>
    <w:p w14:paraId="3FB7B0C8" w14:textId="77777777" w:rsidR="005A4099" w:rsidRPr="00C407C3" w:rsidRDefault="005A4099" w:rsidP="005A4099">
      <w:pPr>
        <w:rPr>
          <w:rFonts w:eastAsia="Aptos"/>
          <w:sz w:val="10"/>
          <w:szCs w:val="16"/>
        </w:rPr>
      </w:pPr>
      <w:r w:rsidRPr="00C407C3">
        <w:rPr>
          <w:rFonts w:eastAsia="Aptos"/>
          <w:sz w:val="10"/>
          <w:szCs w:val="16"/>
        </w:rPr>
        <w:t>Today, agricultural workers’ associations are using similar strategies to unite farmworkers around the country. For example, the Pineros y Campesinos Unidos del Noroeste (PCUN) in Oregon and the Farm Labor Organizing Committee (FLOC) in North Carolina and Ohio both incorporate the shared Latinx culture of workers in order to build solidarity among them. PCUN describes itself as “based in the heart of the Oregon Latinx community... we fight for low-wage workers, and Latinx families” (PCUN 2020). FLOC has created “FlocMigos” to organize youth into the movement. These organizations further make sure to connect the union with the immi grant experience common among their members: “The Union runs in the family. It is no secret that many Mexican families migrate and work in the fields of the United States to sustain them selves...” (FLOC 2020).</w:t>
      </w:r>
    </w:p>
    <w:p w14:paraId="0505CB7E" w14:textId="77777777" w:rsidR="005A4099" w:rsidRPr="00C407C3" w:rsidRDefault="005A4099" w:rsidP="005A4099">
      <w:pPr>
        <w:rPr>
          <w:rFonts w:eastAsia="Aptos"/>
          <w:sz w:val="10"/>
          <w:szCs w:val="16"/>
        </w:rPr>
      </w:pPr>
      <w:r w:rsidRPr="00C407C3">
        <w:rPr>
          <w:rFonts w:eastAsia="Aptos"/>
          <w:sz w:val="10"/>
          <w:szCs w:val="16"/>
        </w:rPr>
        <w:t>Farmworker associations have continued to make good use of the secondary boycott. Founded in 1993, the Coalition of Immokalee Workers (CIW) has successfully pressured four teen national food retailers20 to improve the working conditions and pay for farmworkers in their supply chain through secondary boycotts (Greenhouse 2014). CIW institutionalized this strategy into the Fair Food Program (FFP)21, which requires participating buyers to sign a legally enforceable contract mandating they purchase certain produce only from growers who do not violate a stringent code of conduct (Bowe 2020). Importantly, growers are responsible for vio lations regardless of whether or not they were intentional, meaning that farms that use brokers for hiring workers are still accountable for the workers’ labor conditions on their farm (Bowe 2020). Immokalee workers have effectively ended wage theft in the FFP network by targeting supply chains, and more than 50 supervisors have been disciplined for sexual harassment (Bowe 2020). Moreover, during the Coronavirus Pandemic, farms within the FFP network have been more responsive to workers’ safety concerns than those out of network (Bowe 2020) during a period when farmworkers overall have faced widespread retaliation for demanding Covid-19 protections (Miller 2020).</w:t>
      </w:r>
    </w:p>
    <w:p w14:paraId="4A5C444A" w14:textId="77777777" w:rsidR="005A4099" w:rsidRPr="00C407C3" w:rsidRDefault="005A4099" w:rsidP="005A4099">
      <w:pPr>
        <w:rPr>
          <w:rFonts w:eastAsia="Aptos"/>
          <w:sz w:val="10"/>
          <w:szCs w:val="16"/>
        </w:rPr>
      </w:pPr>
      <w:r w:rsidRPr="00C407C3">
        <w:rPr>
          <w:rFonts w:eastAsia="Aptos"/>
          <w:sz w:val="10"/>
          <w:szCs w:val="16"/>
        </w:rPr>
        <w:t>Finally, as UFW did before them, advocates have been pushing for labor laws to protect workers at the state level. On July 17, 2019, the Justice for Farmworkers coalition, spearheaded by Rural Migrant Ministry, a faith-based organization, won the “Farmworker Fair Labor Prac tices Act” in New York. This bill set standards for working conditions and gave New York farm workers the right to collective bargaining (Pawel 2019), undoing an 80-year-old state law that specifically banned agricultural workers from joining a union (Whittaker 2019). The fact that it was their religious institutions that mobilized this campaign shows the value of recognizing the whole worker– and appealing to all the institutions they inhabit– in organizing collective action.</w:t>
      </w:r>
    </w:p>
    <w:p w14:paraId="50B4A878" w14:textId="77777777" w:rsidR="005A4099" w:rsidRPr="00C407C3" w:rsidRDefault="005A4099" w:rsidP="005A4099">
      <w:pPr>
        <w:rPr>
          <w:rFonts w:eastAsia="Aptos"/>
          <w:sz w:val="10"/>
          <w:szCs w:val="16"/>
        </w:rPr>
      </w:pPr>
      <w:r w:rsidRPr="00C407C3">
        <w:rPr>
          <w:rFonts w:eastAsia="Aptos"/>
          <w:sz w:val="10"/>
          <w:szCs w:val="16"/>
        </w:rPr>
        <w:t>Domestic Workers: Innovating to Connect and Protect Workers</w:t>
      </w:r>
    </w:p>
    <w:p w14:paraId="3DAFD86A" w14:textId="77777777" w:rsidR="005A4099" w:rsidRPr="00C407C3" w:rsidRDefault="005A4099" w:rsidP="005A4099">
      <w:pPr>
        <w:rPr>
          <w:rFonts w:eastAsia="Aptos"/>
          <w:sz w:val="10"/>
          <w:szCs w:val="16"/>
        </w:rPr>
      </w:pPr>
      <w:r w:rsidRPr="00C407C3">
        <w:rPr>
          <w:rFonts w:eastAsia="Aptos"/>
          <w:sz w:val="10"/>
          <w:szCs w:val="16"/>
        </w:rPr>
        <w:t>In the 1960s, Atlanta’s black domestic workers riding the bus for long hours to and from their workplaces- middle-class white homes- shared their frustrations with long hours, low pay, and lack of worker protections. From these informal “union halls” was born the “National Domestic Workers Union” (NDWU) in 1968. Organizing around 10,000 workers at its height, NDWUwasprimarily a political education and advocacy organization, requiring all members to register to vote. While mainly a local organization, it developed a national voice for domestic workers, consulting multiple White Houses in the 1970s and 1980s. Nevertheless, it had its most voice in the decisions that affect their lives and to eliminate the longstanding abuses that have plagued agriculture for generations” (FFP 2020). 13 significant sway in Atlanta and Georgia politics, where the organization won higher wages and greater worker protections (Slotnik 2019).</w:t>
      </w:r>
    </w:p>
    <w:p w14:paraId="1E0E25AA" w14:textId="77777777" w:rsidR="005A4099" w:rsidRPr="00C407C3" w:rsidRDefault="005A4099" w:rsidP="005A4099">
      <w:pPr>
        <w:rPr>
          <w:rFonts w:eastAsia="Aptos"/>
          <w:sz w:val="16"/>
        </w:rPr>
      </w:pPr>
      <w:r w:rsidRPr="00C407C3">
        <w:rPr>
          <w:rFonts w:eastAsia="Aptos"/>
          <w:sz w:val="16"/>
        </w:rPr>
        <w:t xml:space="preserve">The NDWUdidnotsurvive its founder Dorothy Bolden’s retirement, ultimately closing up shop in the 1990s (Slotnik 2019). Today, </w:t>
      </w:r>
      <w:r w:rsidRPr="00C407C3">
        <w:rPr>
          <w:rFonts w:eastAsia="Aptos"/>
          <w:u w:val="single"/>
        </w:rPr>
        <w:t xml:space="preserve">the torch of representing America’s more than 2.5 million nannies, house cleaners, and care workers has been picked up by the </w:t>
      </w:r>
      <w:r w:rsidRPr="00C407C3">
        <w:rPr>
          <w:rFonts w:eastAsia="Aptos"/>
          <w:iCs/>
          <w:u w:val="single"/>
          <w:bdr w:val="single" w:sz="8" w:space="0" w:color="auto"/>
        </w:rPr>
        <w:t>National Domestic Workers Alliance</w:t>
      </w:r>
      <w:r w:rsidRPr="00C407C3">
        <w:rPr>
          <w:rFonts w:eastAsia="Aptos"/>
          <w:sz w:val="16"/>
        </w:rPr>
        <w:t xml:space="preserve">. Founded in 2007, </w:t>
      </w:r>
      <w:r w:rsidRPr="00C407C3">
        <w:rPr>
          <w:rFonts w:eastAsia="Aptos"/>
          <w:u w:val="single"/>
        </w:rPr>
        <w:t>NDWA is an association of over 75 affiliate organizations</w:t>
      </w:r>
      <w:r w:rsidRPr="00C407C3">
        <w:rPr>
          <w:rFonts w:eastAsia="Aptos"/>
          <w:sz w:val="16"/>
        </w:rPr>
        <w:t xml:space="preserve"> and chapters and more than 250 thousand members.22 Unlike the aforenoted agricultural worker organizations, but keeping with the NDWU tradition, </w:t>
      </w:r>
      <w:r w:rsidRPr="00C407C3">
        <w:rPr>
          <w:rFonts w:eastAsia="Aptos"/>
          <w:highlight w:val="cyan"/>
          <w:u w:val="single"/>
        </w:rPr>
        <w:t xml:space="preserve">NDWA has </w:t>
      </w:r>
      <w:r w:rsidRPr="00C407C3">
        <w:rPr>
          <w:rFonts w:eastAsia="Aptos"/>
          <w:iCs/>
          <w:highlight w:val="cyan"/>
          <w:u w:val="single"/>
          <w:bdr w:val="single" w:sz="8" w:space="0" w:color="auto"/>
        </w:rPr>
        <w:t>not attempted</w:t>
      </w:r>
      <w:r w:rsidRPr="00C407C3">
        <w:rPr>
          <w:rFonts w:eastAsia="Aptos"/>
          <w:u w:val="single"/>
        </w:rPr>
        <w:t xml:space="preserve"> to replicate the </w:t>
      </w:r>
      <w:r w:rsidRPr="00C407C3">
        <w:rPr>
          <w:rFonts w:eastAsia="Aptos"/>
          <w:iCs/>
          <w:u w:val="single"/>
          <w:bdr w:val="single" w:sz="8" w:space="0" w:color="auto"/>
        </w:rPr>
        <w:t>business union model</w:t>
      </w:r>
      <w:r w:rsidRPr="00C407C3">
        <w:rPr>
          <w:rFonts w:eastAsia="Aptos"/>
          <w:sz w:val="16"/>
        </w:rPr>
        <w:t xml:space="preserve">. Specifically, </w:t>
      </w:r>
      <w:r w:rsidRPr="00C407C3">
        <w:rPr>
          <w:rFonts w:eastAsia="Aptos"/>
          <w:u w:val="single"/>
        </w:rPr>
        <w:t xml:space="preserve">it </w:t>
      </w:r>
      <w:r w:rsidRPr="00C407C3">
        <w:rPr>
          <w:rFonts w:eastAsia="Aptos"/>
          <w:iCs/>
          <w:u w:val="single"/>
          <w:bdr w:val="single" w:sz="8" w:space="0" w:color="auto"/>
        </w:rPr>
        <w:t>does not</w:t>
      </w:r>
      <w:r w:rsidRPr="00C407C3">
        <w:rPr>
          <w:rFonts w:eastAsia="Aptos"/>
          <w:u w:val="single"/>
        </w:rPr>
        <w:t xml:space="preserve"> work </w:t>
      </w:r>
      <w:r w:rsidRPr="00C407C3">
        <w:rPr>
          <w:rFonts w:eastAsia="Aptos"/>
          <w:highlight w:val="cyan"/>
          <w:u w:val="single"/>
        </w:rPr>
        <w:t xml:space="preserve">to </w:t>
      </w:r>
      <w:r w:rsidRPr="00C407C3">
        <w:rPr>
          <w:rFonts w:eastAsia="Aptos"/>
          <w:iCs/>
          <w:highlight w:val="cyan"/>
          <w:u w:val="single"/>
          <w:bdr w:val="single" w:sz="8" w:space="0" w:color="auto"/>
        </w:rPr>
        <w:t>negotiate collective bargaining</w:t>
      </w:r>
      <w:r w:rsidRPr="00C407C3">
        <w:rPr>
          <w:rFonts w:eastAsia="Aptos"/>
          <w:iCs/>
          <w:u w:val="single"/>
          <w:bdr w:val="single" w:sz="8" w:space="0" w:color="auto"/>
        </w:rPr>
        <w:t xml:space="preserve"> agreements</w:t>
      </w:r>
      <w:r w:rsidRPr="00C407C3">
        <w:rPr>
          <w:rFonts w:eastAsia="Aptos"/>
          <w:sz w:val="16"/>
        </w:rPr>
        <w:t xml:space="preserve"> directly.23 </w:t>
      </w:r>
      <w:r w:rsidRPr="00C407C3">
        <w:rPr>
          <w:rFonts w:eastAsia="Aptos"/>
          <w:u w:val="single"/>
        </w:rPr>
        <w:t xml:space="preserve">Instead, </w:t>
      </w:r>
      <w:r w:rsidRPr="00C407C3">
        <w:rPr>
          <w:rFonts w:eastAsia="Aptos"/>
          <w:highlight w:val="cyan"/>
          <w:u w:val="single"/>
        </w:rPr>
        <w:t>it emphasizes</w:t>
      </w:r>
      <w:r w:rsidRPr="00C407C3">
        <w:rPr>
          <w:rFonts w:eastAsia="Aptos"/>
          <w:u w:val="single"/>
        </w:rPr>
        <w:t xml:space="preserve"> its role in providing </w:t>
      </w:r>
      <w:r w:rsidRPr="00C407C3">
        <w:rPr>
          <w:rFonts w:eastAsia="Aptos"/>
          <w:iCs/>
          <w:u w:val="single"/>
          <w:bdr w:val="single" w:sz="8" w:space="0" w:color="auto"/>
        </w:rPr>
        <w:t>services to members</w:t>
      </w:r>
      <w:r w:rsidRPr="00C407C3">
        <w:rPr>
          <w:rFonts w:eastAsia="Aptos"/>
          <w:sz w:val="16"/>
        </w:rPr>
        <w:t xml:space="preserve">, </w:t>
      </w:r>
      <w:r w:rsidRPr="00C407C3">
        <w:rPr>
          <w:rFonts w:eastAsia="Aptos"/>
          <w:u w:val="single"/>
        </w:rPr>
        <w:t xml:space="preserve">advocating for workers’ </w:t>
      </w:r>
      <w:r w:rsidRPr="00C407C3">
        <w:rPr>
          <w:rFonts w:eastAsia="Aptos"/>
          <w:highlight w:val="cyan"/>
          <w:u w:val="single"/>
        </w:rPr>
        <w:t xml:space="preserve">rights through </w:t>
      </w:r>
      <w:r w:rsidRPr="00C407C3">
        <w:rPr>
          <w:rFonts w:eastAsia="Aptos"/>
          <w:iCs/>
          <w:highlight w:val="cyan"/>
          <w:u w:val="single"/>
          <w:bdr w:val="single" w:sz="8" w:space="0" w:color="auto"/>
        </w:rPr>
        <w:t>direct action</w:t>
      </w:r>
      <w:r w:rsidRPr="00C407C3">
        <w:rPr>
          <w:rFonts w:eastAsia="Aptos"/>
          <w:sz w:val="16"/>
        </w:rPr>
        <w:t xml:space="preserve">, </w:t>
      </w:r>
      <w:r w:rsidRPr="00C407C3">
        <w:rPr>
          <w:rFonts w:eastAsia="Aptos"/>
          <w:u w:val="single"/>
        </w:rPr>
        <w:t xml:space="preserve">and providing tools to </w:t>
      </w:r>
      <w:r w:rsidRPr="00C407C3">
        <w:rPr>
          <w:rFonts w:eastAsia="Aptos"/>
          <w:iCs/>
          <w:u w:val="single"/>
          <w:bdr w:val="single" w:sz="8" w:space="0" w:color="auto"/>
        </w:rPr>
        <w:t>facilitate good jobs</w:t>
      </w:r>
      <w:r w:rsidRPr="00C407C3">
        <w:rPr>
          <w:rFonts w:eastAsia="Aptos"/>
          <w:sz w:val="16"/>
        </w:rPr>
        <w:t xml:space="preserve"> (NDWA 2020c). </w:t>
      </w:r>
    </w:p>
    <w:p w14:paraId="1FC7A55B" w14:textId="77777777" w:rsidR="005A4099" w:rsidRPr="00C407C3" w:rsidRDefault="005A4099" w:rsidP="005A4099">
      <w:pPr>
        <w:rPr>
          <w:rFonts w:eastAsia="Aptos"/>
          <w:sz w:val="16"/>
        </w:rPr>
      </w:pPr>
      <w:r w:rsidRPr="00C407C3">
        <w:rPr>
          <w:rFonts w:eastAsia="Aptos"/>
          <w:sz w:val="16"/>
        </w:rPr>
        <w:t xml:space="preserve">As with membership organizations like AARP, </w:t>
      </w:r>
      <w:r w:rsidRPr="00C407C3">
        <w:rPr>
          <w:rFonts w:eastAsia="Aptos"/>
          <w:u w:val="single"/>
        </w:rPr>
        <w:t xml:space="preserve">NDWA </w:t>
      </w:r>
      <w:r w:rsidRPr="00C407C3">
        <w:rPr>
          <w:rFonts w:eastAsia="Aptos"/>
          <w:highlight w:val="cyan"/>
          <w:u w:val="single"/>
        </w:rPr>
        <w:t>provides personal benefits</w:t>
      </w:r>
      <w:r w:rsidRPr="00C407C3">
        <w:rPr>
          <w:rFonts w:eastAsia="Aptos"/>
          <w:u w:val="single"/>
        </w:rPr>
        <w:t xml:space="preserve"> to their members</w:t>
      </w:r>
      <w:r w:rsidRPr="00C407C3">
        <w:rPr>
          <w:rFonts w:eastAsia="Aptos"/>
          <w:sz w:val="16"/>
        </w:rPr>
        <w:t xml:space="preserve">- in this way, incentivizing individuals to join, side-stepping the problem of free riding. </w:t>
      </w:r>
      <w:r w:rsidRPr="00C407C3">
        <w:rPr>
          <w:rFonts w:eastAsia="Aptos"/>
          <w:u w:val="single"/>
        </w:rPr>
        <w:t xml:space="preserve">Dues-paying members receive services </w:t>
      </w:r>
      <w:r w:rsidRPr="00C407C3">
        <w:rPr>
          <w:rFonts w:eastAsia="Aptos"/>
          <w:highlight w:val="cyan"/>
          <w:u w:val="single"/>
        </w:rPr>
        <w:t xml:space="preserve">like </w:t>
      </w:r>
      <w:r w:rsidRPr="00C407C3">
        <w:rPr>
          <w:rFonts w:eastAsia="Aptos"/>
          <w:iCs/>
          <w:u w:val="single"/>
          <w:bdr w:val="single" w:sz="8" w:space="0" w:color="auto"/>
        </w:rPr>
        <w:t>skill-training</w:t>
      </w:r>
      <w:r w:rsidRPr="00C407C3">
        <w:rPr>
          <w:rFonts w:eastAsia="Aptos"/>
          <w:sz w:val="16"/>
        </w:rPr>
        <w:t xml:space="preserve">, </w:t>
      </w:r>
      <w:r w:rsidRPr="00C407C3">
        <w:rPr>
          <w:rFonts w:eastAsia="Aptos"/>
          <w:iCs/>
          <w:highlight w:val="cyan"/>
          <w:u w:val="single"/>
          <w:bdr w:val="single" w:sz="8" w:space="0" w:color="auto"/>
        </w:rPr>
        <w:t>life insurance</w:t>
      </w:r>
      <w:r w:rsidRPr="00C407C3">
        <w:rPr>
          <w:rFonts w:eastAsia="Aptos"/>
          <w:sz w:val="16"/>
        </w:rPr>
        <w:t xml:space="preserve">, </w:t>
      </w:r>
      <w:r w:rsidRPr="00C407C3">
        <w:rPr>
          <w:rFonts w:eastAsia="Aptos"/>
          <w:u w:val="single"/>
        </w:rPr>
        <w:t>and</w:t>
      </w:r>
      <w:r w:rsidRPr="00C407C3">
        <w:rPr>
          <w:rFonts w:eastAsia="Aptos"/>
          <w:sz w:val="16"/>
        </w:rPr>
        <w:t xml:space="preserve"> discounts on </w:t>
      </w:r>
      <w:r w:rsidRPr="00C407C3">
        <w:rPr>
          <w:rFonts w:eastAsia="Aptos"/>
          <w:iCs/>
          <w:u w:val="single"/>
          <w:bdr w:val="single" w:sz="8" w:space="0" w:color="auto"/>
        </w:rPr>
        <w:t>dental and vision</w:t>
      </w:r>
      <w:r w:rsidRPr="00C407C3">
        <w:rPr>
          <w:rFonts w:eastAsia="Aptos"/>
          <w:sz w:val="16"/>
        </w:rPr>
        <w:t xml:space="preserve"> (NDWA 2020c). Importantly, </w:t>
      </w:r>
      <w:r w:rsidRPr="00C407C3">
        <w:rPr>
          <w:rFonts w:eastAsia="Aptos"/>
          <w:u w:val="single"/>
        </w:rPr>
        <w:t xml:space="preserve">they also receive </w:t>
      </w:r>
      <w:r w:rsidRPr="00C407C3">
        <w:rPr>
          <w:rFonts w:eastAsia="Aptos"/>
          <w:highlight w:val="cyan"/>
          <w:u w:val="single"/>
        </w:rPr>
        <w:t>info</w:t>
      </w:r>
      <w:r w:rsidRPr="00C407C3">
        <w:rPr>
          <w:rFonts w:eastAsia="Aptos"/>
          <w:u w:val="single"/>
        </w:rPr>
        <w:t xml:space="preserve">rmation </w:t>
      </w:r>
      <w:r w:rsidRPr="00C407C3">
        <w:rPr>
          <w:rFonts w:eastAsia="Aptos"/>
          <w:highlight w:val="cyan"/>
          <w:u w:val="single"/>
        </w:rPr>
        <w:t>on</w:t>
      </w:r>
      <w:r w:rsidRPr="00C407C3">
        <w:rPr>
          <w:rFonts w:eastAsia="Aptos"/>
          <w:u w:val="single"/>
        </w:rPr>
        <w:t xml:space="preserve"> their </w:t>
      </w:r>
      <w:r w:rsidRPr="00C407C3">
        <w:rPr>
          <w:rFonts w:eastAsia="Aptos"/>
          <w:highlight w:val="cyan"/>
          <w:u w:val="single"/>
        </w:rPr>
        <w:t>legal rights</w:t>
      </w:r>
      <w:r w:rsidRPr="00C407C3">
        <w:rPr>
          <w:rFonts w:eastAsia="Aptos"/>
          <w:u w:val="single"/>
        </w:rPr>
        <w:t xml:space="preserve"> as workers, helping them </w:t>
      </w:r>
      <w:r w:rsidRPr="00C407C3">
        <w:rPr>
          <w:rFonts w:eastAsia="Aptos"/>
          <w:iCs/>
          <w:u w:val="single"/>
          <w:bdr w:val="single" w:sz="8" w:space="0" w:color="auto"/>
        </w:rPr>
        <w:t>advocate for themselves</w:t>
      </w:r>
      <w:r w:rsidRPr="00C407C3">
        <w:rPr>
          <w:rFonts w:eastAsia="Aptos"/>
          <w:sz w:val="16"/>
        </w:rPr>
        <w:t>. Nevertheless, while NDWA has dues-paying members, as with many “alt-labor” organizations, it raises money primarily through grants and donations. As will be discussed in the subsection on worker centers, while this funding model benefits from short-circuiting the free-rider problem, it diminishes the imperative to recruit and develop members (Skocpol 2003).</w:t>
      </w:r>
    </w:p>
    <w:p w14:paraId="491F492F" w14:textId="77777777" w:rsidR="005A4099" w:rsidRPr="00C407C3" w:rsidRDefault="005A4099" w:rsidP="005A4099">
      <w:pPr>
        <w:rPr>
          <w:rFonts w:eastAsia="Aptos"/>
          <w:sz w:val="16"/>
        </w:rPr>
      </w:pPr>
      <w:r w:rsidRPr="00C407C3">
        <w:rPr>
          <w:rFonts w:eastAsia="Aptos"/>
          <w:u w:val="single"/>
        </w:rPr>
        <w:t xml:space="preserve">Members are embedded in </w:t>
      </w:r>
      <w:r w:rsidRPr="00C407C3">
        <w:rPr>
          <w:rFonts w:eastAsia="Aptos"/>
          <w:iCs/>
          <w:highlight w:val="cyan"/>
          <w:u w:val="single"/>
          <w:bdr w:val="single" w:sz="8" w:space="0" w:color="auto"/>
        </w:rPr>
        <w:t>networks of advocacy</w:t>
      </w:r>
      <w:r w:rsidRPr="00C407C3">
        <w:rPr>
          <w:rFonts w:eastAsia="Aptos"/>
          <w:u w:val="single"/>
        </w:rPr>
        <w:t xml:space="preserve"> and </w:t>
      </w:r>
      <w:r w:rsidRPr="00C407C3">
        <w:rPr>
          <w:rFonts w:eastAsia="Aptos"/>
          <w:iCs/>
          <w:u w:val="single"/>
          <w:bdr w:val="single" w:sz="8" w:space="0" w:color="auto"/>
        </w:rPr>
        <w:t>direct action</w:t>
      </w:r>
      <w:r w:rsidRPr="00C407C3">
        <w:rPr>
          <w:rFonts w:eastAsia="Aptos"/>
          <w:sz w:val="16"/>
        </w:rPr>
        <w:t>. NDWA “venue shops” (</w:t>
      </w:r>
      <w:r w:rsidRPr="00C407C3">
        <w:rPr>
          <w:rFonts w:eastAsia="Aptos"/>
        </w:rPr>
        <w:t xml:space="preserve">Kingdon </w:t>
      </w:r>
      <w:r w:rsidRPr="00C407C3">
        <w:rPr>
          <w:rFonts w:eastAsia="Aptos"/>
          <w:sz w:val="16"/>
        </w:rPr>
        <w:t xml:space="preserve">2014) their policy-making efforts, taking advantage of the US government’s federalized structure </w:t>
      </w:r>
      <w:r w:rsidRPr="00C407C3">
        <w:rPr>
          <w:rFonts w:eastAsia="Aptos"/>
          <w:u w:val="single"/>
        </w:rPr>
        <w:t xml:space="preserve">to </w:t>
      </w:r>
      <w:r w:rsidRPr="00C407C3">
        <w:rPr>
          <w:rFonts w:eastAsia="Aptos"/>
          <w:highlight w:val="cyan"/>
          <w:u w:val="single"/>
        </w:rPr>
        <w:t>win</w:t>
      </w:r>
      <w:r w:rsidRPr="00C407C3">
        <w:rPr>
          <w:rFonts w:eastAsia="Aptos"/>
          <w:u w:val="single"/>
        </w:rPr>
        <w:t xml:space="preserve"> </w:t>
      </w:r>
      <w:r w:rsidRPr="00C407C3">
        <w:rPr>
          <w:rFonts w:eastAsia="Aptos"/>
          <w:highlight w:val="cyan"/>
          <w:u w:val="single"/>
        </w:rPr>
        <w:t xml:space="preserve">where they are </w:t>
      </w:r>
      <w:r w:rsidRPr="00C407C3">
        <w:rPr>
          <w:rFonts w:eastAsia="Aptos"/>
          <w:iCs/>
          <w:highlight w:val="cyan"/>
          <w:u w:val="single"/>
          <w:bdr w:val="single" w:sz="8" w:space="0" w:color="auto"/>
        </w:rPr>
        <w:t>best organized</w:t>
      </w:r>
      <w:r w:rsidRPr="00C407C3">
        <w:rPr>
          <w:rFonts w:eastAsia="Aptos"/>
          <w:sz w:val="16"/>
        </w:rPr>
        <w:t xml:space="preserve"> </w:t>
      </w:r>
      <w:r w:rsidRPr="00C407C3">
        <w:rPr>
          <w:rFonts w:eastAsia="Aptos"/>
          <w:highlight w:val="cyan"/>
          <w:u w:val="single"/>
        </w:rPr>
        <w:t xml:space="preserve">and have the </w:t>
      </w:r>
      <w:r w:rsidRPr="00C407C3">
        <w:rPr>
          <w:rFonts w:eastAsia="Aptos"/>
          <w:iCs/>
          <w:highlight w:val="cyan"/>
          <w:u w:val="single"/>
          <w:bdr w:val="single" w:sz="8" w:space="0" w:color="auto"/>
        </w:rPr>
        <w:t>strongest allies</w:t>
      </w:r>
      <w:r w:rsidRPr="00C407C3">
        <w:rPr>
          <w:rFonts w:eastAsia="Aptos"/>
          <w:sz w:val="16"/>
          <w:highlight w:val="cyan"/>
        </w:rPr>
        <w:t>.</w:t>
      </w:r>
      <w:r w:rsidRPr="00C407C3">
        <w:rPr>
          <w:rFonts w:eastAsia="Aptos"/>
          <w:sz w:val="16"/>
        </w:rPr>
        <w:t xml:space="preserve"> </w:t>
      </w:r>
      <w:r w:rsidRPr="00C407C3">
        <w:rPr>
          <w:rFonts w:eastAsia="Aptos"/>
          <w:u w:val="single"/>
        </w:rPr>
        <w:t xml:space="preserve">These </w:t>
      </w:r>
      <w:r w:rsidRPr="00C407C3">
        <w:rPr>
          <w:rFonts w:eastAsia="Aptos"/>
          <w:highlight w:val="cyan"/>
          <w:u w:val="single"/>
        </w:rPr>
        <w:t>victo ries</w:t>
      </w:r>
      <w:r w:rsidRPr="00C407C3">
        <w:rPr>
          <w:rFonts w:eastAsia="Aptos"/>
          <w:u w:val="single"/>
        </w:rPr>
        <w:t xml:space="preserve"> then </w:t>
      </w:r>
      <w:r w:rsidRPr="00C407C3">
        <w:rPr>
          <w:rFonts w:eastAsia="Aptos"/>
          <w:highlight w:val="cyan"/>
          <w:u w:val="single"/>
        </w:rPr>
        <w:t>spillover</w:t>
      </w:r>
      <w:r w:rsidRPr="00C407C3">
        <w:rPr>
          <w:rFonts w:eastAsia="Aptos"/>
          <w:u w:val="single"/>
        </w:rPr>
        <w:t xml:space="preserve"> </w:t>
      </w:r>
      <w:r w:rsidRPr="00C407C3">
        <w:rPr>
          <w:rFonts w:eastAsia="Aptos"/>
          <w:iCs/>
          <w:u w:val="single"/>
          <w:bdr w:val="single" w:sz="8" w:space="0" w:color="auto"/>
        </w:rPr>
        <w:t>across localities</w:t>
      </w:r>
      <w:r w:rsidRPr="00C407C3">
        <w:rPr>
          <w:rFonts w:eastAsia="Aptos"/>
          <w:u w:val="single"/>
        </w:rPr>
        <w:t xml:space="preserve">, inspiring advocates and </w:t>
      </w:r>
      <w:r w:rsidRPr="00C407C3">
        <w:rPr>
          <w:rFonts w:eastAsia="Aptos"/>
          <w:highlight w:val="cyan"/>
          <w:u w:val="single"/>
        </w:rPr>
        <w:t>changing expectations</w:t>
      </w:r>
      <w:r w:rsidRPr="00C407C3">
        <w:rPr>
          <w:rFonts w:eastAsia="Aptos"/>
          <w:u w:val="single"/>
        </w:rPr>
        <w:t>.</w:t>
      </w:r>
      <w:r w:rsidRPr="00C407C3">
        <w:rPr>
          <w:rFonts w:eastAsia="Aptos"/>
          <w:sz w:val="16"/>
        </w:rPr>
        <w:t xml:space="preserve"> </w:t>
      </w:r>
      <w:r w:rsidRPr="00C407C3">
        <w:rPr>
          <w:rFonts w:eastAsia="Aptos"/>
          <w:u w:val="single"/>
        </w:rPr>
        <w:t>Thanks to NDWA’s political agitation</w:t>
      </w:r>
      <w:r w:rsidRPr="00C407C3">
        <w:rPr>
          <w:rFonts w:eastAsia="Aptos"/>
          <w:sz w:val="16"/>
        </w:rPr>
        <w:t xml:space="preserve">, along with that of partner organizations, </w:t>
      </w:r>
      <w:r w:rsidRPr="00C407C3">
        <w:rPr>
          <w:rFonts w:eastAsia="Aptos"/>
          <w:u w:val="single"/>
        </w:rPr>
        <w:t>New York passed the first state “Domestic Worker Bill of Rights</w:t>
      </w:r>
      <w:r w:rsidRPr="00C407C3">
        <w:rPr>
          <w:rFonts w:eastAsia="Aptos"/>
          <w:sz w:val="14"/>
        </w:rPr>
        <w:t>” in 2010 (Le 2015) and, in 2015, domestic workers were finally added to the national “Fair Labor Standards Act,” correcting an eight-decade old injustice (Catauro and Wann 2016). Overall</w:t>
      </w:r>
      <w:r w:rsidRPr="00C407C3">
        <w:rPr>
          <w:rFonts w:eastAsia="Aptos"/>
          <w:sz w:val="16"/>
        </w:rPr>
        <w:t>, as of October 2020, NDWA has won new domestic workers’ rights in nine states and two cities (NDWA 2020c).</w:t>
      </w:r>
    </w:p>
    <w:p w14:paraId="50476198" w14:textId="77777777" w:rsidR="005A4099" w:rsidRPr="00C407C3" w:rsidRDefault="005A4099" w:rsidP="005A4099">
      <w:pPr>
        <w:rPr>
          <w:rFonts w:eastAsia="Aptos"/>
          <w:sz w:val="8"/>
          <w:szCs w:val="14"/>
        </w:rPr>
      </w:pPr>
      <w:r w:rsidRPr="00C407C3">
        <w:rPr>
          <w:rFonts w:eastAsia="Aptos"/>
          <w:sz w:val="8"/>
          <w:szCs w:val="14"/>
        </w:rPr>
        <w:t>While it has fought hard for protections, NDWA does not necessarily assume hostile em ployers. NDWA’s “Social Innovations Initiative” aims to provide private employers with stan dards by which to assess whether the domestic workers they are hiring from a third party or app are being fairly treated and compensated. Airbnb is one of the largest firms to adopt NDWA’s “Living Wage Pledge” (AirBnB 2020).</w:t>
      </w:r>
    </w:p>
    <w:p w14:paraId="5D77F609" w14:textId="77777777" w:rsidR="005A4099" w:rsidRPr="00C407C3" w:rsidRDefault="005A4099" w:rsidP="005A4099">
      <w:pPr>
        <w:rPr>
          <w:rFonts w:eastAsia="Aptos"/>
          <w:sz w:val="8"/>
          <w:szCs w:val="14"/>
        </w:rPr>
      </w:pPr>
      <w:r w:rsidRPr="00C407C3">
        <w:rPr>
          <w:rFonts w:eastAsia="Aptos"/>
          <w:sz w:val="8"/>
          <w:szCs w:val="14"/>
        </w:rPr>
        <w:t>Domestic workers often have many individual employers, making standardized negoti ations with these “part-time bosses” difficult. NDWA provides workers with tools to negotiate individual relationships, such as “Contracts for Nannies,” which helps workers draft agreements with these micro-level employers. Similarly, it can be difficult for workers to earn benefits from these disparate employers (NDWA 2020a). NDWALabs (the “innovation arm” of NDWA) de veloped “Alia,” an online platform that allows multiple employers to contribute to a workers benefits program (NDWALabs 2020).</w:t>
      </w:r>
    </w:p>
    <w:p w14:paraId="5E268DBC" w14:textId="77777777" w:rsidR="005A4099" w:rsidRPr="00C407C3" w:rsidRDefault="005A4099" w:rsidP="005A4099">
      <w:pPr>
        <w:rPr>
          <w:rFonts w:eastAsia="Aptos"/>
          <w:sz w:val="8"/>
          <w:szCs w:val="14"/>
        </w:rPr>
      </w:pPr>
      <w:r w:rsidRPr="00C407C3">
        <w:rPr>
          <w:rFonts w:eastAsia="Aptos"/>
          <w:sz w:val="8"/>
          <w:szCs w:val="14"/>
        </w:rPr>
        <w:t>Another product of this decentralization is that, without a shared workplace, it can be difficult for many domestic workers to share their experiences. It is not easy to recreate Dorothy Bolden’s bus-based organizing. To compensate for this decentralization, NDWALabs built La Alianza. This Spanish-speaking chatbot allows NDWA to communicate with members through Facebook messenger and gather their stories to reach these workers. In the wake of the Covid crisis, this allowed NDWA to produce a report documenting the impact of the crisis on domes tic workers informed by nearly 30,000 survey responses recruited through Le Alianza (NDWA 2020b).</w:t>
      </w:r>
    </w:p>
    <w:p w14:paraId="081856AB" w14:textId="77777777" w:rsidR="005A4099" w:rsidRPr="00C407C3" w:rsidRDefault="005A4099" w:rsidP="005A4099">
      <w:pPr>
        <w:rPr>
          <w:rFonts w:eastAsia="Aptos"/>
          <w:sz w:val="8"/>
          <w:szCs w:val="14"/>
        </w:rPr>
      </w:pPr>
      <w:r w:rsidRPr="00C407C3">
        <w:rPr>
          <w:rFonts w:eastAsia="Aptos"/>
          <w:sz w:val="8"/>
          <w:szCs w:val="14"/>
        </w:rPr>
        <w:t>Freelancers: A Ghent System Light</w:t>
      </w:r>
    </w:p>
    <w:p w14:paraId="28C18AC8" w14:textId="77777777" w:rsidR="005A4099" w:rsidRPr="00C407C3" w:rsidRDefault="005A4099" w:rsidP="005A4099">
      <w:pPr>
        <w:rPr>
          <w:rFonts w:eastAsia="Aptos"/>
          <w:sz w:val="8"/>
          <w:szCs w:val="14"/>
        </w:rPr>
      </w:pPr>
      <w:r w:rsidRPr="00C407C3">
        <w:rPr>
          <w:rFonts w:eastAsia="Aptos"/>
          <w:sz w:val="8"/>
          <w:szCs w:val="14"/>
        </w:rPr>
        <w:t>According to one study, nearly all of the US’s job growth between 2005 and 2015 was from “alternative” jobs: temporary help agency workers, on-call workers, contract workers, and independent contractors or freelancers (Katz and Krueger 2016). These alternative jobs, which approximately 1 in 6 workers are in (Katz and Krueger 2016), have proven more challenging to organize, thus alienating them from traditional opportunities for economic voice (Standing 2011). However, the Freelancers Union is no traditional union. Founded in 1995, it has recruited 15 half a million freelancers into their ranks (as of October 2020, “Freelancers Union” 2020), primar ily by acting as an insurer for these unprotected workers.</w:t>
      </w:r>
    </w:p>
    <w:p w14:paraId="23F5D806" w14:textId="77777777" w:rsidR="005A4099" w:rsidRPr="00C407C3" w:rsidRDefault="005A4099" w:rsidP="005A4099">
      <w:pPr>
        <w:rPr>
          <w:rFonts w:eastAsia="Aptos"/>
          <w:sz w:val="8"/>
          <w:szCs w:val="14"/>
        </w:rPr>
      </w:pPr>
      <w:r w:rsidRPr="00C407C3">
        <w:rPr>
          <w:rFonts w:eastAsia="Aptos"/>
          <w:sz w:val="8"/>
          <w:szCs w:val="14"/>
        </w:rPr>
        <w:t>The Freelancers Union asks for no membership dues or fees, and the Freelancers Union does not negotiate any contracts with employers. However, that does not mean that the union does not bargain collectively. The Freelancers Union uses its large member pool to bargain with insurance providers for health, dental, term life, disability, and liability insurance. Because free lancers usually do not get insurance through their employer, freelancers’ associations are in a unique position to use these benefits as a selective incentive to encourage membership. This practice is reminiscent of the Ghent system, standard in Scandinavia, in which unions manage unemployment insurance, thereby incentivizing membership (Matthews 2017).</w:t>
      </w:r>
    </w:p>
    <w:p w14:paraId="296D2EF4" w14:textId="77777777" w:rsidR="005A4099" w:rsidRPr="00C407C3" w:rsidRDefault="005A4099" w:rsidP="005A4099">
      <w:pPr>
        <w:rPr>
          <w:rFonts w:eastAsia="Aptos"/>
          <w:sz w:val="8"/>
          <w:szCs w:val="14"/>
        </w:rPr>
      </w:pPr>
      <w:r w:rsidRPr="00C407C3">
        <w:rPr>
          <w:rFonts w:eastAsia="Aptos"/>
          <w:sz w:val="8"/>
          <w:szCs w:val="14"/>
        </w:rPr>
        <w:t>Like NDWA,the Freelancers union further provides technical and solidary support. By providing tools like “contract creator” and “freelance 101,” the Union becomes a resource on which many freelancers depend. Moreover, it has also developed strategies to connect dispersed workers, which it does through its digital network and “SPARK” meetings in 25 cities (“Free lancers Union” 2020). In doing so, it can connect those working in this sometimes lonely profes sion.</w:t>
      </w:r>
    </w:p>
    <w:p w14:paraId="5CAF1923" w14:textId="77777777" w:rsidR="005A4099" w:rsidRPr="00C407C3" w:rsidRDefault="005A4099" w:rsidP="005A4099">
      <w:pPr>
        <w:rPr>
          <w:rFonts w:eastAsia="Aptos"/>
          <w:sz w:val="8"/>
          <w:szCs w:val="14"/>
        </w:rPr>
      </w:pPr>
      <w:r w:rsidRPr="00C407C3">
        <w:rPr>
          <w:rFonts w:eastAsia="Aptos"/>
          <w:sz w:val="8"/>
          <w:szCs w:val="14"/>
        </w:rPr>
        <w:t>The Freelancers Union then uses the resources it gets from members, and its voice as a representative of the freelancer community, to advocate for freelancers. Their major policy vic tory is the “Freelance Isn’t Free” Law in New York City. This law protects freelancers from clients whorefuse to pay for services rendered by mandating contracts, setting required payment terms, providing legal assistance in ensuring payment, and establishing monetary penalties for clients whorefuse to pay (“Freelancers Union” 2020).</w:t>
      </w:r>
    </w:p>
    <w:p w14:paraId="44642D08" w14:textId="77777777" w:rsidR="005A4099" w:rsidRPr="00C407C3" w:rsidRDefault="005A4099" w:rsidP="005A4099">
      <w:pPr>
        <w:rPr>
          <w:rFonts w:eastAsia="Aptos"/>
          <w:sz w:val="8"/>
          <w:szCs w:val="14"/>
        </w:rPr>
      </w:pPr>
      <w:r w:rsidRPr="00C407C3">
        <w:rPr>
          <w:rFonts w:eastAsia="Aptos"/>
          <w:sz w:val="8"/>
          <w:szCs w:val="14"/>
        </w:rPr>
        <w:t>During the Covid pandemic, the Freelancers Union sought to act as a hub for information on public unemployment benefits. The CARES Act included a provision allowing independent workers to qualify for unemployment insurance, including $600 of additional support from the federal government. It also allowed for loans to the self-employed and independent contractors. Navigating the systems dispersing these resources often proved quite arduous and confusing. The Freelancers Union provided support in this process, helping members find what they qual ify for and connecting them to the right resources to get it (“Freelancers Union” 2020). 16</w:t>
      </w:r>
    </w:p>
    <w:p w14:paraId="5220532A" w14:textId="77777777" w:rsidR="005A4099" w:rsidRPr="00C407C3" w:rsidRDefault="005A4099" w:rsidP="005A4099">
      <w:pPr>
        <w:rPr>
          <w:rFonts w:eastAsia="Aptos"/>
          <w:sz w:val="8"/>
          <w:szCs w:val="14"/>
        </w:rPr>
      </w:pPr>
      <w:r w:rsidRPr="00C407C3">
        <w:rPr>
          <w:rFonts w:eastAsia="Aptos"/>
          <w:sz w:val="8"/>
          <w:szCs w:val="14"/>
        </w:rPr>
        <w:t>Finally, like many groups, the Freelancers Union tapped its network to provide mutual support during the crisis. The union gave members up to $1000 in support to cover food, utili ties, and income loss (“Freelancers Union” 2020). As will be discussed more below, mutual aid is an essential tool in building solidarity and which historically played a vital role in constructing American unions over a century ago (Webb and Webb 1907).</w:t>
      </w:r>
    </w:p>
    <w:p w14:paraId="3D234222" w14:textId="77777777" w:rsidR="005A4099" w:rsidRPr="00C407C3" w:rsidRDefault="005A4099" w:rsidP="005A4099">
      <w:pPr>
        <w:rPr>
          <w:rFonts w:eastAsia="Aptos"/>
          <w:sz w:val="8"/>
          <w:szCs w:val="14"/>
        </w:rPr>
      </w:pPr>
      <w:r w:rsidRPr="00C407C3">
        <w:rPr>
          <w:rFonts w:eastAsia="Aptos"/>
          <w:sz w:val="8"/>
          <w:szCs w:val="14"/>
        </w:rPr>
        <w:t>Gig Workers: Overcoming Information Asymmetry in the Platform Economy</w:t>
      </w:r>
    </w:p>
    <w:p w14:paraId="0CACDDF5" w14:textId="77777777" w:rsidR="005A4099" w:rsidRPr="00C407C3" w:rsidRDefault="005A4099" w:rsidP="005A4099">
      <w:pPr>
        <w:rPr>
          <w:rFonts w:eastAsia="Aptos"/>
          <w:sz w:val="8"/>
          <w:szCs w:val="14"/>
        </w:rPr>
      </w:pPr>
      <w:r w:rsidRPr="00C407C3">
        <w:rPr>
          <w:rFonts w:eastAsia="Aptos"/>
          <w:sz w:val="8"/>
          <w:szCs w:val="14"/>
        </w:rPr>
        <w:t>In May2019, the NLRB ruled that Uber drivers are “independent contractors” and, there fore, not eligible for NLRA union rights (Pasternak 2019).24 This likely applies to all workers in the “gig economy.”25 While legally placed in the same category as freelancers, gig workers are unlike traditional freelancers in that there is a single firm acting as a broker, through a digital platform, to negotiate the short-term contracts these workers take on (Bajwa et al. 2018). As a result, gig workers are deeply dependent on the platforms to manage their activities, having minimal control over which contracts are available to them and at what price. Therefore, one source of worker collective action is to try to subvert this asymmetry by sharing information. With this collective knowledge, workers can then act together to demand better conditions.</w:t>
      </w:r>
    </w:p>
    <w:p w14:paraId="5ECBBE0B" w14:textId="77777777" w:rsidR="005A4099" w:rsidRPr="00C407C3" w:rsidRDefault="005A4099" w:rsidP="005A4099">
      <w:pPr>
        <w:rPr>
          <w:rFonts w:eastAsia="Aptos"/>
          <w:sz w:val="16"/>
        </w:rPr>
      </w:pPr>
      <w:r w:rsidRPr="00C407C3">
        <w:rPr>
          <w:rFonts w:eastAsia="Aptos"/>
          <w:sz w:val="16"/>
        </w:rPr>
        <w:t xml:space="preserve">We saw withdomestic workers how the bus rides of the 1960s and today’s Facebook-bots some structures that can facilitate sharing information. </w:t>
      </w:r>
      <w:r w:rsidRPr="00C407C3">
        <w:rPr>
          <w:rFonts w:eastAsia="Aptos"/>
          <w:highlight w:val="cyan"/>
          <w:u w:val="single"/>
        </w:rPr>
        <w:t>For gig workers</w:t>
      </w:r>
      <w:r w:rsidRPr="00C407C3">
        <w:rPr>
          <w:rFonts w:eastAsia="Aptos"/>
          <w:sz w:val="16"/>
        </w:rPr>
        <w:t xml:space="preserve">, who are well-acclimated with online platforms and are by the nature of their work, physically isolated and dispersed[ˆ106], </w:t>
      </w:r>
      <w:r w:rsidRPr="00C407C3">
        <w:rPr>
          <w:rFonts w:eastAsia="Aptos"/>
          <w:u w:val="single"/>
        </w:rPr>
        <w:t>technology is a natural venue for that information</w:t>
      </w:r>
      <w:r w:rsidRPr="00C407C3">
        <w:rPr>
          <w:rFonts w:eastAsia="Aptos"/>
          <w:sz w:val="16"/>
        </w:rPr>
        <w:t xml:space="preserve"> sharing. For example, </w:t>
      </w:r>
      <w:r w:rsidRPr="00C407C3">
        <w:rPr>
          <w:rFonts w:eastAsia="Aptos"/>
          <w:u w:val="single"/>
        </w:rPr>
        <w:t xml:space="preserve">specialized </w:t>
      </w:r>
      <w:r w:rsidRPr="00C407C3">
        <w:rPr>
          <w:rFonts w:eastAsia="Aptos"/>
          <w:highlight w:val="cyan"/>
          <w:u w:val="single"/>
        </w:rPr>
        <w:t>tools like Turkopticon</w:t>
      </w:r>
      <w:r w:rsidRPr="00C407C3">
        <w:rPr>
          <w:rFonts w:eastAsia="Aptos"/>
          <w:sz w:val="16"/>
        </w:rPr>
        <w:t xml:space="preserve"> and, more recently, TurkView, </w:t>
      </w:r>
      <w:r w:rsidRPr="00C407C3">
        <w:rPr>
          <w:rFonts w:eastAsia="Aptos"/>
          <w:highlight w:val="cyan"/>
          <w:u w:val="single"/>
        </w:rPr>
        <w:t>allow workers</w:t>
      </w:r>
      <w:r w:rsidRPr="00C407C3">
        <w:rPr>
          <w:rFonts w:eastAsia="Aptos"/>
          <w:u w:val="single"/>
        </w:rPr>
        <w:t xml:space="preserve"> on Amazon’s MTurk platform to re view the people who make contracts on the platform and </w:t>
      </w:r>
      <w:r w:rsidRPr="00C407C3">
        <w:rPr>
          <w:rFonts w:eastAsia="Aptos"/>
          <w:iCs/>
          <w:u w:val="single"/>
          <w:bdr w:val="single" w:sz="8" w:space="0" w:color="auto"/>
        </w:rPr>
        <w:t>avoid those that abuse the system</w:t>
      </w:r>
      <w:r w:rsidRPr="00C407C3">
        <w:rPr>
          <w:rFonts w:eastAsia="Aptos"/>
          <w:sz w:val="16"/>
        </w:rPr>
        <w:t xml:space="preserve"> to avoid paying workers (Silberman and Irani 2015). </w:t>
      </w:r>
      <w:r w:rsidRPr="00C407C3">
        <w:rPr>
          <w:rFonts w:eastAsia="Aptos"/>
          <w:u w:val="single"/>
        </w:rPr>
        <w:t>This reputation-based tool makes it possible for workers with many “bosses” to</w:t>
      </w:r>
      <w:r w:rsidRPr="00C407C3">
        <w:rPr>
          <w:rFonts w:eastAsia="Aptos"/>
          <w:sz w:val="16"/>
        </w:rPr>
        <w:t xml:space="preserve"> </w:t>
      </w:r>
      <w:r w:rsidRPr="00C407C3">
        <w:rPr>
          <w:rFonts w:eastAsia="Aptos"/>
          <w:iCs/>
          <w:u w:val="single"/>
          <w:bdr w:val="single" w:sz="8" w:space="0" w:color="auto"/>
        </w:rPr>
        <w:t>solve</w:t>
      </w:r>
      <w:r w:rsidRPr="00C407C3">
        <w:rPr>
          <w:rFonts w:eastAsia="Aptos"/>
          <w:sz w:val="16"/>
        </w:rPr>
        <w:t xml:space="preserve"> </w:t>
      </w:r>
      <w:r w:rsidRPr="00C407C3">
        <w:rPr>
          <w:rFonts w:eastAsia="Aptos"/>
          <w:u w:val="single"/>
        </w:rPr>
        <w:t>the</w:t>
      </w:r>
      <w:r w:rsidRPr="00C407C3">
        <w:rPr>
          <w:rFonts w:eastAsia="Aptos"/>
          <w:sz w:val="16"/>
        </w:rPr>
        <w:t xml:space="preserve"> </w:t>
      </w:r>
      <w:r w:rsidRPr="00C407C3">
        <w:rPr>
          <w:rFonts w:eastAsia="Aptos"/>
          <w:iCs/>
          <w:u w:val="single"/>
          <w:bdr w:val="single" w:sz="8" w:space="0" w:color="auto"/>
        </w:rPr>
        <w:t>information asymmetry</w:t>
      </w:r>
      <w:r w:rsidRPr="00C407C3">
        <w:rPr>
          <w:rFonts w:eastAsia="Aptos"/>
          <w:sz w:val="16"/>
        </w:rPr>
        <w:t xml:space="preserve"> </w:t>
      </w:r>
      <w:r w:rsidRPr="00C407C3">
        <w:rPr>
          <w:rFonts w:eastAsia="Aptos"/>
          <w:u w:val="single"/>
        </w:rPr>
        <w:t>problem</w:t>
      </w:r>
      <w:r w:rsidRPr="00C407C3">
        <w:rPr>
          <w:rFonts w:eastAsia="Aptos"/>
          <w:sz w:val="16"/>
        </w:rPr>
        <w:t>, much like banks use credit scores. Similarly, Uber drivers use texting groups and Facebook to share information about Uber policies, features that the Uber app is piloting, and shared safety concerns (Ghaffary 2019) as well as creating dedicated tools like the uperpeople.net online forum. However, while isolation is the norm, it is not always the case. For example</w:t>
      </w:r>
      <w:r w:rsidRPr="00C407C3">
        <w:rPr>
          <w:rFonts w:eastAsia="Aptos"/>
          <w:u w:val="single"/>
        </w:rPr>
        <w:t>, specific locations</w:t>
      </w:r>
      <w:r w:rsidRPr="00C407C3">
        <w:rPr>
          <w:rFonts w:eastAsia="Aptos"/>
          <w:sz w:val="16"/>
        </w:rPr>
        <w:t xml:space="preserve">, especially airports, </w:t>
      </w:r>
      <w:r w:rsidRPr="00C407C3">
        <w:rPr>
          <w:rFonts w:eastAsia="Aptos"/>
          <w:u w:val="single"/>
        </w:rPr>
        <w:t xml:space="preserve">have allowed rideshare workers </w:t>
      </w:r>
      <w:r w:rsidRPr="00C407C3">
        <w:rPr>
          <w:rFonts w:eastAsia="Aptos"/>
          <w:highlight w:val="cyan"/>
          <w:u w:val="single"/>
        </w:rPr>
        <w:t>to</w:t>
      </w:r>
      <w:r w:rsidRPr="00C407C3">
        <w:rPr>
          <w:rFonts w:eastAsia="Aptos"/>
          <w:u w:val="single"/>
        </w:rPr>
        <w:t xml:space="preserve"> </w:t>
      </w:r>
      <w:r w:rsidRPr="00C407C3">
        <w:rPr>
          <w:rFonts w:eastAsia="Aptos"/>
          <w:iCs/>
          <w:u w:val="single"/>
          <w:bdr w:val="single" w:sz="8" w:space="0" w:color="auto"/>
        </w:rPr>
        <w:t>meet</w:t>
      </w:r>
      <w:r w:rsidRPr="00C407C3">
        <w:rPr>
          <w:rFonts w:eastAsia="Aptos"/>
          <w:u w:val="single"/>
        </w:rPr>
        <w:t xml:space="preserve">, </w:t>
      </w:r>
      <w:r w:rsidRPr="00C407C3">
        <w:rPr>
          <w:rFonts w:eastAsia="Aptos"/>
          <w:iCs/>
          <w:u w:val="single"/>
          <w:bdr w:val="single" w:sz="8" w:space="0" w:color="auto"/>
        </w:rPr>
        <w:t>coordinate</w:t>
      </w:r>
      <w:r w:rsidRPr="00C407C3">
        <w:rPr>
          <w:rFonts w:eastAsia="Aptos"/>
          <w:sz w:val="16"/>
        </w:rPr>
        <w:t xml:space="preserve">, </w:t>
      </w:r>
      <w:r w:rsidRPr="00C407C3">
        <w:rPr>
          <w:rFonts w:eastAsia="Aptos"/>
          <w:u w:val="single"/>
        </w:rPr>
        <w:t xml:space="preserve">and </w:t>
      </w:r>
      <w:r w:rsidRPr="00C407C3">
        <w:rPr>
          <w:rFonts w:eastAsia="Aptos"/>
          <w:iCs/>
          <w:u w:val="single"/>
          <w:bdr w:val="single" w:sz="8" w:space="0" w:color="auto"/>
        </w:rPr>
        <w:t>organize</w:t>
      </w:r>
      <w:r w:rsidRPr="00C407C3">
        <w:rPr>
          <w:rFonts w:eastAsia="Aptos"/>
          <w:sz w:val="16"/>
        </w:rPr>
        <w:t xml:space="preserve"> (Wells, Attoh, and Cullen 2020).</w:t>
      </w:r>
    </w:p>
    <w:p w14:paraId="4946951F" w14:textId="77777777" w:rsidR="005A4099" w:rsidRPr="00C407C3" w:rsidRDefault="005A4099" w:rsidP="005A4099">
      <w:pPr>
        <w:rPr>
          <w:rFonts w:eastAsia="Aptos"/>
          <w:sz w:val="16"/>
        </w:rPr>
      </w:pPr>
      <w:r w:rsidRPr="00C407C3">
        <w:rPr>
          <w:rFonts w:eastAsia="Aptos"/>
          <w:sz w:val="16"/>
        </w:rPr>
        <w:t xml:space="preserve">Once connected, </w:t>
      </w:r>
      <w:r w:rsidRPr="00C407C3">
        <w:rPr>
          <w:rFonts w:eastAsia="Aptos"/>
          <w:u w:val="single"/>
        </w:rPr>
        <w:t xml:space="preserve">workers can </w:t>
      </w:r>
      <w:r w:rsidRPr="00C407C3">
        <w:rPr>
          <w:rFonts w:eastAsia="Aptos"/>
          <w:highlight w:val="cyan"/>
          <w:u w:val="single"/>
        </w:rPr>
        <w:t xml:space="preserve">engage in </w:t>
      </w:r>
      <w:r w:rsidRPr="00C407C3">
        <w:rPr>
          <w:rFonts w:eastAsia="Aptos"/>
          <w:iCs/>
          <w:highlight w:val="cyan"/>
          <w:u w:val="single"/>
          <w:bdr w:val="single" w:sz="8" w:space="0" w:color="auto"/>
        </w:rPr>
        <w:t>collective action</w:t>
      </w:r>
      <w:r w:rsidRPr="00C407C3">
        <w:rPr>
          <w:rFonts w:eastAsia="Aptos"/>
          <w:sz w:val="16"/>
          <w:highlight w:val="cyan"/>
        </w:rPr>
        <w:t xml:space="preserve">. </w:t>
      </w:r>
      <w:r w:rsidRPr="00C407C3">
        <w:rPr>
          <w:rFonts w:eastAsia="Aptos"/>
          <w:sz w:val="16"/>
        </w:rPr>
        <w:t xml:space="preserve">Gig workers share information to try to understand and then maneuver within these platforms that govern their employment. For example, </w:t>
      </w:r>
      <w:r w:rsidRPr="00C407C3">
        <w:rPr>
          <w:rFonts w:eastAsia="Aptos"/>
          <w:u w:val="single"/>
        </w:rPr>
        <w:t xml:space="preserve">Uber and Lyft drivers have </w:t>
      </w:r>
      <w:r w:rsidRPr="00C407C3">
        <w:rPr>
          <w:rFonts w:eastAsia="Aptos"/>
          <w:iCs/>
          <w:u w:val="single"/>
          <w:bdr w:val="single" w:sz="8" w:space="0" w:color="auto"/>
        </w:rPr>
        <w:t>collaborated</w:t>
      </w:r>
      <w:r w:rsidRPr="00C407C3">
        <w:rPr>
          <w:rFonts w:eastAsia="Aptos"/>
          <w:u w:val="single"/>
        </w:rPr>
        <w:t xml:space="preserve"> </w:t>
      </w:r>
      <w:r w:rsidRPr="00C407C3">
        <w:rPr>
          <w:rFonts w:eastAsia="Aptos"/>
          <w:highlight w:val="cyan"/>
          <w:u w:val="single"/>
        </w:rPr>
        <w:t xml:space="preserve">to be offline </w:t>
      </w:r>
      <w:r w:rsidRPr="00C407C3">
        <w:rPr>
          <w:rFonts w:eastAsia="Aptos"/>
          <w:iCs/>
          <w:highlight w:val="cyan"/>
          <w:u w:val="single"/>
          <w:bdr w:val="single" w:sz="8" w:space="0" w:color="auto"/>
        </w:rPr>
        <w:t>simultaneously</w:t>
      </w:r>
      <w:r w:rsidRPr="00C407C3">
        <w:rPr>
          <w:rFonts w:eastAsia="Aptos"/>
          <w:highlight w:val="cyan"/>
          <w:u w:val="single"/>
        </w:rPr>
        <w:t xml:space="preserve"> to </w:t>
      </w:r>
      <w:r w:rsidRPr="00C407C3">
        <w:rPr>
          <w:rFonts w:eastAsia="Aptos"/>
          <w:iCs/>
          <w:highlight w:val="cyan"/>
          <w:u w:val="single"/>
          <w:bdr w:val="single" w:sz="8" w:space="0" w:color="auto"/>
        </w:rPr>
        <w:t>force surge pricing</w:t>
      </w:r>
      <w:r w:rsidRPr="00C407C3">
        <w:rPr>
          <w:rFonts w:eastAsia="Aptos"/>
          <w:sz w:val="16"/>
        </w:rPr>
        <w:t xml:space="preserve"> (Brown 2019). </w:t>
      </w:r>
      <w:r w:rsidRPr="00C407C3">
        <w:rPr>
          <w:rFonts w:eastAsia="Aptos"/>
          <w:u w:val="single"/>
        </w:rPr>
        <w:t>These everyday forms of resistance</w:t>
      </w:r>
      <w:r w:rsidRPr="00C407C3">
        <w:rPr>
          <w:rFonts w:eastAsia="Aptos"/>
          <w:sz w:val="16"/>
        </w:rPr>
        <w:t xml:space="preserve"> (Scott 2008) can </w:t>
      </w:r>
      <w:r w:rsidRPr="00C407C3">
        <w:rPr>
          <w:rFonts w:eastAsia="Aptos"/>
          <w:u w:val="single"/>
        </w:rPr>
        <w:t>be extremely frus trating to consumers</w:t>
      </w:r>
      <w:r w:rsidRPr="00C407C3">
        <w:rPr>
          <w:rFonts w:eastAsia="Aptos"/>
          <w:sz w:val="16"/>
        </w:rPr>
        <w:t xml:space="preserve">, </w:t>
      </w:r>
      <w:r w:rsidRPr="00C407C3">
        <w:rPr>
          <w:rFonts w:eastAsia="Aptos"/>
          <w:u w:val="single"/>
        </w:rPr>
        <w:t xml:space="preserve">yet they are more symptomatic of the </w:t>
      </w:r>
      <w:r w:rsidRPr="00C407C3">
        <w:rPr>
          <w:rFonts w:eastAsia="Aptos"/>
          <w:iCs/>
          <w:u w:val="single"/>
          <w:bdr w:val="single" w:sz="8" w:space="0" w:color="auto"/>
        </w:rPr>
        <w:t>power-imbalance</w:t>
      </w:r>
      <w:r w:rsidRPr="00C407C3">
        <w:rPr>
          <w:rFonts w:eastAsia="Aptos"/>
          <w:sz w:val="16"/>
        </w:rPr>
        <w:t xml:space="preserve"> </w:t>
      </w:r>
      <w:r w:rsidRPr="00C407C3">
        <w:rPr>
          <w:rFonts w:eastAsia="Aptos"/>
          <w:u w:val="single"/>
        </w:rPr>
        <w:t>between drivers and platforms</w:t>
      </w:r>
      <w:r w:rsidRPr="00C407C3">
        <w:rPr>
          <w:rFonts w:eastAsia="Aptos"/>
          <w:sz w:val="16"/>
        </w:rPr>
        <w:t>. As one scholar put it, “</w:t>
      </w:r>
      <w:r w:rsidRPr="00C407C3">
        <w:rPr>
          <w:rFonts w:eastAsia="Aptos"/>
          <w:u w:val="single"/>
        </w:rPr>
        <w:t>Being managed by an app</w:t>
      </w:r>
      <w:r w:rsidRPr="00C407C3">
        <w:rPr>
          <w:rFonts w:eastAsia="Aptos"/>
          <w:sz w:val="16"/>
        </w:rPr>
        <w:t xml:space="preserve">, a black-box algorithm, that (drivers) don’t understand, </w:t>
      </w:r>
      <w:r w:rsidRPr="00C407C3">
        <w:rPr>
          <w:rFonts w:eastAsia="Aptos"/>
          <w:u w:val="single"/>
        </w:rPr>
        <w:t xml:space="preserve">they attempt to </w:t>
      </w:r>
      <w:r w:rsidRPr="00C407C3">
        <w:rPr>
          <w:rFonts w:eastAsia="Aptos"/>
          <w:iCs/>
          <w:u w:val="single"/>
          <w:bdr w:val="single" w:sz="8" w:space="0" w:color="auto"/>
        </w:rPr>
        <w:t>reverse-engineer it</w:t>
      </w:r>
      <w:r w:rsidRPr="00C407C3">
        <w:rPr>
          <w:rFonts w:eastAsia="Aptos"/>
          <w:sz w:val="16"/>
        </w:rPr>
        <w:t xml:space="preserve">, understand the mechanism and regain some position of power” (Zalmanson quoted in Brown 2019). </w:t>
      </w:r>
      <w:r w:rsidRPr="00C407C3">
        <w:rPr>
          <w:rFonts w:eastAsia="Aptos"/>
          <w:u w:val="single"/>
        </w:rPr>
        <w:t xml:space="preserve">Like worker organizing through the ages, gig workers are </w:t>
      </w:r>
      <w:r w:rsidRPr="00C407C3">
        <w:rPr>
          <w:rFonts w:eastAsia="Aptos"/>
          <w:iCs/>
          <w:u w:val="single"/>
          <w:bdr w:val="single" w:sz="8" w:space="0" w:color="auto"/>
        </w:rPr>
        <w:t>resisting dehumanization</w:t>
      </w:r>
      <w:r w:rsidRPr="00C407C3">
        <w:rPr>
          <w:rFonts w:eastAsia="Aptos"/>
          <w:sz w:val="16"/>
        </w:rPr>
        <w:t xml:space="preserve">. </w:t>
      </w:r>
      <w:r w:rsidRPr="00C407C3">
        <w:rPr>
          <w:rFonts w:eastAsia="Aptos"/>
          <w:u w:val="single"/>
        </w:rPr>
        <w:t>This</w:t>
      </w:r>
      <w:r w:rsidRPr="00C407C3">
        <w:rPr>
          <w:rFonts w:eastAsia="Aptos"/>
          <w:sz w:val="16"/>
        </w:rPr>
        <w:t xml:space="preserve"> “</w:t>
      </w:r>
      <w:r w:rsidRPr="00C407C3">
        <w:rPr>
          <w:rFonts w:eastAsia="Aptos"/>
          <w:highlight w:val="cyan"/>
          <w:u w:val="single"/>
        </w:rPr>
        <w:t>gaming the system</w:t>
      </w:r>
      <w:r w:rsidRPr="00C407C3">
        <w:rPr>
          <w:rFonts w:eastAsia="Aptos"/>
          <w:sz w:val="16"/>
          <w:highlight w:val="cyan"/>
        </w:rPr>
        <w:t xml:space="preserve">” </w:t>
      </w:r>
      <w:r w:rsidRPr="00C407C3">
        <w:rPr>
          <w:rFonts w:eastAsia="Aptos"/>
          <w:highlight w:val="cyan"/>
          <w:u w:val="single"/>
        </w:rPr>
        <w:t>is</w:t>
      </w:r>
      <w:r w:rsidRPr="00C407C3">
        <w:rPr>
          <w:rFonts w:eastAsia="Aptos"/>
          <w:u w:val="single"/>
        </w:rPr>
        <w:t xml:space="preserve"> as much </w:t>
      </w:r>
      <w:r w:rsidRPr="00C407C3">
        <w:rPr>
          <w:rFonts w:eastAsia="Aptos"/>
          <w:highlight w:val="cyan"/>
          <w:u w:val="single"/>
        </w:rPr>
        <w:t>about</w:t>
      </w:r>
      <w:r w:rsidRPr="00C407C3">
        <w:rPr>
          <w:rFonts w:eastAsia="Aptos"/>
          <w:u w:val="single"/>
        </w:rPr>
        <w:t xml:space="preserve"> gaining </w:t>
      </w:r>
      <w:r w:rsidRPr="00C407C3">
        <w:rPr>
          <w:rFonts w:eastAsia="Aptos"/>
          <w:iCs/>
          <w:u w:val="single"/>
          <w:bdr w:val="single" w:sz="8" w:space="0" w:color="auto"/>
        </w:rPr>
        <w:t>control</w:t>
      </w:r>
      <w:r w:rsidRPr="00C407C3">
        <w:rPr>
          <w:rFonts w:eastAsia="Aptos"/>
          <w:u w:val="single"/>
        </w:rPr>
        <w:t xml:space="preserve"> and </w:t>
      </w:r>
      <w:r w:rsidRPr="00C407C3">
        <w:rPr>
          <w:rFonts w:eastAsia="Aptos"/>
          <w:iCs/>
          <w:highlight w:val="cyan"/>
          <w:u w:val="single"/>
          <w:bdr w:val="single" w:sz="8" w:space="0" w:color="auto"/>
        </w:rPr>
        <w:t>autonomy</w:t>
      </w:r>
      <w:r w:rsidRPr="00C407C3">
        <w:rPr>
          <w:rFonts w:eastAsia="Aptos"/>
          <w:sz w:val="16"/>
        </w:rPr>
        <w:t xml:space="preserve"> </w:t>
      </w:r>
      <w:r w:rsidRPr="00C407C3">
        <w:rPr>
          <w:rFonts w:eastAsia="Aptos"/>
          <w:u w:val="single"/>
        </w:rPr>
        <w:t>as it is about wages</w:t>
      </w:r>
      <w:r w:rsidRPr="00C407C3">
        <w:rPr>
          <w:rFonts w:eastAsia="Aptos"/>
          <w:sz w:val="16"/>
        </w:rPr>
        <w:t xml:space="preserve"> (Mohlmann and Zalmanson 2017).</w:t>
      </w:r>
    </w:p>
    <w:p w14:paraId="33D39A08" w14:textId="77777777" w:rsidR="005A4099" w:rsidRPr="00C407C3" w:rsidRDefault="005A4099" w:rsidP="005A4099">
      <w:pPr>
        <w:rPr>
          <w:rFonts w:eastAsia="Aptos"/>
          <w:sz w:val="16"/>
        </w:rPr>
      </w:pPr>
      <w:r w:rsidRPr="00C407C3">
        <w:rPr>
          <w:rFonts w:eastAsia="Aptos"/>
          <w:sz w:val="16"/>
        </w:rPr>
        <w:t>After all, the black-box of the algorithm is far more often manipulated for the firm’s benefit. For example, one of the main aspects of their job that gig workers often lack information about is the share that the platform is taking of their pay for each task they perform. Indeed, given the lack of transparency in that process, the platforms often take a share far exceeding their stated fee. For example, while Uber’s official rate is 25% of the cost of any ride, studies f ind Uber pockets closer to a third on average and often more than half (Gordon and Mehrotra 2019; Mishel 2018). Similarly, Instacart used to count tips towards the “guaranteed minimum payments” the company offered workers. In a process opaque to both workers and customers, Instacart effectively expropriated these tips rather than passing them on to the worker as expected (Roose 2019).</w:t>
      </w:r>
    </w:p>
    <w:p w14:paraId="57C90197" w14:textId="77777777" w:rsidR="005A4099" w:rsidRPr="00C407C3" w:rsidRDefault="005A4099" w:rsidP="005A4099">
      <w:pPr>
        <w:rPr>
          <w:rFonts w:eastAsia="Aptos"/>
          <w:sz w:val="16"/>
        </w:rPr>
      </w:pPr>
      <w:r w:rsidRPr="00C407C3">
        <w:rPr>
          <w:rFonts w:eastAsia="Aptos"/>
          <w:sz w:val="16"/>
        </w:rPr>
        <w:t>Instacart workers noticed. After coordinating on Reddit forums and Facebook groups (Roose 2019), over 3,500 Instacart employees signed a petition condemning this practice. The petition was picked up by the media and stirred public outrage (DiNatale 2019). As a result of this reputation-focused campaign, Instacart changed its policy and compensated maligned em ployees. This reform spread to other platforms, with DoorDash also agreeing to give workers 18 their tips after coordinated public condemnation (Newman 2019). Having once summoned the strength of collective action, it becomes easier to conjure again. For example, with the coron avirus pandemic’s onset, delivery workers, like Instacart shoppers, became even more essential, and their jobs became even more dangerous. In March 2019, Instacart workers went on strike de manding better safety protections and hazard pay. This wildcat strike demonstrated gig workers’ collective power, as it caused Instacart to provide workers with health kits, hazard bonuses, and extended sick leave (Rodrigo 2020).</w:t>
      </w:r>
    </w:p>
    <w:p w14:paraId="554EF225" w14:textId="77777777" w:rsidR="005A4099" w:rsidRPr="00C407C3" w:rsidRDefault="005A4099" w:rsidP="005A4099">
      <w:pPr>
        <w:rPr>
          <w:rFonts w:eastAsia="Aptos"/>
          <w:sz w:val="16"/>
        </w:rPr>
      </w:pPr>
      <w:r w:rsidRPr="00C407C3">
        <w:rPr>
          <w:rFonts w:eastAsia="Aptos"/>
          <w:u w:val="single"/>
        </w:rPr>
        <w:t xml:space="preserve">Gig Workers Collective organized the </w:t>
      </w:r>
      <w:r w:rsidRPr="00C407C3">
        <w:rPr>
          <w:rFonts w:eastAsia="Aptos"/>
          <w:iCs/>
          <w:highlight w:val="cyan"/>
          <w:u w:val="single"/>
          <w:bdr w:val="single" w:sz="8" w:space="0" w:color="auto"/>
        </w:rPr>
        <w:t>March Instacart strike</w:t>
      </w:r>
      <w:r w:rsidRPr="00C407C3">
        <w:rPr>
          <w:rFonts w:eastAsia="Aptos"/>
          <w:sz w:val="16"/>
        </w:rPr>
        <w:t xml:space="preserve">. </w:t>
      </w:r>
      <w:r w:rsidRPr="00C407C3">
        <w:rPr>
          <w:rFonts w:eastAsia="Aptos"/>
          <w:u w:val="single"/>
        </w:rPr>
        <w:t>It is just one of many groups of gig workers coming together to represent this community</w:t>
      </w:r>
      <w:r w:rsidRPr="00C407C3">
        <w:rPr>
          <w:rFonts w:eastAsia="Aptos"/>
          <w:sz w:val="16"/>
        </w:rPr>
        <w:t xml:space="preserve">. For example, </w:t>
      </w:r>
      <w:r w:rsidRPr="00C407C3">
        <w:rPr>
          <w:rFonts w:eastAsia="Aptos"/>
          <w:u w:val="single"/>
        </w:rPr>
        <w:t>Rideshare Drivers United,</w:t>
      </w:r>
      <w:r w:rsidRPr="00C407C3">
        <w:rPr>
          <w:rFonts w:eastAsia="Aptos"/>
          <w:sz w:val="16"/>
        </w:rPr>
        <w:t xml:space="preserve"> an LA-based organization specifically </w:t>
      </w:r>
      <w:r w:rsidRPr="00C407C3">
        <w:rPr>
          <w:rFonts w:eastAsia="Aptos"/>
          <w:u w:val="single"/>
        </w:rPr>
        <w:t>for Uber and Lyft drivers, organized a strike and picket on May 8, 2019</w:t>
      </w:r>
      <w:r w:rsidRPr="00C407C3">
        <w:rPr>
          <w:rFonts w:eastAsia="Aptos"/>
          <w:sz w:val="16"/>
        </w:rPr>
        <w:t xml:space="preserve">, </w:t>
      </w:r>
      <w:r w:rsidRPr="00C407C3">
        <w:rPr>
          <w:rFonts w:eastAsia="Aptos"/>
          <w:u w:val="single"/>
        </w:rPr>
        <w:t>coinciding with Uber’s IPO</w:t>
      </w:r>
      <w:r w:rsidRPr="00C407C3">
        <w:rPr>
          <w:rFonts w:eastAsia="Aptos"/>
          <w:sz w:val="16"/>
        </w:rPr>
        <w:t xml:space="preserve"> (Wamsley 2019). </w:t>
      </w:r>
      <w:r w:rsidRPr="00C407C3">
        <w:rPr>
          <w:rFonts w:eastAsia="Aptos"/>
          <w:u w:val="single"/>
        </w:rPr>
        <w:t>Gig Workers Rising</w:t>
      </w:r>
      <w:r w:rsidRPr="00C407C3">
        <w:rPr>
          <w:rFonts w:eastAsia="Aptos"/>
          <w:sz w:val="16"/>
        </w:rPr>
        <w:t xml:space="preserve">, which organizes across platforms, </w:t>
      </w:r>
      <w:r w:rsidRPr="00C407C3">
        <w:rPr>
          <w:rFonts w:eastAsia="Aptos"/>
          <w:u w:val="single"/>
        </w:rPr>
        <w:t xml:space="preserve">mobilized for a </w:t>
      </w:r>
      <w:r w:rsidRPr="00C407C3">
        <w:rPr>
          <w:rFonts w:eastAsia="Aptos"/>
          <w:iCs/>
          <w:u w:val="single"/>
          <w:bdr w:val="single" w:sz="8" w:space="0" w:color="auto"/>
        </w:rPr>
        <w:t>protest of an investor meeting</w:t>
      </w:r>
      <w:r w:rsidRPr="00C407C3">
        <w:rPr>
          <w:rFonts w:eastAsia="Aptos"/>
          <w:sz w:val="16"/>
        </w:rPr>
        <w:t xml:space="preserve"> (Pena 2019). </w:t>
      </w:r>
      <w:r w:rsidRPr="00C407C3">
        <w:rPr>
          <w:rFonts w:eastAsia="Aptos"/>
          <w:u w:val="single"/>
        </w:rPr>
        <w:t xml:space="preserve">Occa sionally, this has even led to </w:t>
      </w:r>
      <w:r w:rsidRPr="00C407C3">
        <w:rPr>
          <w:rFonts w:eastAsia="Aptos"/>
          <w:iCs/>
          <w:u w:val="single"/>
          <w:bdr w:val="single" w:sz="8" w:space="0" w:color="auto"/>
        </w:rPr>
        <w:t>unionization</w:t>
      </w:r>
      <w:r w:rsidRPr="00C407C3">
        <w:rPr>
          <w:rFonts w:eastAsia="Aptos"/>
          <w:sz w:val="16"/>
        </w:rPr>
        <w:t xml:space="preserve">. In February 2020, 15 </w:t>
      </w:r>
      <w:r w:rsidRPr="00C407C3">
        <w:rPr>
          <w:rFonts w:eastAsia="Aptos"/>
          <w:u w:val="single"/>
        </w:rPr>
        <w:t>Instacart voted to affiliate with United Food and Commercial Workers</w:t>
      </w:r>
      <w:r w:rsidRPr="00C407C3">
        <w:rPr>
          <w:rFonts w:eastAsia="Aptos"/>
          <w:sz w:val="16"/>
        </w:rPr>
        <w:t xml:space="preserve"> (Statt 2020).26 </w:t>
      </w:r>
      <w:r w:rsidRPr="00C407C3">
        <w:rPr>
          <w:rFonts w:eastAsia="Aptos"/>
          <w:u w:val="single"/>
        </w:rPr>
        <w:t xml:space="preserve">These organizations are </w:t>
      </w:r>
      <w:r w:rsidRPr="00C407C3">
        <w:rPr>
          <w:rFonts w:eastAsia="Aptos"/>
          <w:highlight w:val="cyan"/>
          <w:u w:val="single"/>
        </w:rPr>
        <w:t>building public pressure</w:t>
      </w:r>
      <w:r w:rsidRPr="00C407C3">
        <w:rPr>
          <w:rFonts w:eastAsia="Aptos"/>
          <w:sz w:val="16"/>
        </w:rPr>
        <w:t xml:space="preserve"> on gig platforms </w:t>
      </w:r>
      <w:r w:rsidRPr="00C407C3">
        <w:rPr>
          <w:rFonts w:eastAsia="Aptos"/>
          <w:highlight w:val="cyan"/>
          <w:u w:val="single"/>
        </w:rPr>
        <w:t xml:space="preserve">through </w:t>
      </w:r>
      <w:r w:rsidRPr="00C407C3">
        <w:rPr>
          <w:rFonts w:eastAsia="Aptos"/>
          <w:iCs/>
          <w:highlight w:val="cyan"/>
          <w:u w:val="single"/>
          <w:bdr w:val="single" w:sz="8" w:space="0" w:color="auto"/>
        </w:rPr>
        <w:t>direct action</w:t>
      </w:r>
      <w:r w:rsidRPr="00C407C3">
        <w:rPr>
          <w:rFonts w:eastAsia="Aptos"/>
          <w:sz w:val="16"/>
          <w:highlight w:val="cyan"/>
        </w:rPr>
        <w:t>,</w:t>
      </w:r>
      <w:r w:rsidRPr="00C407C3">
        <w:rPr>
          <w:rFonts w:eastAsia="Aptos"/>
          <w:sz w:val="16"/>
        </w:rPr>
        <w:t xml:space="preserve"> </w:t>
      </w:r>
      <w:r w:rsidRPr="00C407C3">
        <w:rPr>
          <w:rFonts w:eastAsia="Aptos"/>
          <w:u w:val="single"/>
        </w:rPr>
        <w:t xml:space="preserve">which has sometimes </w:t>
      </w:r>
      <w:r w:rsidRPr="00C407C3">
        <w:rPr>
          <w:rFonts w:eastAsia="Aptos"/>
          <w:iCs/>
          <w:u w:val="single"/>
          <w:bdr w:val="single" w:sz="8" w:space="0" w:color="auto"/>
        </w:rPr>
        <w:t>led to a political response</w:t>
      </w:r>
      <w:r w:rsidRPr="00C407C3">
        <w:rPr>
          <w:rFonts w:eastAsia="Aptos"/>
          <w:sz w:val="16"/>
        </w:rPr>
        <w:t>.</w:t>
      </w:r>
    </w:p>
    <w:p w14:paraId="50AC4BAF" w14:textId="77777777" w:rsidR="005A4099" w:rsidRPr="00C407C3" w:rsidRDefault="005A4099" w:rsidP="005A4099">
      <w:pPr>
        <w:rPr>
          <w:rFonts w:eastAsia="Aptos"/>
          <w:sz w:val="8"/>
          <w:szCs w:val="14"/>
        </w:rPr>
      </w:pPr>
      <w:r w:rsidRPr="00C407C3">
        <w:rPr>
          <w:rFonts w:eastAsia="Aptos"/>
          <w:sz w:val="8"/>
          <w:szCs w:val="14"/>
        </w:rPr>
        <w:t>In May2019, California’s legislature passed a law classifying gig workers as employees and thus eligible for rights and protections as employees (Conger and Scheiber 2019) This lead to the most expensive state proposition fight in California’s history, in which platform compa nies paid through the nose to overturn the law (O’Brien 2020). While a setback for gig workers, during the battle Gig Workers Rising, We Drive Progress, Mobile Workers United, and Rideshare Drivers United rallied over 55,000 gig workers across the state (Paul 2020). Moreover, despite this loss, other policy reforms and legal actions are being mustered across the country. In Seattle, the city council made gig delivery workers eligible for hazard pay in response to the pandemic in response to advocacy from worker advocates like Working Washington (Woodman 2020). Workers of color filed a class-action lawsuit against Uber regarding structural discrimination in the “deactivation” [firing] of workers (Sandler 2020).</w:t>
      </w:r>
    </w:p>
    <w:p w14:paraId="7CE05508" w14:textId="77777777" w:rsidR="005A4099" w:rsidRPr="00C407C3" w:rsidRDefault="005A4099" w:rsidP="005A4099">
      <w:pPr>
        <w:rPr>
          <w:rFonts w:eastAsia="Aptos"/>
          <w:sz w:val="8"/>
          <w:szCs w:val="14"/>
        </w:rPr>
      </w:pPr>
      <w:r w:rsidRPr="00C407C3">
        <w:rPr>
          <w:rFonts w:eastAsia="Aptos"/>
          <w:sz w:val="8"/>
          <w:szCs w:val="14"/>
        </w:rPr>
        <w:t>Another case of this is the Boston Independent Drivers Guild (BIDG) is lobbying the Mas sachusetts legislature for a bill of rights guaranteeing gig workers, among other things: a min imumwage, benefits, the right to dispute deactivation, protections from harassment, and, of course, the right to a union (BIDG 2020). As will be discussing in section five, worker advocacy rarely ends with the workplace. To build a strong coalition in Massachusetts and represent their workers’ interests broadly understood, BIDG further advocates beyond working conditions. Their demands include environmental just (e.g., green vehicle requirements and solar panels) and immigrant rights (e.g., driver’s license for all regardless of citizenship/documentation sta tus) (BIDG 2020).</w:t>
      </w:r>
    </w:p>
    <w:p w14:paraId="452B19A7" w14:textId="77777777" w:rsidR="005A4099" w:rsidRPr="00C407C3" w:rsidRDefault="005A4099" w:rsidP="005A4099">
      <w:pPr>
        <w:rPr>
          <w:rFonts w:eastAsia="Aptos"/>
          <w:sz w:val="8"/>
          <w:szCs w:val="14"/>
        </w:rPr>
      </w:pPr>
      <w:r w:rsidRPr="00C407C3">
        <w:rPr>
          <w:rFonts w:eastAsia="Aptos"/>
          <w:sz w:val="8"/>
          <w:szCs w:val="14"/>
        </w:rPr>
        <w:t>Graduate Students: Re-Imagining the Union Worker</w:t>
      </w:r>
    </w:p>
    <w:p w14:paraId="2183FE5A" w14:textId="77777777" w:rsidR="005A4099" w:rsidRPr="00C407C3" w:rsidRDefault="005A4099" w:rsidP="005A4099">
      <w:pPr>
        <w:rPr>
          <w:rFonts w:eastAsia="Aptos"/>
          <w:sz w:val="8"/>
          <w:szCs w:val="14"/>
        </w:rPr>
      </w:pPr>
      <w:r w:rsidRPr="00C407C3">
        <w:rPr>
          <w:rFonts w:eastAsia="Aptos"/>
          <w:sz w:val="8"/>
          <w:szCs w:val="14"/>
        </w:rPr>
        <w:t>As discussed with gig-workers, one of the significant loci of struggle in the labor move ment today is the very recognition of an employer-employee relationship. Despite many differ ences, this is one apparent similarity between gig workers and graduate students. In countries like Sweden and Finland, with high unionization rates and sympathetic labor laws, graduate student workers have long been considered employees and are unionized (Woldegiyorgis 2018). This is not, however, usually the case in the US, where NLRA protection has been repeatedly granted and deprived of workers at private universities. Despite this, graduate student union ization campaigns have flourished over the last decade, making good use of comprehensive campaigns,27 industrial solidarity, crisis momentum, and a young and energetic bargaining unit.</w:t>
      </w:r>
    </w:p>
    <w:p w14:paraId="5FC17EA3" w14:textId="77777777" w:rsidR="005A4099" w:rsidRPr="00C407C3" w:rsidRDefault="005A4099" w:rsidP="005A4099">
      <w:pPr>
        <w:rPr>
          <w:rFonts w:eastAsia="Aptos"/>
          <w:sz w:val="8"/>
          <w:szCs w:val="14"/>
        </w:rPr>
      </w:pPr>
      <w:r w:rsidRPr="00C407C3">
        <w:rPr>
          <w:rFonts w:eastAsia="Aptos"/>
          <w:sz w:val="8"/>
          <w:szCs w:val="14"/>
        </w:rPr>
        <w:t>Graduate students at public universities in labor-sympathetic mid-western states began to unionize in the late 1960s and early 1970s. For example, the University of Michigan’s Graduate Employees’ Organization (GEO) won its first contract in 1975 after a month-long strike, sup ported by undergrads who boycotted classes and Teamsters who refused to make deliveries to campus (GEO 2020a). However, by 1990, graduate students at only five schools nationwide had unionized. This situation changed in the 1990s, during which graduate student workers at 13 additional public universities won union recognition (Rhoades and Rhoads 2002). In 2000, NYU became the first private university to unionize after the NLRB unanimously ruled that graduate students constitute employees because they perform services for the university in exchange for payment and under the university’s control and direction (Truesdale 2000).</w:t>
      </w:r>
    </w:p>
    <w:p w14:paraId="1D24190B" w14:textId="77777777" w:rsidR="005A4099" w:rsidRPr="00C407C3" w:rsidRDefault="005A4099" w:rsidP="005A4099">
      <w:pPr>
        <w:rPr>
          <w:rFonts w:eastAsia="Aptos"/>
          <w:sz w:val="8"/>
          <w:szCs w:val="14"/>
        </w:rPr>
      </w:pPr>
      <w:r w:rsidRPr="00C407C3">
        <w:rPr>
          <w:rFonts w:eastAsia="Aptos"/>
          <w:sz w:val="8"/>
          <w:szCs w:val="14"/>
        </w:rPr>
        <w:t>The 2000 ruling was not the end of the fight for recognition. In the two decades since, the NLRB has reversed itself twice- coinciding with the partisan make-up of the board: in 2004, Bush’s NLRB denied graduate students NLRA protections, but Obama’s reinstated them in 2016. Since that time, graduate student unions have systematically avoided taking cases to the NLRB for fear of another reversal under Trump’s NLRB. Instead, they have used their power as work ers to strike and conduct broader comprehensive campaigns to pressure universities to “volun tarily” agree to recognize their unions. Thus, despite aggressively avoiding the NLRB, graduate students at four private universities won contracts in 2020: Brown, American, Harvard, and Georgetown (Marcus 2020).28 By 2019, more than 80,000 graduate students across the country were in a recognized union– a 31% growth since 2013 (Hunter, Apkarian, and Naald 2020)– and more than 75 schools have graduate students at some stage of organizing a union (Marcus 2020).</w:t>
      </w:r>
    </w:p>
    <w:p w14:paraId="0CE18F12" w14:textId="77777777" w:rsidR="005A4099" w:rsidRPr="00C407C3" w:rsidRDefault="005A4099" w:rsidP="005A4099">
      <w:pPr>
        <w:rPr>
          <w:rFonts w:eastAsia="Aptos"/>
          <w:sz w:val="8"/>
          <w:szCs w:val="14"/>
        </w:rPr>
      </w:pPr>
      <w:r w:rsidRPr="00C407C3">
        <w:rPr>
          <w:rFonts w:eastAsia="Aptos"/>
          <w:sz w:val="8"/>
          <w:szCs w:val="14"/>
        </w:rPr>
        <w:t>Even once graduate students have a union, perhaps due to their youth29, graduate stu dents have often proved themselves militant organizers. One notable example is at the Univer sity of California Santa-Cruz, where graduate students launched a wildcat strike in early 2020 over a perceived imbalance of wages with the rising cost of living (“We’re California Graduate Students, and We’re Not Taking Poverty Wages Anymore” 2020). As this was an “illegal strike,” the university dismissed 41 of the strike’s organizers. However, due to widespread protests, these workers were re-appointed (Gurley 2020b). As one of the reinstated workers put it: “This is a testament to the power of collective action. We were on the picket line for five weeks. We withheld grades for five months. We had a national boycott going, email campaigns, and re ceived letters from around the world, and now we have our jobs back” (strike organizer quoted in Gurley 2020b). 28In total, eight private universities have contracts with their graduate student workers. The remaining four are Brandeis, Tufts, the New School, and New York University (Marcus 2020). As with most union campaigns, these wins have often been an uphill battle. At Harvard, the unionization process included two elections– as the NLRB threw out the first one due to the administration’s use of “unfair labor practices” to influence the result (Marcus 2020). Similarly, Harvard graduate students launched a 29-day strike during the lead-up to final exams in their fight for a contract (Marcus 2020). 29While young people are less likely to engage in “conventional” forms of political engagement such as voting, they are more likely to engage in “unconventional” or “militant” forms of participation such as protests (Melo and Stockemer 2014). 21</w:t>
      </w:r>
    </w:p>
    <w:p w14:paraId="443A515F" w14:textId="77777777" w:rsidR="005A4099" w:rsidRPr="00C407C3" w:rsidRDefault="005A4099" w:rsidP="005A4099">
      <w:pPr>
        <w:rPr>
          <w:rFonts w:eastAsia="Aptos"/>
          <w:sz w:val="16"/>
        </w:rPr>
      </w:pPr>
      <w:r w:rsidRPr="00C407C3">
        <w:rPr>
          <w:rFonts w:eastAsia="Aptos"/>
          <w:iCs/>
          <w:u w:val="single"/>
          <w:bdr w:val="single" w:sz="8" w:space="0" w:color="auto"/>
        </w:rPr>
        <w:t>Campus organizing</w:t>
      </w:r>
      <w:r w:rsidRPr="00C407C3">
        <w:rPr>
          <w:rFonts w:eastAsia="Aptos"/>
          <w:u w:val="single"/>
        </w:rPr>
        <w:t xml:space="preserve"> has </w:t>
      </w:r>
      <w:r w:rsidRPr="00C407C3">
        <w:rPr>
          <w:rFonts w:eastAsia="Aptos"/>
          <w:iCs/>
          <w:u w:val="single"/>
          <w:bdr w:val="single" w:sz="8" w:space="0" w:color="auto"/>
        </w:rPr>
        <w:t>come to the fore</w:t>
      </w:r>
      <w:r w:rsidRPr="00C407C3">
        <w:rPr>
          <w:rFonts w:eastAsia="Aptos"/>
          <w:u w:val="single"/>
        </w:rPr>
        <w:t xml:space="preserve"> with the coronavirus pandemic</w:t>
      </w:r>
      <w:r w:rsidRPr="00C407C3">
        <w:rPr>
          <w:rFonts w:eastAsia="Aptos"/>
          <w:sz w:val="16"/>
        </w:rPr>
        <w:t xml:space="preserve">. With univer sities making costly life-and-death choices for their employees, graduate student unions have worked to ensure their members had a voice in those decisions. </w:t>
      </w:r>
      <w:r w:rsidRPr="00C407C3">
        <w:rPr>
          <w:rFonts w:eastAsia="Aptos"/>
          <w:u w:val="single"/>
        </w:rPr>
        <w:t>Graduate students across more than 75 universities in the US and Canada</w:t>
      </w:r>
      <w:r w:rsidRPr="00C407C3">
        <w:rPr>
          <w:rFonts w:eastAsia="Aptos"/>
          <w:sz w:val="16"/>
        </w:rPr>
        <w:t xml:space="preserve"> </w:t>
      </w:r>
      <w:r w:rsidRPr="00C407C3">
        <w:rPr>
          <w:rFonts w:eastAsia="Aptos"/>
          <w:iCs/>
          <w:u w:val="single"/>
          <w:bdr w:val="single" w:sz="8" w:space="0" w:color="auto"/>
        </w:rPr>
        <w:t>protested on May Day</w:t>
      </w:r>
      <w:r w:rsidRPr="00C407C3">
        <w:rPr>
          <w:rFonts w:eastAsia="Aptos"/>
          <w:sz w:val="16"/>
        </w:rPr>
        <w:t xml:space="preserve"> </w:t>
      </w:r>
      <w:r w:rsidRPr="00C407C3">
        <w:rPr>
          <w:rFonts w:eastAsia="Aptos"/>
          <w:u w:val="single"/>
        </w:rPr>
        <w:t>2020 for better conditions dur ing the</w:t>
      </w:r>
      <w:r w:rsidRPr="00C407C3">
        <w:rPr>
          <w:rFonts w:eastAsia="Aptos"/>
          <w:sz w:val="16"/>
        </w:rPr>
        <w:t xml:space="preserve"> </w:t>
      </w:r>
      <w:r w:rsidRPr="00C407C3">
        <w:rPr>
          <w:rFonts w:eastAsia="Aptos"/>
          <w:u w:val="single"/>
        </w:rPr>
        <w:t>pandemic</w:t>
      </w:r>
      <w:r w:rsidRPr="00C407C3">
        <w:rPr>
          <w:rFonts w:eastAsia="Aptos"/>
          <w:sz w:val="16"/>
        </w:rPr>
        <w:t xml:space="preserve"> (Retta 2020). Moreover, </w:t>
      </w:r>
      <w:r w:rsidRPr="00C407C3">
        <w:rPr>
          <w:rFonts w:eastAsia="Aptos"/>
          <w:u w:val="single"/>
        </w:rPr>
        <w:t xml:space="preserve">after a </w:t>
      </w:r>
      <w:r w:rsidRPr="00C407C3">
        <w:rPr>
          <w:rFonts w:eastAsia="Aptos"/>
          <w:iCs/>
          <w:u w:val="single"/>
          <w:bdr w:val="single" w:sz="8" w:space="0" w:color="auto"/>
        </w:rPr>
        <w:t>10-day strike</w:t>
      </w:r>
      <w:r w:rsidRPr="00C407C3">
        <w:rPr>
          <w:rFonts w:eastAsia="Aptos"/>
          <w:sz w:val="16"/>
        </w:rPr>
        <w:t xml:space="preserve"> </w:t>
      </w:r>
      <w:r w:rsidRPr="00C407C3">
        <w:rPr>
          <w:rFonts w:eastAsia="Aptos"/>
          <w:u w:val="single"/>
        </w:rPr>
        <w:t>at the University of Michigan</w:t>
      </w:r>
      <w:r w:rsidRPr="00C407C3">
        <w:rPr>
          <w:rFonts w:eastAsia="Aptos"/>
          <w:sz w:val="16"/>
        </w:rPr>
        <w:t xml:space="preserve">, </w:t>
      </w:r>
      <w:r w:rsidRPr="00C407C3">
        <w:rPr>
          <w:rFonts w:eastAsia="Aptos"/>
          <w:u w:val="single"/>
        </w:rPr>
        <w:t xml:space="preserve">which </w:t>
      </w:r>
      <w:r w:rsidRPr="00C407C3">
        <w:rPr>
          <w:rFonts w:eastAsia="Aptos"/>
          <w:iCs/>
          <w:u w:val="single"/>
          <w:bdr w:val="single" w:sz="8" w:space="0" w:color="auto"/>
        </w:rPr>
        <w:t>violated a no-strike commitment</w:t>
      </w:r>
      <w:r w:rsidRPr="00C407C3">
        <w:rPr>
          <w:rFonts w:eastAsia="Aptos"/>
          <w:sz w:val="16"/>
        </w:rPr>
        <w:t xml:space="preserve"> in </w:t>
      </w:r>
      <w:r w:rsidRPr="00C407C3">
        <w:rPr>
          <w:rFonts w:eastAsia="Aptos"/>
          <w:u w:val="single"/>
        </w:rPr>
        <w:t>their contract,</w:t>
      </w:r>
      <w:r w:rsidRPr="00C407C3">
        <w:rPr>
          <w:rFonts w:eastAsia="Aptos"/>
          <w:sz w:val="16"/>
        </w:rPr>
        <w:t xml:space="preserve"> </w:t>
      </w:r>
      <w:r w:rsidRPr="00C407C3">
        <w:rPr>
          <w:rFonts w:eastAsia="Aptos"/>
          <w:highlight w:val="cyan"/>
          <w:u w:val="single"/>
        </w:rPr>
        <w:t>graduate student workers won</w:t>
      </w:r>
      <w:r w:rsidRPr="00C407C3">
        <w:rPr>
          <w:rFonts w:eastAsia="Aptos"/>
          <w:u w:val="single"/>
        </w:rPr>
        <w:t xml:space="preserve"> pan demic </w:t>
      </w:r>
      <w:r w:rsidRPr="00C407C3">
        <w:rPr>
          <w:rFonts w:eastAsia="Aptos"/>
          <w:iCs/>
          <w:highlight w:val="cyan"/>
          <w:u w:val="single"/>
          <w:bdr w:val="single" w:sz="8" w:space="0" w:color="auto"/>
        </w:rPr>
        <w:t>childcare options</w:t>
      </w:r>
      <w:r w:rsidRPr="00C407C3">
        <w:rPr>
          <w:rFonts w:eastAsia="Aptos"/>
          <w:sz w:val="16"/>
        </w:rPr>
        <w:t xml:space="preserve">, </w:t>
      </w:r>
      <w:r w:rsidRPr="00C407C3">
        <w:rPr>
          <w:rFonts w:eastAsia="Aptos"/>
          <w:u w:val="single"/>
        </w:rPr>
        <w:t xml:space="preserve">support for </w:t>
      </w:r>
      <w:r w:rsidRPr="00C407C3">
        <w:rPr>
          <w:rFonts w:eastAsia="Aptos"/>
          <w:iCs/>
          <w:u w:val="single"/>
          <w:bdr w:val="single" w:sz="8" w:space="0" w:color="auto"/>
        </w:rPr>
        <w:t>international</w:t>
      </w:r>
      <w:r w:rsidRPr="00C407C3">
        <w:rPr>
          <w:rFonts w:eastAsia="Aptos"/>
          <w:u w:val="single"/>
        </w:rPr>
        <w:t xml:space="preserve"> graduate </w:t>
      </w:r>
      <w:r w:rsidRPr="00C407C3">
        <w:rPr>
          <w:rFonts w:eastAsia="Aptos"/>
          <w:iCs/>
          <w:u w:val="single"/>
          <w:bdr w:val="single" w:sz="8" w:space="0" w:color="auto"/>
        </w:rPr>
        <w:t>students</w:t>
      </w:r>
      <w:r w:rsidRPr="00C407C3">
        <w:rPr>
          <w:rFonts w:eastAsia="Aptos"/>
          <w:sz w:val="16"/>
        </w:rPr>
        <w:t xml:space="preserve">, </w:t>
      </w:r>
      <w:r w:rsidRPr="00C407C3">
        <w:rPr>
          <w:rFonts w:eastAsia="Aptos"/>
          <w:iCs/>
          <w:u w:val="single"/>
          <w:bdr w:val="single" w:sz="8" w:space="0" w:color="auto"/>
        </w:rPr>
        <w:t>transparent</w:t>
      </w:r>
      <w:r w:rsidRPr="00C407C3">
        <w:rPr>
          <w:rFonts w:eastAsia="Aptos"/>
          <w:u w:val="single"/>
        </w:rPr>
        <w:t xml:space="preserve"> COVID-19 test ing </w:t>
      </w:r>
      <w:r w:rsidRPr="00C407C3">
        <w:rPr>
          <w:rFonts w:eastAsia="Aptos"/>
          <w:iCs/>
          <w:u w:val="single"/>
          <w:bdr w:val="single" w:sz="8" w:space="0" w:color="auto"/>
        </w:rPr>
        <w:t>protocols</w:t>
      </w:r>
      <w:r w:rsidRPr="00C407C3">
        <w:rPr>
          <w:rFonts w:eastAsia="Aptos"/>
          <w:sz w:val="16"/>
        </w:rPr>
        <w:t xml:space="preserve">, </w:t>
      </w:r>
      <w:r w:rsidRPr="00C407C3">
        <w:rPr>
          <w:rFonts w:eastAsia="Aptos"/>
          <w:u w:val="single"/>
        </w:rPr>
        <w:t xml:space="preserve">and a commitment to </w:t>
      </w:r>
      <w:r w:rsidRPr="00C407C3">
        <w:rPr>
          <w:rFonts w:eastAsia="Aptos"/>
          <w:iCs/>
          <w:u w:val="single"/>
          <w:bdr w:val="single" w:sz="8" w:space="0" w:color="auto"/>
        </w:rPr>
        <w:t>review campus policing</w:t>
      </w:r>
      <w:r w:rsidRPr="00C407C3">
        <w:rPr>
          <w:rFonts w:eastAsia="Aptos"/>
          <w:sz w:val="16"/>
        </w:rPr>
        <w:t xml:space="preserve"> (GEO 2020b). As the other workers discussed in this section have also shown– </w:t>
      </w:r>
      <w:r w:rsidRPr="00C407C3">
        <w:rPr>
          <w:rFonts w:eastAsia="Aptos"/>
          <w:u w:val="single"/>
        </w:rPr>
        <w:t xml:space="preserve">graduate student workers prove that </w:t>
      </w:r>
      <w:r w:rsidRPr="00C407C3">
        <w:rPr>
          <w:rFonts w:eastAsia="Aptos"/>
          <w:highlight w:val="cyan"/>
          <w:u w:val="single"/>
        </w:rPr>
        <w:t xml:space="preserve">being </w:t>
      </w:r>
      <w:r w:rsidRPr="00C407C3">
        <w:rPr>
          <w:rFonts w:eastAsia="Aptos"/>
          <w:iCs/>
          <w:highlight w:val="cyan"/>
          <w:u w:val="single"/>
          <w:bdr w:val="single" w:sz="8" w:space="0" w:color="auto"/>
        </w:rPr>
        <w:t>left out of the NLRA does not mean</w:t>
      </w:r>
      <w:r w:rsidRPr="00C407C3">
        <w:rPr>
          <w:rFonts w:eastAsia="Aptos"/>
          <w:iCs/>
          <w:u w:val="single"/>
          <w:bdr w:val="single" w:sz="8" w:space="0" w:color="auto"/>
        </w:rPr>
        <w:t xml:space="preserve"> </w:t>
      </w:r>
      <w:r w:rsidRPr="00C407C3">
        <w:rPr>
          <w:rFonts w:eastAsia="Aptos"/>
          <w:iCs/>
          <w:highlight w:val="cyan"/>
          <w:u w:val="single"/>
          <w:bdr w:val="single" w:sz="8" w:space="0" w:color="auto"/>
        </w:rPr>
        <w:t>they cannot</w:t>
      </w:r>
      <w:r w:rsidRPr="00C407C3">
        <w:rPr>
          <w:rFonts w:eastAsia="Aptos"/>
          <w:iCs/>
          <w:u w:val="single"/>
          <w:bdr w:val="single" w:sz="8" w:space="0" w:color="auto"/>
        </w:rPr>
        <w:t xml:space="preserve"> </w:t>
      </w:r>
      <w:r w:rsidRPr="00C407C3">
        <w:rPr>
          <w:rFonts w:eastAsia="Aptos"/>
          <w:iCs/>
          <w:highlight w:val="cyan"/>
          <w:u w:val="single"/>
          <w:bdr w:val="single" w:sz="8" w:space="0" w:color="auto"/>
        </w:rPr>
        <w:t>win</w:t>
      </w:r>
      <w:r w:rsidRPr="00C407C3">
        <w:rPr>
          <w:rFonts w:eastAsia="Aptos"/>
          <w:sz w:val="16"/>
        </w:rPr>
        <w:t>.</w:t>
      </w:r>
    </w:p>
    <w:p w14:paraId="0C508D52" w14:textId="77777777" w:rsidR="005A4099" w:rsidRPr="00C407C3" w:rsidRDefault="005A4099" w:rsidP="005A4099">
      <w:pPr>
        <w:rPr>
          <w:rFonts w:eastAsia="Aptos"/>
          <w:sz w:val="16"/>
        </w:rPr>
      </w:pPr>
      <w:r w:rsidRPr="00C407C3">
        <w:rPr>
          <w:rFonts w:eastAsia="Aptos"/>
          <w:u w:val="single"/>
        </w:rPr>
        <w:t>Graduate student workers are</w:t>
      </w:r>
      <w:r w:rsidRPr="00C407C3">
        <w:rPr>
          <w:rFonts w:eastAsia="Aptos"/>
          <w:sz w:val="16"/>
        </w:rPr>
        <w:t xml:space="preserve"> also </w:t>
      </w:r>
      <w:r w:rsidRPr="00C407C3">
        <w:rPr>
          <w:rFonts w:eastAsia="Aptos"/>
          <w:u w:val="single"/>
        </w:rPr>
        <w:t xml:space="preserve">challenging conceptions of </w:t>
      </w:r>
      <w:r w:rsidRPr="00C407C3">
        <w:rPr>
          <w:rFonts w:eastAsia="Aptos"/>
          <w:iCs/>
          <w:u w:val="single"/>
          <w:bdr w:val="single" w:sz="8" w:space="0" w:color="auto"/>
        </w:rPr>
        <w:t>who should unionize</w:t>
      </w:r>
      <w:r w:rsidRPr="00C407C3">
        <w:rPr>
          <w:rFonts w:eastAsia="Aptos"/>
          <w:sz w:val="16"/>
        </w:rPr>
        <w:t>. Traditional ideas of the working-class focus on the “blue-collar” identity forged in factories and mines. The organizing of “white-collar,” relatively high status, graduate student workers shows that even those employed in professional workplaces want unions to manage the power-imbalances and the precarity in their employment relations.30 This is not the first time this has happened. In the throes of the Great Depression, many workers who had seen themselves as “individual ists,” especially news reporters, unionized (Tiku 2018).31 Journalists are again unionizing today (Greenhouse 2019). Organizing these “professional” workers presents the possibility (though indeed not the inevitability) of broader solidarity among different types of workers.</w:t>
      </w:r>
    </w:p>
    <w:p w14:paraId="724E6866" w14:textId="2098F64D" w:rsidR="00BA6FB2" w:rsidRPr="00BA6FB2" w:rsidRDefault="00BA6FB2" w:rsidP="00BA6FB2">
      <w:pPr>
        <w:keepNext/>
        <w:keepLines/>
        <w:pageBreakBefore/>
        <w:tabs>
          <w:tab w:val="left" w:pos="8730"/>
        </w:tabs>
        <w:spacing w:before="40" w:after="0"/>
        <w:jc w:val="center"/>
        <w:outlineLvl w:val="2"/>
        <w:rPr>
          <w:rFonts w:eastAsia="Times New Roman"/>
          <w:b/>
          <w:sz w:val="32"/>
          <w:szCs w:val="24"/>
          <w:u w:val="single"/>
        </w:rPr>
      </w:pPr>
      <w:r w:rsidRPr="00BA6FB2">
        <w:rPr>
          <w:rFonts w:eastAsia="Times New Roman"/>
          <w:b/>
          <w:sz w:val="32"/>
          <w:szCs w:val="24"/>
          <w:u w:val="single"/>
        </w:rPr>
        <w:t>Impact – Climate – AT: Markets Solve</w:t>
      </w:r>
    </w:p>
    <w:p w14:paraId="4507FD2D" w14:textId="77777777" w:rsidR="00BA6FB2" w:rsidRPr="00BA6FB2" w:rsidRDefault="00BA6FB2" w:rsidP="00BA6FB2">
      <w:pPr>
        <w:keepNext/>
        <w:keepLines/>
        <w:spacing w:before="40" w:after="0"/>
        <w:outlineLvl w:val="3"/>
        <w:rPr>
          <w:rFonts w:eastAsia="Times New Roman"/>
          <w:b/>
          <w:iCs/>
          <w:color w:val="071320"/>
          <w:sz w:val="26"/>
        </w:rPr>
      </w:pPr>
      <w:r w:rsidRPr="00BA6FB2">
        <w:rPr>
          <w:rFonts w:eastAsia="Times New Roman"/>
          <w:b/>
          <w:iCs/>
          <w:color w:val="071320"/>
          <w:sz w:val="26"/>
        </w:rPr>
        <w:t xml:space="preserve">1. </w:t>
      </w:r>
      <w:bookmarkStart w:id="0" w:name="_Hlk207278825"/>
      <w:r w:rsidRPr="00BA6FB2">
        <w:rPr>
          <w:rFonts w:eastAsia="Times New Roman"/>
          <w:b/>
          <w:iCs/>
          <w:color w:val="071320"/>
          <w:sz w:val="26"/>
        </w:rPr>
        <w:t xml:space="preserve">Market </w:t>
      </w:r>
      <w:r w:rsidRPr="00BA6FB2">
        <w:rPr>
          <w:rFonts w:eastAsia="Times New Roman"/>
          <w:b/>
          <w:iCs/>
          <w:color w:val="071320"/>
          <w:sz w:val="26"/>
          <w:u w:val="single"/>
        </w:rPr>
        <w:t>discipline</w:t>
      </w:r>
      <w:r w:rsidRPr="00BA6FB2">
        <w:rPr>
          <w:rFonts w:eastAsia="Times New Roman"/>
          <w:b/>
          <w:iCs/>
          <w:color w:val="071320"/>
          <w:sz w:val="26"/>
        </w:rPr>
        <w:t xml:space="preserve"> and </w:t>
      </w:r>
      <w:r w:rsidRPr="00BA6FB2">
        <w:rPr>
          <w:rFonts w:eastAsia="Times New Roman"/>
          <w:b/>
          <w:iCs/>
          <w:color w:val="071320"/>
          <w:sz w:val="26"/>
          <w:u w:val="single"/>
        </w:rPr>
        <w:t>inequality</w:t>
      </w:r>
      <w:r w:rsidRPr="00BA6FB2">
        <w:rPr>
          <w:rFonts w:eastAsia="Times New Roman"/>
          <w:b/>
          <w:iCs/>
          <w:color w:val="071320"/>
          <w:sz w:val="26"/>
        </w:rPr>
        <w:t xml:space="preserve"> lacks political legitimacy. That causes </w:t>
      </w:r>
      <w:r w:rsidRPr="00BA6FB2">
        <w:rPr>
          <w:rFonts w:eastAsia="Times New Roman"/>
          <w:b/>
          <w:iCs/>
          <w:color w:val="071320"/>
          <w:sz w:val="26"/>
          <w:u w:val="single"/>
        </w:rPr>
        <w:t>populism</w:t>
      </w:r>
      <w:r w:rsidRPr="00BA6FB2">
        <w:rPr>
          <w:rFonts w:eastAsia="Times New Roman"/>
          <w:b/>
          <w:iCs/>
          <w:color w:val="071320"/>
          <w:sz w:val="26"/>
        </w:rPr>
        <w:t xml:space="preserve">, inequality, and disillusionment which both </w:t>
      </w:r>
      <w:r w:rsidRPr="00BA6FB2">
        <w:rPr>
          <w:rFonts w:eastAsia="Times New Roman"/>
          <w:b/>
          <w:iCs/>
          <w:color w:val="071320"/>
          <w:sz w:val="26"/>
          <w:u w:val="single"/>
        </w:rPr>
        <w:t>reproduces fascism</w:t>
      </w:r>
      <w:r w:rsidRPr="00BA6FB2">
        <w:rPr>
          <w:rFonts w:eastAsia="Times New Roman"/>
          <w:b/>
          <w:iCs/>
          <w:color w:val="071320"/>
          <w:sz w:val="26"/>
        </w:rPr>
        <w:t xml:space="preserve"> </w:t>
      </w:r>
      <w:bookmarkEnd w:id="0"/>
      <w:r w:rsidRPr="00BA6FB2">
        <w:rPr>
          <w:rFonts w:eastAsia="Times New Roman"/>
          <w:b/>
          <w:iCs/>
          <w:color w:val="071320"/>
          <w:sz w:val="26"/>
        </w:rPr>
        <w:t xml:space="preserve">AND prevents a just transition. Trump will certainly </w:t>
      </w:r>
      <w:r w:rsidRPr="00BA6FB2">
        <w:rPr>
          <w:rFonts w:eastAsia="Times New Roman"/>
          <w:b/>
          <w:iCs/>
          <w:color w:val="071320"/>
          <w:sz w:val="26"/>
          <w:u w:val="single"/>
        </w:rPr>
        <w:t>double down</w:t>
      </w:r>
      <w:r w:rsidRPr="00BA6FB2">
        <w:rPr>
          <w:rFonts w:eastAsia="Times New Roman"/>
          <w:b/>
          <w:iCs/>
          <w:color w:val="071320"/>
          <w:sz w:val="26"/>
        </w:rPr>
        <w:t xml:space="preserve"> on deregulation.</w:t>
      </w:r>
    </w:p>
    <w:p w14:paraId="5E888562" w14:textId="77777777" w:rsidR="00BA6FB2" w:rsidRPr="00BA6FB2" w:rsidRDefault="00BA6FB2" w:rsidP="00BA6FB2">
      <w:pPr>
        <w:keepNext/>
        <w:keepLines/>
        <w:spacing w:before="40" w:after="0"/>
        <w:outlineLvl w:val="3"/>
        <w:rPr>
          <w:rFonts w:eastAsia="Times New Roman"/>
          <w:b/>
          <w:iCs/>
          <w:sz w:val="26"/>
        </w:rPr>
      </w:pPr>
      <w:r w:rsidRPr="00BA6FB2">
        <w:rPr>
          <w:rFonts w:eastAsia="Times New Roman"/>
          <w:b/>
          <w:iCs/>
          <w:sz w:val="26"/>
        </w:rPr>
        <w:t xml:space="preserve">2. Asset-manager capitalism </w:t>
      </w:r>
      <w:r w:rsidRPr="00BA6FB2">
        <w:rPr>
          <w:rFonts w:eastAsia="Times New Roman"/>
          <w:b/>
          <w:iCs/>
          <w:sz w:val="26"/>
          <w:u w:val="single"/>
        </w:rPr>
        <w:t>destroys</w:t>
      </w:r>
      <w:r w:rsidRPr="00BA6FB2">
        <w:rPr>
          <w:rFonts w:eastAsia="Times New Roman"/>
          <w:b/>
          <w:iCs/>
          <w:sz w:val="26"/>
        </w:rPr>
        <w:t xml:space="preserve"> market solvency because </w:t>
      </w:r>
      <w:r w:rsidRPr="00BA6FB2">
        <w:rPr>
          <w:rFonts w:eastAsia="Times New Roman"/>
          <w:b/>
          <w:iCs/>
          <w:sz w:val="26"/>
          <w:u w:val="single"/>
        </w:rPr>
        <w:t>profits</w:t>
      </w:r>
      <w:r w:rsidRPr="00BA6FB2">
        <w:rPr>
          <w:rFonts w:eastAsia="Times New Roman"/>
          <w:b/>
          <w:iCs/>
          <w:sz w:val="26"/>
        </w:rPr>
        <w:t xml:space="preserve">, not </w:t>
      </w:r>
      <w:r w:rsidRPr="00BA6FB2">
        <w:rPr>
          <w:rFonts w:eastAsia="Times New Roman"/>
          <w:b/>
          <w:iCs/>
          <w:sz w:val="26"/>
          <w:u w:val="single"/>
        </w:rPr>
        <w:t>prices</w:t>
      </w:r>
      <w:r w:rsidRPr="00BA6FB2">
        <w:rPr>
          <w:rFonts w:eastAsia="Times New Roman"/>
          <w:b/>
          <w:iCs/>
          <w:sz w:val="26"/>
        </w:rPr>
        <w:t xml:space="preserve"> are the key to investment.  Market signals are </w:t>
      </w:r>
      <w:r w:rsidRPr="00BA6FB2">
        <w:rPr>
          <w:rFonts w:eastAsia="Times New Roman"/>
          <w:b/>
          <w:iCs/>
          <w:sz w:val="26"/>
          <w:u w:val="single"/>
        </w:rPr>
        <w:t>too slow</w:t>
      </w:r>
      <w:r w:rsidRPr="00BA6FB2">
        <w:rPr>
          <w:rFonts w:eastAsia="Times New Roman"/>
          <w:b/>
          <w:iCs/>
          <w:sz w:val="26"/>
        </w:rPr>
        <w:t xml:space="preserve">. Only our alternative is realistic and feasible because public investment doesn’t require short-term profit.   </w:t>
      </w:r>
    </w:p>
    <w:p w14:paraId="3671D8DE" w14:textId="77777777" w:rsidR="00BA6FB2" w:rsidRPr="00BA6FB2" w:rsidRDefault="00BA6FB2" w:rsidP="00BA6FB2">
      <w:pPr>
        <w:rPr>
          <w:rFonts w:eastAsia="Aptos"/>
        </w:rPr>
      </w:pPr>
      <w:r w:rsidRPr="00BA6FB2">
        <w:rPr>
          <w:rFonts w:eastAsia="Aptos"/>
        </w:rPr>
        <w:t xml:space="preserve">William </w:t>
      </w:r>
      <w:r w:rsidRPr="00BA6FB2">
        <w:rPr>
          <w:rFonts w:eastAsia="Aptos"/>
          <w:b/>
          <w:bCs/>
          <w:sz w:val="26"/>
        </w:rPr>
        <w:t>DAVIES</w:t>
      </w:r>
      <w:r w:rsidRPr="00BA6FB2">
        <w:rPr>
          <w:rFonts w:eastAsia="Aptos"/>
        </w:rPr>
        <w:t xml:space="preserve"> Politics &amp; Int’l Relations @ Goldsmith’s Co-Director Interdisciplinary Political Economy Research Centre </w:t>
      </w:r>
      <w:r w:rsidRPr="00BA6FB2">
        <w:rPr>
          <w:rFonts w:eastAsia="Aptos"/>
          <w:b/>
          <w:bCs/>
          <w:sz w:val="26"/>
        </w:rPr>
        <w:t>’24</w:t>
      </w:r>
      <w:r w:rsidRPr="00BA6FB2">
        <w:rPr>
          <w:rFonts w:eastAsia="Aptos"/>
        </w:rPr>
        <w:t xml:space="preserve"> https://www.lrb.co.uk/the-paper/v46/n07/william-davies/antimarket</w:t>
      </w:r>
    </w:p>
    <w:p w14:paraId="48999570" w14:textId="77777777" w:rsidR="00BA6FB2" w:rsidRPr="00BA6FB2" w:rsidRDefault="00BA6FB2" w:rsidP="00BA6FB2">
      <w:pPr>
        <w:rPr>
          <w:rFonts w:eastAsia="Aptos"/>
          <w:sz w:val="16"/>
        </w:rPr>
      </w:pPr>
      <w:r w:rsidRPr="00BA6FB2">
        <w:rPr>
          <w:rFonts w:eastAsia="Aptos"/>
          <w:sz w:val="16"/>
        </w:rPr>
        <w:t>The​ words ‘</w:t>
      </w:r>
      <w:r w:rsidRPr="00BA6FB2">
        <w:rPr>
          <w:rFonts w:eastAsia="Aptos"/>
          <w:u w:val="single"/>
        </w:rPr>
        <w:t>market’ and ‘capitalism’ are</w:t>
      </w:r>
      <w:r w:rsidRPr="00BA6FB2">
        <w:rPr>
          <w:rFonts w:eastAsia="Aptos"/>
          <w:sz w:val="16"/>
        </w:rPr>
        <w:t xml:space="preserve"> frequently </w:t>
      </w:r>
      <w:r w:rsidRPr="00BA6FB2">
        <w:rPr>
          <w:rFonts w:eastAsia="Aptos"/>
          <w:u w:val="single"/>
        </w:rPr>
        <w:t>used as if they were synonymous</w:t>
      </w:r>
      <w:r w:rsidRPr="00BA6FB2">
        <w:rPr>
          <w:rFonts w:eastAsia="Aptos"/>
          <w:sz w:val="16"/>
        </w:rPr>
        <w:t xml:space="preserve">. Especially where someone is defending the ‘free market’, it is generally understood that they are also making an argument for ‘capitalism’. Yet </w:t>
      </w:r>
      <w:r w:rsidRPr="00BA6FB2">
        <w:rPr>
          <w:rFonts w:eastAsia="Aptos"/>
          <w:u w:val="single"/>
        </w:rPr>
        <w:t>the</w:t>
      </w:r>
      <w:r w:rsidRPr="00BA6FB2">
        <w:rPr>
          <w:rFonts w:eastAsia="Aptos"/>
          <w:sz w:val="16"/>
        </w:rPr>
        <w:t xml:space="preserve"> two </w:t>
      </w:r>
      <w:r w:rsidRPr="00BA6FB2">
        <w:rPr>
          <w:rFonts w:eastAsia="Aptos"/>
          <w:u w:val="single"/>
        </w:rPr>
        <w:t>terms</w:t>
      </w:r>
      <w:r w:rsidRPr="00BA6FB2">
        <w:rPr>
          <w:rFonts w:eastAsia="Aptos"/>
          <w:sz w:val="16"/>
        </w:rPr>
        <w:t xml:space="preserve"> can also </w:t>
      </w:r>
      <w:r w:rsidRPr="00BA6FB2">
        <w:rPr>
          <w:rFonts w:eastAsia="Aptos"/>
          <w:u w:val="single"/>
        </w:rPr>
        <w:t>denote</w:t>
      </w:r>
      <w:r w:rsidRPr="00BA6FB2">
        <w:rPr>
          <w:rFonts w:eastAsia="Aptos"/>
          <w:sz w:val="16"/>
        </w:rPr>
        <w:t xml:space="preserve"> very </w:t>
      </w:r>
      <w:r w:rsidRPr="00BA6FB2">
        <w:rPr>
          <w:rFonts w:eastAsia="Aptos"/>
          <w:u w:val="single"/>
        </w:rPr>
        <w:t>different</w:t>
      </w:r>
      <w:r w:rsidRPr="00BA6FB2">
        <w:rPr>
          <w:rFonts w:eastAsia="Aptos"/>
          <w:sz w:val="16"/>
        </w:rPr>
        <w:t xml:space="preserve"> sets of </w:t>
      </w:r>
      <w:r w:rsidRPr="00BA6FB2">
        <w:rPr>
          <w:rFonts w:eastAsia="Aptos"/>
          <w:u w:val="single"/>
        </w:rPr>
        <w:t>institutions and logics</w:t>
      </w:r>
      <w:r w:rsidRPr="00BA6FB2">
        <w:rPr>
          <w:rFonts w:eastAsia="Aptos"/>
          <w:sz w:val="16"/>
        </w:rPr>
        <w:t>. According to the taxonomy developed by the economic historian Fernand Braudel, they may even be opposed to each other.</w:t>
      </w:r>
    </w:p>
    <w:p w14:paraId="4706CCE4" w14:textId="77777777" w:rsidR="00BA6FB2" w:rsidRPr="00BA6FB2" w:rsidRDefault="00BA6FB2" w:rsidP="00BA6FB2">
      <w:pPr>
        <w:rPr>
          <w:rFonts w:eastAsia="Aptos"/>
          <w:sz w:val="16"/>
        </w:rPr>
      </w:pPr>
      <w:r w:rsidRPr="00BA6FB2">
        <w:rPr>
          <w:rFonts w:eastAsia="Aptos"/>
          <w:u w:val="single"/>
        </w:rPr>
        <w:t>In Braudel’s analogy</w:t>
      </w:r>
      <w:r w:rsidRPr="00BA6FB2">
        <w:rPr>
          <w:rFonts w:eastAsia="Aptos"/>
          <w:sz w:val="16"/>
        </w:rPr>
        <w:t xml:space="preserve">, </w:t>
      </w:r>
      <w:r w:rsidRPr="00BA6FB2">
        <w:rPr>
          <w:rFonts w:eastAsia="Aptos"/>
          <w:u w:val="single"/>
        </w:rPr>
        <w:t>long phases of economic history are layered one on top of another like the storeys of a house</w:t>
      </w:r>
      <w:r w:rsidRPr="00BA6FB2">
        <w:rPr>
          <w:rFonts w:eastAsia="Aptos"/>
          <w:sz w:val="16"/>
        </w:rPr>
        <w:t xml:space="preserve">. </w:t>
      </w:r>
      <w:r w:rsidRPr="00BA6FB2">
        <w:rPr>
          <w:rFonts w:eastAsia="Aptos"/>
          <w:u w:val="single"/>
        </w:rPr>
        <w:t>At the bottom is ‘material life’</w:t>
      </w:r>
      <w:r w:rsidRPr="00BA6FB2">
        <w:rPr>
          <w:rFonts w:eastAsia="Aptos"/>
          <w:sz w:val="16"/>
        </w:rPr>
        <w:t xml:space="preserve">, an opaque world of </w:t>
      </w:r>
      <w:r w:rsidRPr="00BA6FB2">
        <w:rPr>
          <w:rFonts w:eastAsia="Aptos"/>
          <w:highlight w:val="cyan"/>
          <w:u w:val="single"/>
        </w:rPr>
        <w:t>basic</w:t>
      </w:r>
      <w:r w:rsidRPr="00BA6FB2">
        <w:rPr>
          <w:rFonts w:eastAsia="Aptos"/>
          <w:u w:val="single"/>
        </w:rPr>
        <w:t xml:space="preserve"> consumption</w:t>
      </w:r>
      <w:r w:rsidRPr="00BA6FB2">
        <w:rPr>
          <w:rFonts w:eastAsia="Aptos"/>
          <w:sz w:val="16"/>
        </w:rPr>
        <w:t xml:space="preserve">, </w:t>
      </w:r>
      <w:r w:rsidRPr="00BA6FB2">
        <w:rPr>
          <w:rFonts w:eastAsia="Aptos"/>
          <w:u w:val="single"/>
        </w:rPr>
        <w:t>production and reproduction</w:t>
      </w:r>
      <w:r w:rsidRPr="00BA6FB2">
        <w:rPr>
          <w:rFonts w:eastAsia="Aptos"/>
          <w:sz w:val="16"/>
        </w:rPr>
        <w:t xml:space="preserve">. </w:t>
      </w:r>
      <w:r w:rsidRPr="00BA6FB2">
        <w:rPr>
          <w:rFonts w:eastAsia="Aptos"/>
          <w:u w:val="single"/>
        </w:rPr>
        <w:t>Above this sits ‘economic life’</w:t>
      </w:r>
      <w:r w:rsidRPr="00BA6FB2">
        <w:rPr>
          <w:rFonts w:eastAsia="Aptos"/>
          <w:sz w:val="16"/>
        </w:rPr>
        <w:t xml:space="preserve">, </w:t>
      </w:r>
      <w:r w:rsidRPr="00BA6FB2">
        <w:rPr>
          <w:rFonts w:eastAsia="Aptos"/>
          <w:u w:val="single"/>
        </w:rPr>
        <w:t>the world of markets</w:t>
      </w:r>
      <w:r w:rsidRPr="00BA6FB2">
        <w:rPr>
          <w:rFonts w:eastAsia="Aptos"/>
          <w:sz w:val="16"/>
        </w:rPr>
        <w:t>, in</w:t>
      </w:r>
      <w:r w:rsidRPr="00BA6FB2">
        <w:rPr>
          <w:rFonts w:eastAsia="Aptos"/>
          <w:u w:val="single"/>
        </w:rPr>
        <w:t xml:space="preserve"> which people encounter one another as equals</w:t>
      </w:r>
      <w:r w:rsidRPr="00BA6FB2">
        <w:rPr>
          <w:rFonts w:eastAsia="Aptos"/>
          <w:sz w:val="16"/>
        </w:rPr>
        <w:t xml:space="preserve"> in relations of exchange, but also as potential competitors. </w:t>
      </w:r>
      <w:r w:rsidRPr="00BA6FB2">
        <w:rPr>
          <w:rFonts w:eastAsia="Aptos"/>
          <w:highlight w:val="cyan"/>
          <w:u w:val="single"/>
        </w:rPr>
        <w:t>Markets</w:t>
      </w:r>
      <w:r w:rsidRPr="00BA6FB2">
        <w:rPr>
          <w:rFonts w:eastAsia="Aptos"/>
          <w:u w:val="single"/>
        </w:rPr>
        <w:t xml:space="preserve"> </w:t>
      </w:r>
      <w:r w:rsidRPr="00BA6FB2">
        <w:rPr>
          <w:rFonts w:eastAsia="Aptos"/>
          <w:highlight w:val="cyan"/>
          <w:u w:val="single"/>
        </w:rPr>
        <w:t xml:space="preserve">are </w:t>
      </w:r>
      <w:r w:rsidRPr="00BA6FB2">
        <w:rPr>
          <w:rFonts w:eastAsia="Aptos"/>
          <w:u w:val="single"/>
        </w:rPr>
        <w:t>characterised</w:t>
      </w:r>
      <w:r w:rsidRPr="00BA6FB2">
        <w:rPr>
          <w:rFonts w:eastAsia="Aptos"/>
          <w:sz w:val="16"/>
        </w:rPr>
        <w:t xml:space="preserve"> </w:t>
      </w:r>
      <w:r w:rsidRPr="00BA6FB2">
        <w:rPr>
          <w:rFonts w:eastAsia="Aptos"/>
          <w:u w:val="single"/>
        </w:rPr>
        <w:t xml:space="preserve">by </w:t>
      </w:r>
      <w:r w:rsidRPr="00BA6FB2">
        <w:rPr>
          <w:rFonts w:eastAsia="Aptos"/>
          <w:highlight w:val="cyan"/>
          <w:u w:val="single"/>
        </w:rPr>
        <w:t>transparency</w:t>
      </w:r>
      <w:r w:rsidRPr="00BA6FB2">
        <w:rPr>
          <w:rFonts w:eastAsia="Aptos"/>
          <w:u w:val="single"/>
        </w:rPr>
        <w:t>: prices are public</w:t>
      </w:r>
      <w:r w:rsidRPr="00BA6FB2">
        <w:rPr>
          <w:rFonts w:eastAsia="Aptos"/>
          <w:sz w:val="16"/>
        </w:rPr>
        <w:t xml:space="preserve">, and all </w:t>
      </w:r>
      <w:r w:rsidRPr="00BA6FB2">
        <w:rPr>
          <w:rFonts w:eastAsia="Aptos"/>
          <w:u w:val="single"/>
        </w:rPr>
        <w:t>relevant activity is visible</w:t>
      </w:r>
      <w:r w:rsidRPr="00BA6FB2">
        <w:rPr>
          <w:rFonts w:eastAsia="Aptos"/>
          <w:sz w:val="16"/>
        </w:rPr>
        <w:t xml:space="preserve"> to everyone. And b</w:t>
      </w:r>
      <w:r w:rsidRPr="00BA6FB2">
        <w:rPr>
          <w:rFonts w:eastAsia="Aptos"/>
          <w:u w:val="single"/>
        </w:rPr>
        <w:t>ecause of competition, profits are minimal,</w:t>
      </w:r>
      <w:r w:rsidRPr="00BA6FB2">
        <w:rPr>
          <w:rFonts w:eastAsia="Aptos"/>
          <w:sz w:val="16"/>
        </w:rPr>
        <w:t xml:space="preserve"> little more than a ‘wage’ for the seller. </w:t>
      </w:r>
      <w:r w:rsidRPr="00BA6FB2">
        <w:rPr>
          <w:rFonts w:eastAsia="Aptos"/>
          <w:u w:val="single"/>
        </w:rPr>
        <w:t>Sitting on top of ‘economic life’</w:t>
      </w:r>
      <w:r w:rsidRPr="00BA6FB2">
        <w:rPr>
          <w:rFonts w:eastAsia="Aptos"/>
          <w:sz w:val="16"/>
        </w:rPr>
        <w:t xml:space="preserve"> </w:t>
      </w:r>
      <w:r w:rsidRPr="00BA6FB2">
        <w:rPr>
          <w:rFonts w:eastAsia="Aptos"/>
          <w:u w:val="single"/>
        </w:rPr>
        <w:t>is ‘</w:t>
      </w:r>
      <w:r w:rsidRPr="00BA6FB2">
        <w:rPr>
          <w:rFonts w:eastAsia="Aptos"/>
          <w:highlight w:val="cyan"/>
          <w:u w:val="single"/>
        </w:rPr>
        <w:t>capitalism’</w:t>
      </w:r>
      <w:r w:rsidRPr="00BA6FB2">
        <w:rPr>
          <w:rFonts w:eastAsia="Aptos"/>
          <w:sz w:val="16"/>
        </w:rPr>
        <w:t xml:space="preserve">. This, as Braudel sees it, </w:t>
      </w:r>
      <w:r w:rsidRPr="00BA6FB2">
        <w:rPr>
          <w:rFonts w:eastAsia="Aptos"/>
          <w:highlight w:val="cyan"/>
          <w:u w:val="single"/>
        </w:rPr>
        <w:t>is</w:t>
      </w:r>
      <w:r w:rsidRPr="00BA6FB2">
        <w:rPr>
          <w:rFonts w:eastAsia="Aptos"/>
          <w:sz w:val="16"/>
        </w:rPr>
        <w:t xml:space="preserve"> </w:t>
      </w:r>
      <w:r w:rsidRPr="00BA6FB2">
        <w:rPr>
          <w:rFonts w:eastAsia="Aptos"/>
          <w:u w:val="single"/>
        </w:rPr>
        <w:t xml:space="preserve">the zone of </w:t>
      </w:r>
      <w:r w:rsidRPr="00BA6FB2">
        <w:rPr>
          <w:rFonts w:eastAsia="Aptos"/>
          <w:highlight w:val="cyan"/>
          <w:u w:val="single"/>
        </w:rPr>
        <w:t>the ‘</w:t>
      </w:r>
      <w:r w:rsidRPr="00BA6FB2">
        <w:rPr>
          <w:rFonts w:eastAsia="Aptos"/>
          <w:iCs/>
          <w:highlight w:val="cyan"/>
          <w:u w:val="single"/>
          <w:bdr w:val="single" w:sz="8" w:space="0" w:color="auto"/>
        </w:rPr>
        <w:t>antimarket’</w:t>
      </w:r>
      <w:r w:rsidRPr="00BA6FB2">
        <w:rPr>
          <w:rFonts w:eastAsia="Aptos"/>
          <w:sz w:val="16"/>
        </w:rPr>
        <w:t xml:space="preserve">: a world of </w:t>
      </w:r>
      <w:r w:rsidRPr="00BA6FB2">
        <w:rPr>
          <w:rFonts w:eastAsia="Aptos"/>
          <w:highlight w:val="cyan"/>
          <w:u w:val="single"/>
        </w:rPr>
        <w:t>opacity, monopoly,</w:t>
      </w:r>
      <w:r w:rsidRPr="00BA6FB2">
        <w:rPr>
          <w:rFonts w:eastAsia="Aptos"/>
          <w:sz w:val="16"/>
          <w:highlight w:val="cyan"/>
        </w:rPr>
        <w:t xml:space="preserve"> </w:t>
      </w:r>
      <w:r w:rsidRPr="00BA6FB2">
        <w:rPr>
          <w:rFonts w:eastAsia="Aptos"/>
          <w:highlight w:val="cyan"/>
          <w:u w:val="single"/>
        </w:rPr>
        <w:t xml:space="preserve">concentration of </w:t>
      </w:r>
      <w:r w:rsidRPr="00BA6FB2">
        <w:rPr>
          <w:rFonts w:eastAsia="Aptos"/>
          <w:u w:val="single"/>
        </w:rPr>
        <w:t xml:space="preserve">power and </w:t>
      </w:r>
      <w:r w:rsidRPr="00BA6FB2">
        <w:rPr>
          <w:rFonts w:eastAsia="Aptos"/>
          <w:highlight w:val="cyan"/>
          <w:u w:val="single"/>
        </w:rPr>
        <w:t>wealth</w:t>
      </w:r>
      <w:r w:rsidRPr="00BA6FB2">
        <w:rPr>
          <w:rFonts w:eastAsia="Aptos"/>
          <w:sz w:val="16"/>
        </w:rPr>
        <w:t xml:space="preserve">, and the kinds of </w:t>
      </w:r>
      <w:r w:rsidRPr="00BA6FB2">
        <w:rPr>
          <w:rFonts w:eastAsia="Aptos"/>
          <w:u w:val="single"/>
        </w:rPr>
        <w:t>exceptional profit</w:t>
      </w:r>
      <w:r w:rsidRPr="00BA6FB2">
        <w:rPr>
          <w:rFonts w:eastAsia="Aptos"/>
          <w:sz w:val="16"/>
        </w:rPr>
        <w:t xml:space="preserve"> that can be </w:t>
      </w:r>
      <w:r w:rsidRPr="00BA6FB2">
        <w:rPr>
          <w:rFonts w:eastAsia="Aptos"/>
          <w:u w:val="single"/>
        </w:rPr>
        <w:t>achieved only by escaping the norms of ‘economic life</w:t>
      </w:r>
      <w:r w:rsidRPr="00BA6FB2">
        <w:rPr>
          <w:rFonts w:eastAsia="Aptos"/>
          <w:sz w:val="16"/>
        </w:rPr>
        <w:t xml:space="preserve">’. Market traders engage with one another at a designated time and place, abiding by shared rules (think of a town square on market day); capitalists exploit their unrivalled control over time and space in order to impose their rules on everyone else (think of Wall Street). </w:t>
      </w:r>
      <w:r w:rsidRPr="00BA6FB2">
        <w:rPr>
          <w:rFonts w:eastAsia="Aptos"/>
          <w:iCs/>
          <w:highlight w:val="cyan"/>
          <w:u w:val="single"/>
          <w:bdr w:val="single" w:sz="8" w:space="0" w:color="auto"/>
        </w:rPr>
        <w:t xml:space="preserve">Buyers and sellers on eBay are </w:t>
      </w:r>
      <w:r w:rsidRPr="00BA6FB2">
        <w:rPr>
          <w:rFonts w:eastAsia="Aptos"/>
          <w:iCs/>
          <w:u w:val="single"/>
          <w:bdr w:val="single" w:sz="8" w:space="0" w:color="auto"/>
        </w:rPr>
        <w:t xml:space="preserve">participating in </w:t>
      </w:r>
      <w:r w:rsidRPr="00BA6FB2">
        <w:rPr>
          <w:rFonts w:eastAsia="Aptos"/>
          <w:iCs/>
          <w:highlight w:val="cyan"/>
          <w:u w:val="single"/>
          <w:bdr w:val="single" w:sz="8" w:space="0" w:color="auto"/>
        </w:rPr>
        <w:t>a market</w:t>
      </w:r>
      <w:r w:rsidRPr="00BA6FB2">
        <w:rPr>
          <w:rFonts w:eastAsia="Aptos"/>
          <w:highlight w:val="cyan"/>
          <w:u w:val="single"/>
        </w:rPr>
        <w:t xml:space="preserve">; </w:t>
      </w:r>
      <w:r w:rsidRPr="00BA6FB2">
        <w:rPr>
          <w:rFonts w:eastAsia="Aptos"/>
          <w:iCs/>
          <w:highlight w:val="cyan"/>
          <w:u w:val="single"/>
          <w:bdr w:val="single" w:sz="8" w:space="0" w:color="auto"/>
        </w:rPr>
        <w:t xml:space="preserve">eBay Inc. is </w:t>
      </w:r>
      <w:r w:rsidRPr="00BA6FB2">
        <w:rPr>
          <w:rFonts w:eastAsia="Aptos"/>
          <w:iCs/>
          <w:u w:val="single"/>
          <w:bdr w:val="single" w:sz="8" w:space="0" w:color="auto"/>
        </w:rPr>
        <w:t xml:space="preserve">participating in </w:t>
      </w:r>
      <w:r w:rsidRPr="00BA6FB2">
        <w:rPr>
          <w:rFonts w:eastAsia="Aptos"/>
          <w:iCs/>
          <w:highlight w:val="cyan"/>
          <w:u w:val="single"/>
          <w:bdr w:val="single" w:sz="8" w:space="0" w:color="auto"/>
        </w:rPr>
        <w:t>capitalism</w:t>
      </w:r>
      <w:r w:rsidRPr="00BA6FB2">
        <w:rPr>
          <w:rFonts w:eastAsia="Aptos"/>
          <w:sz w:val="16"/>
        </w:rPr>
        <w:t>. Capitalism, in Braudel’s words, is ‘where the great predators roam and the law of the jungle operates’.</w:t>
      </w:r>
    </w:p>
    <w:p w14:paraId="6AEF338C" w14:textId="77777777" w:rsidR="00BA6FB2" w:rsidRPr="00BA6FB2" w:rsidRDefault="00BA6FB2" w:rsidP="00BA6FB2">
      <w:pPr>
        <w:rPr>
          <w:rFonts w:eastAsia="Aptos"/>
          <w:sz w:val="16"/>
        </w:rPr>
      </w:pPr>
      <w:r w:rsidRPr="00BA6FB2">
        <w:rPr>
          <w:rFonts w:eastAsia="Aptos"/>
          <w:sz w:val="16"/>
        </w:rPr>
        <w:t xml:space="preserve">On this account, ‘economic life’ was already established in early modern societies, but ‘capitalism’ triumphed late, becoming fully dominant only in the 19th century, once it had conscripted the state as its ally. A range of legal, </w:t>
      </w:r>
      <w:r w:rsidRPr="00BA6FB2">
        <w:rPr>
          <w:rFonts w:eastAsia="Aptos"/>
          <w:highlight w:val="cyan"/>
          <w:u w:val="single"/>
        </w:rPr>
        <w:t xml:space="preserve">financial </w:t>
      </w:r>
      <w:r w:rsidRPr="00BA6FB2">
        <w:rPr>
          <w:rFonts w:eastAsia="Aptos"/>
          <w:u w:val="single"/>
        </w:rPr>
        <w:t xml:space="preserve">and managerial </w:t>
      </w:r>
      <w:r w:rsidRPr="00BA6FB2">
        <w:rPr>
          <w:rFonts w:eastAsia="Aptos"/>
          <w:highlight w:val="cyan"/>
          <w:u w:val="single"/>
        </w:rPr>
        <w:t>constructs</w:t>
      </w:r>
      <w:r w:rsidRPr="00BA6FB2">
        <w:rPr>
          <w:rFonts w:eastAsia="Aptos"/>
          <w:u w:val="single"/>
        </w:rPr>
        <w:t xml:space="preserve"> emerged to </w:t>
      </w:r>
      <w:r w:rsidRPr="00BA6FB2">
        <w:rPr>
          <w:rFonts w:eastAsia="Aptos"/>
          <w:highlight w:val="cyan"/>
          <w:u w:val="single"/>
        </w:rPr>
        <w:t>protect capitalists</w:t>
      </w:r>
      <w:r w:rsidRPr="00BA6FB2">
        <w:rPr>
          <w:rFonts w:eastAsia="Aptos"/>
          <w:sz w:val="16"/>
        </w:rPr>
        <w:t xml:space="preserve"> – and their profits – </w:t>
      </w:r>
      <w:r w:rsidRPr="00BA6FB2">
        <w:rPr>
          <w:rFonts w:eastAsia="Aptos"/>
          <w:highlight w:val="cyan"/>
          <w:u w:val="single"/>
        </w:rPr>
        <w:t>from</w:t>
      </w:r>
      <w:r w:rsidRPr="00BA6FB2">
        <w:rPr>
          <w:rFonts w:eastAsia="Aptos"/>
          <w:sz w:val="16"/>
        </w:rPr>
        <w:t xml:space="preserve"> the kinds of </w:t>
      </w:r>
      <w:r w:rsidRPr="00BA6FB2">
        <w:rPr>
          <w:rFonts w:eastAsia="Aptos"/>
          <w:highlight w:val="cyan"/>
          <w:u w:val="single"/>
        </w:rPr>
        <w:t>equality and competition</w:t>
      </w:r>
      <w:r w:rsidRPr="00BA6FB2">
        <w:rPr>
          <w:rFonts w:eastAsia="Aptos"/>
          <w:sz w:val="16"/>
        </w:rPr>
        <w:t xml:space="preserve"> that continued to constrain the petite bourgeoisie and local traders. ‘</w:t>
      </w:r>
      <w:r w:rsidRPr="00BA6FB2">
        <w:rPr>
          <w:rFonts w:eastAsia="Aptos"/>
          <w:u w:val="single"/>
        </w:rPr>
        <w:t xml:space="preserve">Intellectual property’, limited liability, a ‘lender of last resort’, colonial expansion and new techniques of </w:t>
      </w:r>
      <w:r w:rsidRPr="00BA6FB2">
        <w:rPr>
          <w:rFonts w:eastAsia="Aptos"/>
          <w:highlight w:val="cyan"/>
          <w:u w:val="single"/>
        </w:rPr>
        <w:t>disciplining the working class</w:t>
      </w:r>
      <w:r w:rsidRPr="00BA6FB2">
        <w:rPr>
          <w:rFonts w:eastAsia="Aptos"/>
          <w:u w:val="single"/>
        </w:rPr>
        <w:t xml:space="preserve"> </w:t>
      </w:r>
      <w:r w:rsidRPr="00BA6FB2">
        <w:rPr>
          <w:rFonts w:eastAsia="Aptos"/>
          <w:highlight w:val="cyan"/>
          <w:u w:val="single"/>
        </w:rPr>
        <w:t>created</w:t>
      </w:r>
      <w:r w:rsidRPr="00BA6FB2">
        <w:rPr>
          <w:rFonts w:eastAsia="Aptos"/>
          <w:u w:val="single"/>
        </w:rPr>
        <w:t xml:space="preserve"> conditions apt for extraction and </w:t>
      </w:r>
      <w:r w:rsidRPr="00BA6FB2">
        <w:rPr>
          <w:rFonts w:eastAsia="Aptos"/>
          <w:highlight w:val="cyan"/>
          <w:u w:val="single"/>
        </w:rPr>
        <w:t>exploitation</w:t>
      </w:r>
      <w:r w:rsidRPr="00BA6FB2">
        <w:rPr>
          <w:rFonts w:eastAsia="Aptos"/>
          <w:sz w:val="16"/>
        </w:rPr>
        <w:t xml:space="preserve">, </w:t>
      </w:r>
      <w:r w:rsidRPr="00BA6FB2">
        <w:rPr>
          <w:rFonts w:eastAsia="Aptos"/>
          <w:u w:val="single"/>
        </w:rPr>
        <w:t>not mere exchange</w:t>
      </w:r>
      <w:r w:rsidRPr="00BA6FB2">
        <w:rPr>
          <w:rFonts w:eastAsia="Aptos"/>
          <w:sz w:val="16"/>
        </w:rPr>
        <w:t xml:space="preserve">. The moral and political virtues of markets, as they had appeared to the likes of Adam </w:t>
      </w:r>
      <w:r w:rsidRPr="00BA6FB2">
        <w:rPr>
          <w:rFonts w:eastAsia="Aptos"/>
          <w:u w:val="single"/>
        </w:rPr>
        <w:t>Smith</w:t>
      </w:r>
      <w:r w:rsidRPr="00BA6FB2">
        <w:rPr>
          <w:rFonts w:eastAsia="Aptos"/>
          <w:sz w:val="16"/>
        </w:rPr>
        <w:t xml:space="preserve">, were </w:t>
      </w:r>
      <w:r w:rsidRPr="00BA6FB2">
        <w:rPr>
          <w:rFonts w:eastAsia="Aptos"/>
          <w:u w:val="single"/>
        </w:rPr>
        <w:t>overwhelmed in the capitalist era of Rockefeller and Ford</w:t>
      </w:r>
      <w:r w:rsidRPr="00BA6FB2">
        <w:rPr>
          <w:rFonts w:eastAsia="Aptos"/>
          <w:sz w:val="16"/>
        </w:rPr>
        <w:t>.</w:t>
      </w:r>
    </w:p>
    <w:p w14:paraId="75997133" w14:textId="77777777" w:rsidR="00BA6FB2" w:rsidRPr="00BA6FB2" w:rsidRDefault="00BA6FB2" w:rsidP="00BA6FB2">
      <w:pPr>
        <w:rPr>
          <w:rFonts w:eastAsia="Aptos"/>
          <w:sz w:val="16"/>
        </w:rPr>
      </w:pPr>
      <w:r w:rsidRPr="00BA6FB2">
        <w:rPr>
          <w:rFonts w:eastAsia="Aptos"/>
          <w:sz w:val="16"/>
        </w:rPr>
        <w:t xml:space="preserve">Why then have ‘capitalism’ and ‘markets’ so often been conflated? One explanation is that </w:t>
      </w:r>
      <w:r w:rsidRPr="00BA6FB2">
        <w:rPr>
          <w:rFonts w:eastAsia="Aptos"/>
          <w:u w:val="single"/>
        </w:rPr>
        <w:t>capitalism</w:t>
      </w:r>
      <w:r w:rsidRPr="00BA6FB2">
        <w:rPr>
          <w:rFonts w:eastAsia="Aptos"/>
          <w:sz w:val="16"/>
        </w:rPr>
        <w:t xml:space="preserve"> undoubtedly </w:t>
      </w:r>
      <w:r w:rsidRPr="00BA6FB2">
        <w:rPr>
          <w:rFonts w:eastAsia="Aptos"/>
          <w:u w:val="single"/>
        </w:rPr>
        <w:t>requires markets. But they are peculiar</w:t>
      </w:r>
      <w:r w:rsidRPr="00BA6FB2">
        <w:rPr>
          <w:rFonts w:eastAsia="Aptos"/>
          <w:sz w:val="16"/>
        </w:rPr>
        <w:t xml:space="preserve"> </w:t>
      </w:r>
      <w:r w:rsidRPr="00BA6FB2">
        <w:rPr>
          <w:rFonts w:eastAsia="Aptos"/>
          <w:u w:val="single"/>
        </w:rPr>
        <w:t>ones</w:t>
      </w:r>
      <w:r w:rsidRPr="00BA6FB2">
        <w:rPr>
          <w:rFonts w:eastAsia="Aptos"/>
          <w:sz w:val="16"/>
        </w:rPr>
        <w:t xml:space="preserve">, </w:t>
      </w:r>
      <w:r w:rsidRPr="00BA6FB2">
        <w:rPr>
          <w:rFonts w:eastAsia="Aptos"/>
          <w:u w:val="single"/>
        </w:rPr>
        <w:t xml:space="preserve">which smuggle in </w:t>
      </w:r>
      <w:r w:rsidRPr="00BA6FB2">
        <w:rPr>
          <w:rFonts w:eastAsia="Aptos"/>
          <w:sz w:val="16"/>
        </w:rPr>
        <w:t>forms of</w:t>
      </w:r>
      <w:r w:rsidRPr="00BA6FB2">
        <w:rPr>
          <w:rFonts w:eastAsia="Aptos"/>
          <w:u w:val="single"/>
        </w:rPr>
        <w:t xml:space="preserve"> inequality under the </w:t>
      </w:r>
      <w:r w:rsidRPr="00BA6FB2">
        <w:rPr>
          <w:rFonts w:eastAsia="Aptos"/>
          <w:iCs/>
          <w:u w:val="single"/>
          <w:bdr w:val="single" w:sz="8" w:space="0" w:color="auto"/>
        </w:rPr>
        <w:t>veneer of free exchange</w:t>
      </w:r>
      <w:r w:rsidRPr="00BA6FB2">
        <w:rPr>
          <w:rFonts w:eastAsia="Aptos"/>
          <w:sz w:val="16"/>
        </w:rPr>
        <w:t xml:space="preserve">. According to Marxists, the one market that capitalism cannot do without is </w:t>
      </w:r>
      <w:r w:rsidRPr="00BA6FB2">
        <w:rPr>
          <w:rFonts w:eastAsia="Aptos"/>
          <w:u w:val="single"/>
        </w:rPr>
        <w:t>the labour market</w:t>
      </w:r>
      <w:r w:rsidRPr="00BA6FB2">
        <w:rPr>
          <w:rFonts w:eastAsia="Aptos"/>
          <w:sz w:val="16"/>
        </w:rPr>
        <w:t xml:space="preserve">, the institution which magically turns innate human powers into a thing to be bought and sold like apples and oranges. Others, influenced more by Keynes, emphasise the dependence of capitalism on </w:t>
      </w:r>
      <w:r w:rsidRPr="00BA6FB2">
        <w:rPr>
          <w:rFonts w:eastAsia="Aptos"/>
          <w:u w:val="single"/>
        </w:rPr>
        <w:t>financial markets</w:t>
      </w:r>
      <w:r w:rsidRPr="00BA6FB2">
        <w:rPr>
          <w:rFonts w:eastAsia="Aptos"/>
          <w:sz w:val="16"/>
        </w:rPr>
        <w:t xml:space="preserve">, in which pieces of paper (bonds, equities, derivatives etc) change hands on the expectation that they will rise or fall in value in the future. </w:t>
      </w:r>
      <w:r w:rsidRPr="00BA6FB2">
        <w:rPr>
          <w:rFonts w:eastAsia="Aptos"/>
          <w:u w:val="single"/>
        </w:rPr>
        <w:t>Neither</w:t>
      </w:r>
      <w:r w:rsidRPr="00BA6FB2">
        <w:rPr>
          <w:rFonts w:eastAsia="Aptos"/>
          <w:sz w:val="16"/>
        </w:rPr>
        <w:t xml:space="preserve"> of these </w:t>
      </w:r>
      <w:r w:rsidRPr="00BA6FB2">
        <w:rPr>
          <w:rFonts w:eastAsia="Aptos"/>
          <w:u w:val="single"/>
        </w:rPr>
        <w:t>is</w:t>
      </w:r>
      <w:r w:rsidRPr="00BA6FB2">
        <w:rPr>
          <w:rFonts w:eastAsia="Aptos"/>
          <w:sz w:val="16"/>
        </w:rPr>
        <w:t xml:space="preserve"> a </w:t>
      </w:r>
      <w:r w:rsidRPr="00BA6FB2">
        <w:rPr>
          <w:rFonts w:eastAsia="Aptos"/>
          <w:u w:val="single"/>
        </w:rPr>
        <w:t>normal</w:t>
      </w:r>
      <w:r w:rsidRPr="00BA6FB2">
        <w:rPr>
          <w:rFonts w:eastAsia="Aptos"/>
          <w:sz w:val="16"/>
        </w:rPr>
        <w:t xml:space="preserve"> market. What both of them make possible is for a class of people – capitalists – to get rich without doing very much, in the first case by underpaying their workers, and in the second by tinkering with balance sheets. </w:t>
      </w:r>
      <w:r w:rsidRPr="00BA6FB2">
        <w:rPr>
          <w:rFonts w:eastAsia="Aptos"/>
          <w:u w:val="single"/>
        </w:rPr>
        <w:t>Markets for labour and financial assets might appear to be like markets for bread</w:t>
      </w:r>
      <w:r w:rsidRPr="00BA6FB2">
        <w:rPr>
          <w:rFonts w:eastAsia="Aptos"/>
          <w:sz w:val="16"/>
        </w:rPr>
        <w:t xml:space="preserve"> or socks, </w:t>
      </w:r>
      <w:r w:rsidRPr="00BA6FB2">
        <w:rPr>
          <w:rFonts w:eastAsia="Aptos"/>
          <w:u w:val="single"/>
        </w:rPr>
        <w:t>but they</w:t>
      </w:r>
      <w:r w:rsidRPr="00BA6FB2">
        <w:rPr>
          <w:rFonts w:eastAsia="Aptos"/>
          <w:sz w:val="16"/>
        </w:rPr>
        <w:t xml:space="preserve"> belong firmly in – and indeed </w:t>
      </w:r>
      <w:r w:rsidRPr="00BA6FB2">
        <w:rPr>
          <w:rFonts w:eastAsia="Aptos"/>
          <w:u w:val="single"/>
        </w:rPr>
        <w:t>enable</w:t>
      </w:r>
      <w:r w:rsidRPr="00BA6FB2">
        <w:rPr>
          <w:rFonts w:eastAsia="Aptos"/>
          <w:sz w:val="16"/>
        </w:rPr>
        <w:t xml:space="preserve"> – </w:t>
      </w:r>
      <w:r w:rsidRPr="00BA6FB2">
        <w:rPr>
          <w:rFonts w:eastAsia="Aptos"/>
          <w:u w:val="single"/>
        </w:rPr>
        <w:t>the</w:t>
      </w:r>
      <w:r w:rsidRPr="00BA6FB2">
        <w:rPr>
          <w:rFonts w:eastAsia="Aptos"/>
          <w:sz w:val="16"/>
        </w:rPr>
        <w:t xml:space="preserve"> murky, </w:t>
      </w:r>
      <w:r w:rsidRPr="00BA6FB2">
        <w:rPr>
          <w:rFonts w:eastAsia="Aptos"/>
          <w:u w:val="single"/>
        </w:rPr>
        <w:t>hierarchical world of ‘capitalism’</w:t>
      </w:r>
      <w:r w:rsidRPr="00BA6FB2">
        <w:rPr>
          <w:rFonts w:eastAsia="Aptos"/>
          <w:sz w:val="16"/>
        </w:rPr>
        <w:t xml:space="preserve">, </w:t>
      </w:r>
      <w:r w:rsidRPr="00BA6FB2">
        <w:rPr>
          <w:rFonts w:eastAsia="Aptos"/>
          <w:u w:val="single"/>
        </w:rPr>
        <w:t>not</w:t>
      </w:r>
      <w:r w:rsidRPr="00BA6FB2">
        <w:rPr>
          <w:rFonts w:eastAsia="Aptos"/>
          <w:sz w:val="16"/>
        </w:rPr>
        <w:t xml:space="preserve"> the </w:t>
      </w:r>
      <w:r w:rsidRPr="00BA6FB2">
        <w:rPr>
          <w:rFonts w:eastAsia="Aptos"/>
          <w:u w:val="single"/>
        </w:rPr>
        <w:t>transparent</w:t>
      </w:r>
      <w:r w:rsidRPr="00BA6FB2">
        <w:rPr>
          <w:rFonts w:eastAsia="Aptos"/>
          <w:sz w:val="16"/>
        </w:rPr>
        <w:t>, egalitarian space of ‘</w:t>
      </w:r>
      <w:r w:rsidRPr="00BA6FB2">
        <w:rPr>
          <w:rFonts w:eastAsia="Aptos"/>
          <w:u w:val="single"/>
        </w:rPr>
        <w:t>economic life’.</w:t>
      </w:r>
    </w:p>
    <w:p w14:paraId="1A98AEBC" w14:textId="77777777" w:rsidR="00BA6FB2" w:rsidRPr="00BA6FB2" w:rsidRDefault="00BA6FB2" w:rsidP="00BA6FB2">
      <w:pPr>
        <w:rPr>
          <w:rFonts w:eastAsia="Aptos"/>
          <w:sz w:val="16"/>
        </w:rPr>
      </w:pPr>
      <w:r w:rsidRPr="00BA6FB2">
        <w:rPr>
          <w:rFonts w:eastAsia="Aptos"/>
          <w:sz w:val="16"/>
        </w:rPr>
        <w:t xml:space="preserve">A second explanation for the conflation is that </w:t>
      </w:r>
      <w:r w:rsidRPr="00BA6FB2">
        <w:rPr>
          <w:rFonts w:eastAsia="Aptos"/>
          <w:u w:val="single"/>
        </w:rPr>
        <w:t>capitalism, unlike the existence of markets, is extremely difficult to justify on its own terms</w:t>
      </w:r>
      <w:r w:rsidRPr="00BA6FB2">
        <w:rPr>
          <w:rFonts w:eastAsia="Aptos"/>
          <w:sz w:val="16"/>
        </w:rPr>
        <w:t xml:space="preserve">. A simple market transaction has the social value of bringing strangers together for some mutual benefit, with neither having got the better of the other. ‘Fair trade’ is a contemporary appeal to this principle. But by what moral logic does the owner of company shares, a piece of real estate or a care home have the right to become 10 or 15 per cent richer over the course of a year, despite not having expended any effort or ingenuity increasing the value of the ‘asset’ concerned? </w:t>
      </w:r>
      <w:r w:rsidRPr="00BA6FB2">
        <w:rPr>
          <w:rFonts w:eastAsia="Aptos"/>
          <w:u w:val="single"/>
        </w:rPr>
        <w:t>Liberal economists</w:t>
      </w:r>
      <w:r w:rsidRPr="00BA6FB2">
        <w:rPr>
          <w:rFonts w:eastAsia="Aptos"/>
          <w:sz w:val="16"/>
        </w:rPr>
        <w:t xml:space="preserve"> would </w:t>
      </w:r>
      <w:r w:rsidRPr="00BA6FB2">
        <w:rPr>
          <w:rFonts w:eastAsia="Aptos"/>
          <w:u w:val="single"/>
        </w:rPr>
        <w:t>respond by distinguishing profits that reflect productivity enhancements</w:t>
      </w:r>
      <w:r w:rsidRPr="00BA6FB2">
        <w:rPr>
          <w:rFonts w:eastAsia="Aptos"/>
          <w:sz w:val="16"/>
        </w:rPr>
        <w:t xml:space="preserve"> (and are therefore good) </w:t>
      </w:r>
      <w:r w:rsidRPr="00BA6FB2">
        <w:rPr>
          <w:rFonts w:eastAsia="Aptos"/>
          <w:u w:val="single"/>
        </w:rPr>
        <w:t>from those that reflect market power</w:t>
      </w:r>
      <w:r w:rsidRPr="00BA6FB2">
        <w:rPr>
          <w:rFonts w:eastAsia="Aptos"/>
          <w:sz w:val="16"/>
        </w:rPr>
        <w:t xml:space="preserve"> (and are therefore bad), but </w:t>
      </w:r>
      <w:r w:rsidRPr="00BA6FB2">
        <w:rPr>
          <w:rFonts w:eastAsia="Aptos"/>
          <w:u w:val="single"/>
        </w:rPr>
        <w:t>in practice the</w:t>
      </w:r>
      <w:r w:rsidRPr="00BA6FB2">
        <w:rPr>
          <w:rFonts w:eastAsia="Aptos"/>
          <w:sz w:val="16"/>
        </w:rPr>
        <w:t xml:space="preserve"> </w:t>
      </w:r>
      <w:r w:rsidRPr="00BA6FB2">
        <w:rPr>
          <w:rFonts w:eastAsia="Aptos"/>
          <w:u w:val="single"/>
        </w:rPr>
        <w:t>distinction is extremely hard to draw, and even harder to police</w:t>
      </w:r>
      <w:r w:rsidRPr="00BA6FB2">
        <w:rPr>
          <w:rFonts w:eastAsia="Aptos"/>
          <w:sz w:val="16"/>
        </w:rPr>
        <w:t xml:space="preserve">. The most vigorous </w:t>
      </w:r>
      <w:r w:rsidRPr="00BA6FB2">
        <w:rPr>
          <w:rFonts w:eastAsia="Aptos"/>
          <w:u w:val="single"/>
        </w:rPr>
        <w:t>defenders of</w:t>
      </w:r>
      <w:r w:rsidRPr="00BA6FB2">
        <w:rPr>
          <w:rFonts w:eastAsia="Aptos"/>
          <w:sz w:val="16"/>
        </w:rPr>
        <w:t xml:space="preserve"> </w:t>
      </w:r>
      <w:r w:rsidRPr="00BA6FB2">
        <w:rPr>
          <w:rFonts w:eastAsia="Aptos"/>
          <w:u w:val="single"/>
        </w:rPr>
        <w:t>capitalism</w:t>
      </w:r>
      <w:r w:rsidRPr="00BA6FB2">
        <w:rPr>
          <w:rFonts w:eastAsia="Aptos"/>
          <w:sz w:val="16"/>
        </w:rPr>
        <w:t xml:space="preserve"> will typically </w:t>
      </w:r>
      <w:r w:rsidRPr="00BA6FB2">
        <w:rPr>
          <w:rFonts w:eastAsia="Aptos"/>
          <w:u w:val="single"/>
        </w:rPr>
        <w:t>accept the charge</w:t>
      </w:r>
      <w:r w:rsidRPr="00BA6FB2">
        <w:rPr>
          <w:rFonts w:eastAsia="Aptos"/>
          <w:sz w:val="16"/>
        </w:rPr>
        <w:t xml:space="preserve"> </w:t>
      </w:r>
      <w:r w:rsidRPr="00BA6FB2">
        <w:rPr>
          <w:rFonts w:eastAsia="Aptos"/>
          <w:u w:val="single"/>
        </w:rPr>
        <w:t>that it is monopolistic</w:t>
      </w:r>
      <w:r w:rsidRPr="00BA6FB2">
        <w:rPr>
          <w:rFonts w:eastAsia="Aptos"/>
          <w:sz w:val="16"/>
        </w:rPr>
        <w:t xml:space="preserve">, exploitative and opaque, </w:t>
      </w:r>
      <w:r w:rsidRPr="00BA6FB2">
        <w:rPr>
          <w:rFonts w:eastAsia="Aptos"/>
          <w:u w:val="single"/>
        </w:rPr>
        <w:t>but</w:t>
      </w:r>
      <w:r w:rsidRPr="00BA6FB2">
        <w:rPr>
          <w:rFonts w:eastAsia="Aptos"/>
          <w:sz w:val="16"/>
        </w:rPr>
        <w:t xml:space="preserve"> will also </w:t>
      </w:r>
      <w:r w:rsidRPr="00BA6FB2">
        <w:rPr>
          <w:rFonts w:eastAsia="Aptos"/>
          <w:u w:val="single"/>
        </w:rPr>
        <w:t>claim</w:t>
      </w:r>
      <w:r w:rsidRPr="00BA6FB2">
        <w:rPr>
          <w:rFonts w:eastAsia="Aptos"/>
          <w:sz w:val="16"/>
        </w:rPr>
        <w:t xml:space="preserve"> that </w:t>
      </w:r>
      <w:r w:rsidRPr="00BA6FB2">
        <w:rPr>
          <w:rFonts w:eastAsia="Aptos"/>
          <w:u w:val="single"/>
        </w:rPr>
        <w:t>these conditions are required in order that</w:t>
      </w:r>
      <w:r w:rsidRPr="00BA6FB2">
        <w:rPr>
          <w:rFonts w:eastAsia="Aptos"/>
          <w:sz w:val="16"/>
        </w:rPr>
        <w:t xml:space="preserve"> a heroic minority, namely </w:t>
      </w:r>
      <w:r w:rsidRPr="00BA6FB2">
        <w:rPr>
          <w:rFonts w:eastAsia="Aptos"/>
          <w:u w:val="single"/>
        </w:rPr>
        <w:t>entrepreneurs</w:t>
      </w:r>
      <w:r w:rsidRPr="00BA6FB2">
        <w:rPr>
          <w:rFonts w:eastAsia="Aptos"/>
          <w:sz w:val="16"/>
        </w:rPr>
        <w:t xml:space="preserve">, can emerge and </w:t>
      </w:r>
      <w:r w:rsidRPr="00BA6FB2">
        <w:rPr>
          <w:rFonts w:eastAsia="Aptos"/>
          <w:u w:val="single"/>
        </w:rPr>
        <w:t>thrive</w:t>
      </w:r>
      <w:r w:rsidRPr="00BA6FB2">
        <w:rPr>
          <w:rFonts w:eastAsia="Aptos"/>
          <w:sz w:val="16"/>
        </w:rPr>
        <w:t>. This story just about holds together when we’re talking about such rare cases as Steve Jobs, but falls apart when it comes into contact with the ordinary reality of MBA-wielding CEOs and asset managers who earn a hundred times the average wage and call it their ‘compensation’.</w:t>
      </w:r>
    </w:p>
    <w:p w14:paraId="6E7429DA" w14:textId="77777777" w:rsidR="00BA6FB2" w:rsidRPr="00BA6FB2" w:rsidRDefault="00BA6FB2" w:rsidP="00BA6FB2">
      <w:pPr>
        <w:rPr>
          <w:rFonts w:eastAsia="Aptos"/>
          <w:sz w:val="16"/>
        </w:rPr>
      </w:pPr>
      <w:r w:rsidRPr="00BA6FB2">
        <w:rPr>
          <w:rFonts w:eastAsia="Aptos"/>
          <w:u w:val="single"/>
        </w:rPr>
        <w:t>Liberal ideology has tended to duck the problem of capitalism altogether, opting instead to imagine that ‘economic life’ (i.e. competitive egalitarian markets) still rules the roost</w:t>
      </w:r>
      <w:r w:rsidRPr="00BA6FB2">
        <w:rPr>
          <w:rFonts w:eastAsia="Aptos"/>
          <w:sz w:val="16"/>
        </w:rPr>
        <w:t xml:space="preserve">. </w:t>
      </w:r>
      <w:r w:rsidRPr="00BA6FB2">
        <w:rPr>
          <w:rFonts w:eastAsia="Aptos"/>
          <w:u w:val="single"/>
        </w:rPr>
        <w:t>This myopia is manifest</w:t>
      </w:r>
      <w:r w:rsidRPr="00BA6FB2">
        <w:rPr>
          <w:rFonts w:eastAsia="Aptos"/>
          <w:sz w:val="16"/>
        </w:rPr>
        <w:t xml:space="preserve"> </w:t>
      </w:r>
      <w:r w:rsidRPr="00BA6FB2">
        <w:rPr>
          <w:rFonts w:eastAsia="Aptos"/>
          <w:u w:val="single"/>
        </w:rPr>
        <w:t>in</w:t>
      </w:r>
      <w:r w:rsidRPr="00BA6FB2">
        <w:rPr>
          <w:rFonts w:eastAsia="Aptos"/>
          <w:sz w:val="16"/>
        </w:rPr>
        <w:t xml:space="preserve"> the economics curricula of major universities, which despite the best efforts of various campaigns and the Soros-funded Institute for New Economic Thinking have continued to exclude theories which emphasise power, uncertainty, monopoly and instability, and clung to </w:t>
      </w:r>
      <w:r w:rsidRPr="00BA6FB2">
        <w:rPr>
          <w:rFonts w:eastAsia="Aptos"/>
          <w:u w:val="single"/>
        </w:rPr>
        <w:t>an orthodoxy in which economic activity is</w:t>
      </w:r>
      <w:r w:rsidRPr="00BA6FB2">
        <w:rPr>
          <w:rFonts w:eastAsia="Aptos"/>
          <w:sz w:val="16"/>
        </w:rPr>
        <w:t xml:space="preserve"> chiefly </w:t>
      </w:r>
      <w:r w:rsidRPr="00BA6FB2">
        <w:rPr>
          <w:rFonts w:eastAsia="Aptos"/>
          <w:u w:val="single"/>
        </w:rPr>
        <w:t xml:space="preserve">determined by </w:t>
      </w:r>
      <w:r w:rsidRPr="00BA6FB2">
        <w:rPr>
          <w:rFonts w:eastAsia="Aptos"/>
          <w:iCs/>
          <w:u w:val="single"/>
          <w:bdr w:val="single" w:sz="8" w:space="0" w:color="auto"/>
        </w:rPr>
        <w:t>prices and incentives</w:t>
      </w:r>
      <w:r w:rsidRPr="00BA6FB2">
        <w:rPr>
          <w:rFonts w:eastAsia="Aptos"/>
          <w:sz w:val="16"/>
        </w:rPr>
        <w:t>. Politicians, meanwhile, cleave to liberal fairy tales about making work pay, social mobility and ownership for all, which are increasingly divorced from a reality of in-work poverty, unearned wealth and spiralling rents. And financial services masquerade as just another ‘sector’ among many, selling their wares in a marketplace like humble shopkeepers.</w:t>
      </w:r>
    </w:p>
    <w:p w14:paraId="79767BF0" w14:textId="77777777" w:rsidR="00BA6FB2" w:rsidRPr="00BA6FB2" w:rsidRDefault="00BA6FB2" w:rsidP="00BA6FB2">
      <w:pPr>
        <w:rPr>
          <w:rFonts w:eastAsia="Aptos"/>
          <w:u w:val="single"/>
        </w:rPr>
      </w:pPr>
      <w:r w:rsidRPr="00BA6FB2">
        <w:rPr>
          <w:rFonts w:eastAsia="Aptos"/>
          <w:sz w:val="16"/>
        </w:rPr>
        <w:t xml:space="preserve">Brett Christophers, in The Price Is Wrong, adds to this list </w:t>
      </w:r>
      <w:r w:rsidRPr="00BA6FB2">
        <w:rPr>
          <w:rFonts w:eastAsia="Aptos"/>
          <w:u w:val="single"/>
        </w:rPr>
        <w:t xml:space="preserve">a </w:t>
      </w:r>
      <w:r w:rsidRPr="00BA6FB2">
        <w:rPr>
          <w:rFonts w:eastAsia="Aptos"/>
          <w:sz w:val="16"/>
        </w:rPr>
        <w:t xml:space="preserve">potentially </w:t>
      </w:r>
      <w:r w:rsidRPr="00BA6FB2">
        <w:rPr>
          <w:rFonts w:eastAsia="Aptos"/>
          <w:u w:val="single"/>
        </w:rPr>
        <w:t xml:space="preserve">more drastic symptom: </w:t>
      </w:r>
      <w:r w:rsidRPr="00BA6FB2">
        <w:rPr>
          <w:rFonts w:eastAsia="Aptos"/>
          <w:highlight w:val="cyan"/>
          <w:u w:val="single"/>
        </w:rPr>
        <w:t>a failure</w:t>
      </w:r>
      <w:r w:rsidRPr="00BA6FB2">
        <w:rPr>
          <w:rFonts w:eastAsia="Aptos"/>
          <w:sz w:val="16"/>
        </w:rPr>
        <w:t xml:space="preserve"> on the part of policymakers </w:t>
      </w:r>
      <w:r w:rsidRPr="00BA6FB2">
        <w:rPr>
          <w:rFonts w:eastAsia="Aptos"/>
          <w:highlight w:val="cyan"/>
          <w:u w:val="single"/>
        </w:rPr>
        <w:t>to understand</w:t>
      </w:r>
      <w:r w:rsidRPr="00BA6FB2">
        <w:rPr>
          <w:rFonts w:eastAsia="Aptos"/>
          <w:u w:val="single"/>
        </w:rPr>
        <w:t xml:space="preserve"> the </w:t>
      </w:r>
      <w:r w:rsidRPr="00BA6FB2">
        <w:rPr>
          <w:rFonts w:eastAsia="Aptos"/>
          <w:highlight w:val="cyan"/>
          <w:u w:val="single"/>
        </w:rPr>
        <w:t>energy transition</w:t>
      </w:r>
      <w:r w:rsidRPr="00BA6FB2">
        <w:rPr>
          <w:rFonts w:eastAsia="Aptos"/>
          <w:u w:val="single"/>
        </w:rPr>
        <w:t xml:space="preserve"> on which the future of the planet hinges.</w:t>
      </w:r>
      <w:r w:rsidRPr="00BA6FB2">
        <w:rPr>
          <w:rFonts w:eastAsia="Aptos"/>
          <w:sz w:val="16"/>
        </w:rPr>
        <w:t xml:space="preserve"> </w:t>
      </w:r>
      <w:r w:rsidRPr="00BA6FB2">
        <w:rPr>
          <w:rFonts w:eastAsia="Aptos"/>
          <w:u w:val="single"/>
        </w:rPr>
        <w:t xml:space="preserve">The operating </w:t>
      </w:r>
      <w:r w:rsidRPr="00BA6FB2">
        <w:rPr>
          <w:rFonts w:eastAsia="Aptos"/>
          <w:highlight w:val="cyan"/>
          <w:u w:val="single"/>
        </w:rPr>
        <w:t>assumption</w:t>
      </w:r>
      <w:r w:rsidRPr="00BA6FB2">
        <w:rPr>
          <w:rFonts w:eastAsia="Aptos"/>
          <w:u w:val="single"/>
        </w:rPr>
        <w:t xml:space="preserve"> of energy economists</w:t>
      </w:r>
      <w:r w:rsidRPr="00BA6FB2">
        <w:rPr>
          <w:rFonts w:eastAsia="Aptos"/>
          <w:sz w:val="16"/>
        </w:rPr>
        <w:t xml:space="preserve"> over the years </w:t>
      </w:r>
      <w:r w:rsidRPr="00BA6FB2">
        <w:rPr>
          <w:rFonts w:eastAsia="Aptos"/>
          <w:highlight w:val="cyan"/>
          <w:u w:val="single"/>
        </w:rPr>
        <w:t>has been</w:t>
      </w:r>
      <w:r w:rsidRPr="00BA6FB2">
        <w:rPr>
          <w:rFonts w:eastAsia="Aptos"/>
          <w:u w:val="single"/>
        </w:rPr>
        <w:t xml:space="preserve"> that </w:t>
      </w:r>
      <w:r w:rsidRPr="00BA6FB2">
        <w:rPr>
          <w:rFonts w:eastAsia="Aptos"/>
          <w:highlight w:val="cyan"/>
          <w:u w:val="single"/>
        </w:rPr>
        <w:t>the key obstacle</w:t>
      </w:r>
      <w:r w:rsidRPr="00BA6FB2">
        <w:rPr>
          <w:rFonts w:eastAsia="Aptos"/>
          <w:sz w:val="16"/>
        </w:rPr>
        <w:t xml:space="preserve"> </w:t>
      </w:r>
      <w:r w:rsidRPr="00BA6FB2">
        <w:rPr>
          <w:rFonts w:eastAsia="Aptos"/>
          <w:u w:val="single"/>
        </w:rPr>
        <w:t xml:space="preserve">to the growth of renewable energy </w:t>
      </w:r>
      <w:r w:rsidRPr="00BA6FB2">
        <w:rPr>
          <w:rFonts w:eastAsia="Aptos"/>
          <w:highlight w:val="cyan"/>
          <w:u w:val="single"/>
        </w:rPr>
        <w:t>is</w:t>
      </w:r>
      <w:r w:rsidRPr="00BA6FB2">
        <w:rPr>
          <w:rFonts w:eastAsia="Aptos"/>
          <w:u w:val="single"/>
        </w:rPr>
        <w:t xml:space="preserve"> its </w:t>
      </w:r>
      <w:r w:rsidRPr="00BA6FB2">
        <w:rPr>
          <w:rFonts w:eastAsia="Aptos"/>
          <w:iCs/>
          <w:highlight w:val="cyan"/>
          <w:u w:val="single"/>
          <w:bdr w:val="single" w:sz="8" w:space="0" w:color="auto"/>
        </w:rPr>
        <w:t>higher cost,</w:t>
      </w:r>
      <w:r w:rsidRPr="00BA6FB2">
        <w:rPr>
          <w:rFonts w:eastAsia="Aptos"/>
          <w:sz w:val="16"/>
        </w:rPr>
        <w:t xml:space="preserve"> </w:t>
      </w:r>
      <w:r w:rsidRPr="00BA6FB2">
        <w:rPr>
          <w:rFonts w:eastAsia="Aptos"/>
          <w:u w:val="single"/>
        </w:rPr>
        <w:t>which renders it unable to compete against fossil fuels</w:t>
      </w:r>
      <w:r w:rsidRPr="00BA6FB2">
        <w:rPr>
          <w:rFonts w:eastAsia="Aptos"/>
          <w:sz w:val="16"/>
        </w:rPr>
        <w:t xml:space="preserve"> in the energy market, and hence reliant on government subsidy. It was a moment of great excitement, therefore, when in 2015 the International Energy Agency reported that, finally, renewable technologies (primarily solar and wind farms) were ‘no longer cost outliers’ relative to gas, coal, oil and nuclear power generation. According to policy orthodoxy, that should have been a turning point. It should have been the moment when governments could withdraw their subsidies for the renewables sector and stand back as the price mechanism worked its magic. </w:t>
      </w:r>
      <w:r w:rsidRPr="00BA6FB2">
        <w:rPr>
          <w:rFonts w:eastAsia="Aptos"/>
          <w:u w:val="single"/>
        </w:rPr>
        <w:t xml:space="preserve">If </w:t>
      </w:r>
      <w:r w:rsidRPr="00BA6FB2">
        <w:rPr>
          <w:rFonts w:eastAsia="Aptos"/>
          <w:highlight w:val="cyan"/>
          <w:u w:val="single"/>
        </w:rPr>
        <w:t xml:space="preserve">coal, gas and oil </w:t>
      </w:r>
      <w:r w:rsidRPr="00BA6FB2">
        <w:rPr>
          <w:rFonts w:eastAsia="Aptos"/>
          <w:u w:val="single"/>
        </w:rPr>
        <w:t xml:space="preserve">were </w:t>
      </w:r>
      <w:r w:rsidRPr="00BA6FB2">
        <w:rPr>
          <w:rFonts w:eastAsia="Aptos"/>
          <w:highlight w:val="cyan"/>
          <w:u w:val="single"/>
        </w:rPr>
        <w:t>now</w:t>
      </w:r>
      <w:r w:rsidRPr="00BA6FB2">
        <w:rPr>
          <w:rFonts w:eastAsia="Aptos"/>
          <w:u w:val="single"/>
        </w:rPr>
        <w:t xml:space="preserve"> the </w:t>
      </w:r>
      <w:r w:rsidRPr="00BA6FB2">
        <w:rPr>
          <w:rFonts w:eastAsia="Aptos"/>
          <w:highlight w:val="cyan"/>
          <w:u w:val="single"/>
        </w:rPr>
        <w:t>less price-competitive</w:t>
      </w:r>
      <w:r w:rsidRPr="00BA6FB2">
        <w:rPr>
          <w:rFonts w:eastAsia="Aptos"/>
          <w:u w:val="single"/>
        </w:rPr>
        <w:t xml:space="preserve"> option</w:t>
      </w:r>
      <w:r w:rsidRPr="00BA6FB2">
        <w:rPr>
          <w:rFonts w:eastAsia="Aptos"/>
          <w:sz w:val="16"/>
        </w:rPr>
        <w:t xml:space="preserve">, the laws of </w:t>
      </w:r>
      <w:r w:rsidRPr="00BA6FB2">
        <w:rPr>
          <w:rFonts w:eastAsia="Aptos"/>
          <w:highlight w:val="cyan"/>
          <w:u w:val="single"/>
        </w:rPr>
        <w:t>supply and demand</w:t>
      </w:r>
      <w:r w:rsidRPr="00BA6FB2">
        <w:rPr>
          <w:rFonts w:eastAsia="Aptos"/>
          <w:u w:val="single"/>
        </w:rPr>
        <w:t xml:space="preserve"> </w:t>
      </w:r>
      <w:r w:rsidRPr="00BA6FB2">
        <w:rPr>
          <w:rFonts w:eastAsia="Aptos"/>
          <w:highlight w:val="cyan"/>
          <w:u w:val="single"/>
        </w:rPr>
        <w:t>would suggest</w:t>
      </w:r>
      <w:r w:rsidRPr="00BA6FB2">
        <w:rPr>
          <w:rFonts w:eastAsia="Aptos"/>
          <w:u w:val="single"/>
        </w:rPr>
        <w:t xml:space="preserve"> that </w:t>
      </w:r>
      <w:r w:rsidRPr="00BA6FB2">
        <w:rPr>
          <w:rFonts w:eastAsia="Aptos"/>
          <w:highlight w:val="cyan"/>
          <w:u w:val="single"/>
        </w:rPr>
        <w:t>they</w:t>
      </w:r>
      <w:r w:rsidRPr="00BA6FB2">
        <w:rPr>
          <w:rFonts w:eastAsia="Aptos"/>
          <w:u w:val="single"/>
        </w:rPr>
        <w:t xml:space="preserve"> </w:t>
      </w:r>
      <w:r w:rsidRPr="00BA6FB2">
        <w:rPr>
          <w:rFonts w:eastAsia="Aptos"/>
          <w:highlight w:val="cyan"/>
          <w:u w:val="single"/>
        </w:rPr>
        <w:t>would</w:t>
      </w:r>
      <w:r w:rsidRPr="00BA6FB2">
        <w:rPr>
          <w:rFonts w:eastAsia="Aptos"/>
          <w:u w:val="single"/>
        </w:rPr>
        <w:t xml:space="preserve"> soon </w:t>
      </w:r>
      <w:r w:rsidRPr="00BA6FB2">
        <w:rPr>
          <w:rFonts w:eastAsia="Aptos"/>
          <w:highlight w:val="cyan"/>
          <w:u w:val="single"/>
        </w:rPr>
        <w:t>be</w:t>
      </w:r>
      <w:r w:rsidRPr="00BA6FB2">
        <w:rPr>
          <w:rFonts w:eastAsia="Aptos"/>
          <w:u w:val="single"/>
        </w:rPr>
        <w:t xml:space="preserve"> left for </w:t>
      </w:r>
      <w:r w:rsidRPr="00BA6FB2">
        <w:rPr>
          <w:rFonts w:eastAsia="Aptos"/>
          <w:highlight w:val="cyan"/>
          <w:u w:val="single"/>
        </w:rPr>
        <w:t>dead</w:t>
      </w:r>
      <w:r w:rsidRPr="00BA6FB2">
        <w:rPr>
          <w:rFonts w:eastAsia="Aptos"/>
          <w:sz w:val="16"/>
        </w:rPr>
        <w:t xml:space="preserve">. </w:t>
      </w:r>
      <w:r w:rsidRPr="00BA6FB2">
        <w:rPr>
          <w:rFonts w:eastAsia="Aptos"/>
          <w:u w:val="single"/>
        </w:rPr>
        <w:t xml:space="preserve">But </w:t>
      </w:r>
      <w:r w:rsidRPr="00BA6FB2">
        <w:rPr>
          <w:rFonts w:eastAsia="Aptos"/>
          <w:highlight w:val="cyan"/>
          <w:u w:val="single"/>
        </w:rPr>
        <w:t xml:space="preserve">none </w:t>
      </w:r>
      <w:r w:rsidRPr="00BA6FB2">
        <w:rPr>
          <w:rFonts w:eastAsia="Aptos"/>
          <w:u w:val="single"/>
        </w:rPr>
        <w:t xml:space="preserve">of this </w:t>
      </w:r>
      <w:r w:rsidRPr="00BA6FB2">
        <w:rPr>
          <w:rFonts w:eastAsia="Aptos"/>
          <w:highlight w:val="cyan"/>
          <w:u w:val="single"/>
        </w:rPr>
        <w:t>has happened</w:t>
      </w:r>
      <w:r w:rsidRPr="00BA6FB2">
        <w:rPr>
          <w:rFonts w:eastAsia="Aptos"/>
          <w:u w:val="single"/>
        </w:rPr>
        <w:t>. Why?</w:t>
      </w:r>
    </w:p>
    <w:p w14:paraId="517DAE2E" w14:textId="77777777" w:rsidR="00BA6FB2" w:rsidRPr="00BA6FB2" w:rsidRDefault="00BA6FB2" w:rsidP="00BA6FB2">
      <w:pPr>
        <w:rPr>
          <w:rFonts w:eastAsia="Aptos"/>
          <w:u w:val="single"/>
        </w:rPr>
      </w:pPr>
      <w:r w:rsidRPr="00BA6FB2">
        <w:rPr>
          <w:rFonts w:eastAsia="Aptos"/>
          <w:sz w:val="16"/>
        </w:rPr>
        <w:t xml:space="preserve">In a word, </w:t>
      </w:r>
      <w:r w:rsidRPr="00BA6FB2">
        <w:rPr>
          <w:rFonts w:eastAsia="Aptos"/>
          <w:u w:val="single"/>
        </w:rPr>
        <w:t>profitability</w:t>
      </w:r>
      <w:r w:rsidRPr="00BA6FB2">
        <w:rPr>
          <w:rFonts w:eastAsia="Aptos"/>
          <w:sz w:val="16"/>
        </w:rPr>
        <w:t xml:space="preserve">. As Wael Sawan, the CEO of Shell, put it only last year, ‘Our shareholders deserve to see us going after strong returns. If we cannot achieve the double-digit returns in a business, we need to question very hard whether we should continue in that business. Absolutely we want to go for lower and lower and lower carbon, but it has to be profitable.’ </w:t>
      </w:r>
      <w:r w:rsidRPr="00BA6FB2">
        <w:rPr>
          <w:rFonts w:eastAsia="Aptos"/>
          <w:highlight w:val="cyan"/>
          <w:u w:val="single"/>
        </w:rPr>
        <w:t>Companies</w:t>
      </w:r>
      <w:r w:rsidRPr="00BA6FB2">
        <w:rPr>
          <w:rFonts w:eastAsia="Aptos"/>
          <w:u w:val="single"/>
        </w:rPr>
        <w:t xml:space="preserve"> such as Shell </w:t>
      </w:r>
      <w:r w:rsidRPr="00BA6FB2">
        <w:rPr>
          <w:rFonts w:eastAsia="Aptos"/>
          <w:highlight w:val="cyan"/>
          <w:u w:val="single"/>
        </w:rPr>
        <w:t>expect</w:t>
      </w:r>
      <w:r w:rsidRPr="00BA6FB2">
        <w:rPr>
          <w:rFonts w:eastAsia="Aptos"/>
          <w:u w:val="single"/>
        </w:rPr>
        <w:t xml:space="preserve"> to make at least </w:t>
      </w:r>
      <w:r w:rsidRPr="00BA6FB2">
        <w:rPr>
          <w:rFonts w:eastAsia="Aptos"/>
          <w:highlight w:val="cyan"/>
          <w:u w:val="single"/>
        </w:rPr>
        <w:t>15 per cent returns on</w:t>
      </w:r>
      <w:r w:rsidRPr="00BA6FB2">
        <w:rPr>
          <w:rFonts w:eastAsia="Aptos"/>
          <w:u w:val="single"/>
        </w:rPr>
        <w:t xml:space="preserve"> their investments in </w:t>
      </w:r>
      <w:r w:rsidRPr="00BA6FB2">
        <w:rPr>
          <w:rFonts w:eastAsia="Aptos"/>
          <w:highlight w:val="cyan"/>
          <w:u w:val="single"/>
        </w:rPr>
        <w:t>fossil fuels</w:t>
      </w:r>
      <w:r w:rsidRPr="00BA6FB2">
        <w:rPr>
          <w:rFonts w:eastAsia="Aptos"/>
          <w:u w:val="single"/>
        </w:rPr>
        <w:t xml:space="preserve">, but </w:t>
      </w:r>
      <w:r w:rsidRPr="00BA6FB2">
        <w:rPr>
          <w:rFonts w:eastAsia="Aptos"/>
          <w:highlight w:val="cyan"/>
          <w:u w:val="single"/>
        </w:rPr>
        <w:t xml:space="preserve">only </w:t>
      </w:r>
      <w:r w:rsidRPr="00BA6FB2">
        <w:rPr>
          <w:rFonts w:eastAsia="Aptos"/>
          <w:u w:val="single"/>
        </w:rPr>
        <w:t>5-</w:t>
      </w:r>
      <w:r w:rsidRPr="00BA6FB2">
        <w:rPr>
          <w:rFonts w:eastAsia="Aptos"/>
          <w:highlight w:val="cyan"/>
          <w:u w:val="single"/>
        </w:rPr>
        <w:t>8</w:t>
      </w:r>
      <w:r w:rsidRPr="00BA6FB2">
        <w:rPr>
          <w:rFonts w:eastAsia="Aptos"/>
          <w:u w:val="single"/>
        </w:rPr>
        <w:t xml:space="preserve"> per cent returns </w:t>
      </w:r>
      <w:r w:rsidRPr="00BA6FB2">
        <w:rPr>
          <w:rFonts w:eastAsia="Aptos"/>
          <w:highlight w:val="cyan"/>
          <w:u w:val="single"/>
        </w:rPr>
        <w:t>on</w:t>
      </w:r>
      <w:r w:rsidRPr="00BA6FB2">
        <w:rPr>
          <w:rFonts w:eastAsia="Aptos"/>
          <w:sz w:val="16"/>
        </w:rPr>
        <w:t xml:space="preserve"> their investments in </w:t>
      </w:r>
      <w:r w:rsidRPr="00BA6FB2">
        <w:rPr>
          <w:rFonts w:eastAsia="Aptos"/>
          <w:highlight w:val="cyan"/>
          <w:u w:val="single"/>
        </w:rPr>
        <w:t>renewables</w:t>
      </w:r>
      <w:r w:rsidRPr="00BA6FB2">
        <w:rPr>
          <w:rFonts w:eastAsia="Aptos"/>
          <w:sz w:val="16"/>
        </w:rPr>
        <w:t xml:space="preserve">. </w:t>
      </w:r>
      <w:r w:rsidRPr="00BA6FB2">
        <w:rPr>
          <w:rFonts w:eastAsia="Aptos"/>
          <w:u w:val="single"/>
        </w:rPr>
        <w:t xml:space="preserve">The </w:t>
      </w:r>
      <w:r w:rsidRPr="00BA6FB2">
        <w:rPr>
          <w:rFonts w:eastAsia="Aptos"/>
          <w:iCs/>
          <w:u w:val="single"/>
          <w:bdr w:val="single" w:sz="8" w:space="0" w:color="auto"/>
        </w:rPr>
        <w:t xml:space="preserve">appeal of </w:t>
      </w:r>
      <w:r w:rsidRPr="00BA6FB2">
        <w:rPr>
          <w:rFonts w:eastAsia="Aptos"/>
          <w:iCs/>
          <w:highlight w:val="cyan"/>
          <w:u w:val="single"/>
          <w:bdr w:val="single" w:sz="8" w:space="0" w:color="auto"/>
        </w:rPr>
        <w:t>fossil fuels</w:t>
      </w:r>
      <w:r w:rsidRPr="00BA6FB2">
        <w:rPr>
          <w:rFonts w:eastAsia="Aptos"/>
          <w:sz w:val="16"/>
          <w:highlight w:val="cyan"/>
        </w:rPr>
        <w:t xml:space="preserve">, </w:t>
      </w:r>
      <w:r w:rsidRPr="00BA6FB2">
        <w:rPr>
          <w:rFonts w:eastAsia="Aptos"/>
          <w:highlight w:val="cyan"/>
          <w:u w:val="single"/>
        </w:rPr>
        <w:t>from</w:t>
      </w:r>
      <w:r w:rsidRPr="00BA6FB2">
        <w:rPr>
          <w:rFonts w:eastAsia="Aptos"/>
          <w:u w:val="single"/>
        </w:rPr>
        <w:t xml:space="preserve"> the vantage point of </w:t>
      </w:r>
      <w:r w:rsidRPr="00BA6FB2">
        <w:rPr>
          <w:rFonts w:eastAsia="Aptos"/>
          <w:highlight w:val="cyan"/>
          <w:u w:val="single"/>
        </w:rPr>
        <w:t>the ‘</w:t>
      </w:r>
      <w:r w:rsidRPr="00BA6FB2">
        <w:rPr>
          <w:rFonts w:eastAsia="Aptos"/>
          <w:iCs/>
          <w:highlight w:val="cyan"/>
          <w:u w:val="single"/>
          <w:bdr w:val="single" w:sz="8" w:space="0" w:color="auto"/>
        </w:rPr>
        <w:t>antimarket’</w:t>
      </w:r>
      <w:r w:rsidRPr="00BA6FB2">
        <w:rPr>
          <w:rFonts w:eastAsia="Aptos"/>
          <w:sz w:val="16"/>
          <w:highlight w:val="cyan"/>
        </w:rPr>
        <w:t>,</w:t>
      </w:r>
      <w:r w:rsidRPr="00BA6FB2">
        <w:rPr>
          <w:rFonts w:eastAsia="Aptos"/>
          <w:sz w:val="16"/>
        </w:rPr>
        <w:t xml:space="preserve"> is that </w:t>
      </w:r>
      <w:r w:rsidRPr="00BA6FB2">
        <w:rPr>
          <w:rFonts w:eastAsia="Aptos"/>
          <w:u w:val="single"/>
        </w:rPr>
        <w:t>they</w:t>
      </w:r>
      <w:r w:rsidRPr="00BA6FB2">
        <w:rPr>
          <w:rFonts w:eastAsia="Aptos"/>
          <w:sz w:val="16"/>
        </w:rPr>
        <w:t xml:space="preserve"> continue to </w:t>
      </w:r>
      <w:r w:rsidRPr="00BA6FB2">
        <w:rPr>
          <w:rFonts w:eastAsia="Aptos"/>
          <w:highlight w:val="cyan"/>
          <w:u w:val="single"/>
        </w:rPr>
        <w:t>offer</w:t>
      </w:r>
      <w:r w:rsidRPr="00BA6FB2">
        <w:rPr>
          <w:rFonts w:eastAsia="Aptos"/>
          <w:u w:val="single"/>
        </w:rPr>
        <w:t xml:space="preserve"> the kinds of </w:t>
      </w:r>
      <w:r w:rsidRPr="00BA6FB2">
        <w:rPr>
          <w:rFonts w:eastAsia="Aptos"/>
          <w:iCs/>
          <w:highlight w:val="cyan"/>
          <w:u w:val="single"/>
          <w:bdr w:val="single" w:sz="8" w:space="0" w:color="auto"/>
        </w:rPr>
        <w:t>monopoly rent</w:t>
      </w:r>
      <w:r w:rsidRPr="00BA6FB2">
        <w:rPr>
          <w:rFonts w:eastAsia="Aptos"/>
          <w:u w:val="single"/>
        </w:rPr>
        <w:t xml:space="preserve"> that the far more competitive, more marketised</w:t>
      </w:r>
      <w:r w:rsidRPr="00BA6FB2">
        <w:rPr>
          <w:rFonts w:eastAsia="Aptos"/>
          <w:sz w:val="16"/>
        </w:rPr>
        <w:t xml:space="preserve"> </w:t>
      </w:r>
      <w:r w:rsidRPr="00BA6FB2">
        <w:rPr>
          <w:rFonts w:eastAsia="Aptos"/>
          <w:u w:val="single"/>
        </w:rPr>
        <w:t>industry of renewables does not</w:t>
      </w:r>
      <w:r w:rsidRPr="00BA6FB2">
        <w:rPr>
          <w:rFonts w:eastAsia="Aptos"/>
          <w:sz w:val="16"/>
        </w:rPr>
        <w:t xml:space="preserve">. This, as Christophers sees it, is </w:t>
      </w:r>
      <w:r w:rsidRPr="00BA6FB2">
        <w:rPr>
          <w:rFonts w:eastAsia="Aptos"/>
          <w:u w:val="single"/>
        </w:rPr>
        <w:t xml:space="preserve">the awkward reality </w:t>
      </w:r>
      <w:r w:rsidRPr="00BA6FB2">
        <w:rPr>
          <w:rFonts w:eastAsia="Aptos"/>
          <w:highlight w:val="cyan"/>
          <w:u w:val="single"/>
        </w:rPr>
        <w:t xml:space="preserve">that </w:t>
      </w:r>
      <w:r w:rsidRPr="00BA6FB2">
        <w:rPr>
          <w:rFonts w:eastAsia="Aptos"/>
          <w:u w:val="single"/>
        </w:rPr>
        <w:t xml:space="preserve">the </w:t>
      </w:r>
      <w:r w:rsidRPr="00BA6FB2">
        <w:rPr>
          <w:rFonts w:eastAsia="Aptos"/>
          <w:iCs/>
          <w:u w:val="single"/>
          <w:bdr w:val="single" w:sz="8" w:space="0" w:color="auto"/>
        </w:rPr>
        <w:t xml:space="preserve">paradigm of </w:t>
      </w:r>
      <w:r w:rsidRPr="00BA6FB2">
        <w:rPr>
          <w:rFonts w:eastAsia="Aptos"/>
          <w:iCs/>
          <w:highlight w:val="cyan"/>
          <w:u w:val="single"/>
          <w:bdr w:val="single" w:sz="8" w:space="0" w:color="auto"/>
        </w:rPr>
        <w:t>market economics</w:t>
      </w:r>
      <w:r w:rsidRPr="00BA6FB2">
        <w:rPr>
          <w:rFonts w:eastAsia="Aptos"/>
          <w:highlight w:val="cyan"/>
          <w:u w:val="single"/>
        </w:rPr>
        <w:t xml:space="preserve"> has </w:t>
      </w:r>
      <w:r w:rsidRPr="00BA6FB2">
        <w:rPr>
          <w:rFonts w:eastAsia="Aptos"/>
          <w:iCs/>
          <w:highlight w:val="cyan"/>
          <w:u w:val="single"/>
          <w:bdr w:val="single" w:sz="8" w:space="0" w:color="auto"/>
        </w:rPr>
        <w:t>hidden</w:t>
      </w:r>
      <w:r w:rsidRPr="00BA6FB2">
        <w:rPr>
          <w:rFonts w:eastAsia="Aptos"/>
          <w:iCs/>
          <w:u w:val="single"/>
          <w:bdr w:val="single" w:sz="8" w:space="0" w:color="auto"/>
        </w:rPr>
        <w:t xml:space="preserve"> from view.</w:t>
      </w:r>
      <w:r w:rsidRPr="00BA6FB2">
        <w:rPr>
          <w:rFonts w:eastAsia="Aptos"/>
          <w:sz w:val="16"/>
        </w:rPr>
        <w:t xml:space="preserve"> He shares the fear expressed by the New Yorker cartoon in which a man explains to three children sitting by some future campfire: ‘</w:t>
      </w:r>
      <w:r w:rsidRPr="00BA6FB2">
        <w:rPr>
          <w:rFonts w:eastAsia="Aptos"/>
          <w:u w:val="single"/>
        </w:rPr>
        <w:t>Yes, the planet got destroyed.</w:t>
      </w:r>
      <w:r w:rsidRPr="00BA6FB2">
        <w:rPr>
          <w:rFonts w:eastAsia="Aptos"/>
          <w:sz w:val="16"/>
        </w:rPr>
        <w:t xml:space="preserve"> </w:t>
      </w:r>
      <w:r w:rsidRPr="00BA6FB2">
        <w:rPr>
          <w:rFonts w:eastAsia="Aptos"/>
          <w:u w:val="single"/>
        </w:rPr>
        <w:t>But for a beautiful moment in time we created a lot of value for shareholders.’</w:t>
      </w:r>
    </w:p>
    <w:p w14:paraId="5D900EA0" w14:textId="77777777" w:rsidR="00BA6FB2" w:rsidRPr="00BA6FB2" w:rsidRDefault="00BA6FB2" w:rsidP="00BA6FB2">
      <w:pPr>
        <w:rPr>
          <w:rFonts w:eastAsia="Aptos"/>
          <w:sz w:val="16"/>
        </w:rPr>
      </w:pPr>
      <w:r w:rsidRPr="00BA6FB2">
        <w:rPr>
          <w:rFonts w:eastAsia="Aptos"/>
          <w:sz w:val="16"/>
        </w:rPr>
        <w:t>Decarbonisation must be carried out on many fronts, but electricity generation is arguably the most important of them. In 2019, 37.5 per cent of global CO2 emissions resulted from electricity generation, the remainder from activities such as transportation, industrial production and heating. The decarbonisation of these activities depends heavily on the promise of electrification (cars, for example), so the need to transform electricity generation is clearly the priority.</w:t>
      </w:r>
    </w:p>
    <w:p w14:paraId="7A8DE9E3" w14:textId="77777777" w:rsidR="00BA6FB2" w:rsidRPr="00BA6FB2" w:rsidRDefault="00BA6FB2" w:rsidP="00BA6FB2">
      <w:pPr>
        <w:rPr>
          <w:rFonts w:eastAsia="Aptos"/>
          <w:u w:val="single"/>
        </w:rPr>
      </w:pPr>
      <w:r w:rsidRPr="00BA6FB2">
        <w:rPr>
          <w:rFonts w:eastAsia="Aptos"/>
          <w:sz w:val="16"/>
        </w:rPr>
        <w:t xml:space="preserve">The challenge is daunting. In 2022, 61 per cent of the global electricity supply came from fossil fuels, the majority from coal, compared to just 12 per cent from wind and solar combined. To keep pace with rising demand, new coal-fuelled power stations are being built all the time – an average of two per week are approved in China alone. </w:t>
      </w:r>
      <w:r w:rsidRPr="00BA6FB2">
        <w:rPr>
          <w:rFonts w:eastAsia="Aptos"/>
          <w:u w:val="single"/>
        </w:rPr>
        <w:t>The IEA’s plan to reach net zero by 2050 involves a rise in the contribution of wind and solar to 68 per cent, and the virtual eradication of fossil fuels in electricity generation</w:t>
      </w:r>
      <w:r w:rsidRPr="00BA6FB2">
        <w:rPr>
          <w:rFonts w:eastAsia="Aptos"/>
          <w:sz w:val="16"/>
        </w:rPr>
        <w:t xml:space="preserve">, with the remainder made up by other renewables such as hydropower and bioenergy, as well as nuclear. Given that </w:t>
      </w:r>
      <w:r w:rsidRPr="00BA6FB2">
        <w:rPr>
          <w:rFonts w:eastAsia="Aptos"/>
          <w:u w:val="single"/>
        </w:rPr>
        <w:t>global electricity demand is likely to double</w:t>
      </w:r>
      <w:r w:rsidRPr="00BA6FB2">
        <w:rPr>
          <w:rFonts w:eastAsia="Aptos"/>
          <w:sz w:val="16"/>
        </w:rPr>
        <w:t xml:space="preserve"> over the same period (thanks especially to the electrification of other technologies), the task would appear almost impossible. But to the extent that there is </w:t>
      </w:r>
      <w:r w:rsidRPr="00BA6FB2">
        <w:rPr>
          <w:rFonts w:eastAsia="Aptos"/>
          <w:u w:val="single"/>
        </w:rPr>
        <w:t>any hope</w:t>
      </w:r>
      <w:r w:rsidRPr="00BA6FB2">
        <w:rPr>
          <w:rFonts w:eastAsia="Aptos"/>
          <w:sz w:val="16"/>
        </w:rPr>
        <w:t xml:space="preserve"> at all of preventing a rise in global temperatures of two or more degrees, it </w:t>
      </w:r>
      <w:r w:rsidRPr="00BA6FB2">
        <w:rPr>
          <w:rFonts w:eastAsia="Aptos"/>
          <w:u w:val="single"/>
        </w:rPr>
        <w:t xml:space="preserve">hangs on </w:t>
      </w:r>
      <w:r w:rsidRPr="00BA6FB2">
        <w:rPr>
          <w:rFonts w:eastAsia="Aptos"/>
          <w:sz w:val="16"/>
        </w:rPr>
        <w:t xml:space="preserve">the </w:t>
      </w:r>
      <w:r w:rsidRPr="00BA6FB2">
        <w:rPr>
          <w:rFonts w:eastAsia="Aptos"/>
          <w:u w:val="single"/>
        </w:rPr>
        <w:t>rolling out of new wind and solar farms at extraordinary speed.</w:t>
      </w:r>
    </w:p>
    <w:p w14:paraId="31529A88" w14:textId="77777777" w:rsidR="00BA6FB2" w:rsidRPr="00BA6FB2" w:rsidRDefault="00BA6FB2" w:rsidP="00BA6FB2">
      <w:pPr>
        <w:rPr>
          <w:rFonts w:eastAsia="Aptos"/>
          <w:sz w:val="16"/>
        </w:rPr>
      </w:pPr>
      <w:r w:rsidRPr="00BA6FB2">
        <w:rPr>
          <w:rFonts w:eastAsia="Aptos"/>
          <w:sz w:val="16"/>
        </w:rPr>
        <w:t xml:space="preserve">Whether or not that can be achieved depends on the capacity of existing political and economic institutions to facilitate it. The economics and regulation of electricity generation are extremely complicated, but a few germane elements can be identified, each of which has a bearing on the prospects for rapid decarbonisation. First, there is the regulatory environment that has become the norm across most of the global North since the 1980s. </w:t>
      </w:r>
      <w:r w:rsidRPr="00BA6FB2">
        <w:rPr>
          <w:rFonts w:eastAsia="Aptos"/>
          <w:u w:val="single"/>
        </w:rPr>
        <w:t xml:space="preserve">Policymakers, influenced by </w:t>
      </w:r>
      <w:r w:rsidRPr="00BA6FB2">
        <w:rPr>
          <w:rFonts w:eastAsia="Aptos"/>
          <w:sz w:val="16"/>
        </w:rPr>
        <w:t xml:space="preserve">the revival of </w:t>
      </w:r>
      <w:r w:rsidRPr="00BA6FB2">
        <w:rPr>
          <w:rFonts w:eastAsia="Aptos"/>
          <w:iCs/>
          <w:u w:val="single"/>
          <w:bdr w:val="single" w:sz="8" w:space="0" w:color="auto"/>
        </w:rPr>
        <w:t>neoclassical</w:t>
      </w:r>
      <w:r w:rsidRPr="00BA6FB2">
        <w:rPr>
          <w:rFonts w:eastAsia="Aptos"/>
          <w:sz w:val="16"/>
        </w:rPr>
        <w:t xml:space="preserve"> </w:t>
      </w:r>
      <w:r w:rsidRPr="00BA6FB2">
        <w:rPr>
          <w:rFonts w:eastAsia="Aptos"/>
          <w:iCs/>
          <w:u w:val="single"/>
          <w:bdr w:val="single" w:sz="8" w:space="0" w:color="auto"/>
        </w:rPr>
        <w:t>economics</w:t>
      </w:r>
      <w:r w:rsidRPr="00BA6FB2">
        <w:rPr>
          <w:rFonts w:eastAsia="Aptos"/>
          <w:u w:val="single"/>
        </w:rPr>
        <w:t xml:space="preserve"> and free-market ideologies</w:t>
      </w:r>
      <w:r w:rsidRPr="00BA6FB2">
        <w:rPr>
          <w:rFonts w:eastAsia="Aptos"/>
          <w:sz w:val="16"/>
        </w:rPr>
        <w:t xml:space="preserve">, </w:t>
      </w:r>
      <w:r w:rsidRPr="00BA6FB2">
        <w:rPr>
          <w:rFonts w:eastAsia="Aptos"/>
          <w:u w:val="single"/>
        </w:rPr>
        <w:t>have</w:t>
      </w:r>
      <w:r w:rsidRPr="00BA6FB2">
        <w:rPr>
          <w:rFonts w:eastAsia="Aptos"/>
          <w:sz w:val="16"/>
        </w:rPr>
        <w:t xml:space="preserve"> </w:t>
      </w:r>
      <w:r w:rsidRPr="00BA6FB2">
        <w:rPr>
          <w:rFonts w:eastAsia="Aptos"/>
          <w:u w:val="single"/>
        </w:rPr>
        <w:t xml:space="preserve">set about restructuring their energy sectors in the hope that </w:t>
      </w:r>
      <w:r w:rsidRPr="00BA6FB2">
        <w:rPr>
          <w:rFonts w:eastAsia="Aptos"/>
          <w:iCs/>
          <w:u w:val="single"/>
          <w:bdr w:val="single" w:sz="8" w:space="0" w:color="auto"/>
        </w:rPr>
        <w:t>market competition</w:t>
      </w:r>
      <w:r w:rsidRPr="00BA6FB2">
        <w:rPr>
          <w:rFonts w:eastAsia="Aptos"/>
          <w:u w:val="single"/>
        </w:rPr>
        <w:t xml:space="preserve"> will drive down prices, benefit consumers, and force producers to invest in superior technologies</w:t>
      </w:r>
      <w:r w:rsidRPr="00BA6FB2">
        <w:rPr>
          <w:rFonts w:eastAsia="Aptos"/>
          <w:sz w:val="16"/>
        </w:rPr>
        <w:t xml:space="preserve"> and services in order to sustain their market share and profitability. </w:t>
      </w:r>
      <w:r w:rsidRPr="00BA6FB2">
        <w:rPr>
          <w:rFonts w:eastAsia="Aptos"/>
          <w:u w:val="single"/>
        </w:rPr>
        <w:t>This</w:t>
      </w:r>
      <w:r w:rsidRPr="00BA6FB2">
        <w:rPr>
          <w:rFonts w:eastAsia="Aptos"/>
          <w:sz w:val="16"/>
        </w:rPr>
        <w:t xml:space="preserve"> is a </w:t>
      </w:r>
      <w:r w:rsidRPr="00BA6FB2">
        <w:rPr>
          <w:rFonts w:eastAsia="Aptos"/>
          <w:iCs/>
          <w:u w:val="single"/>
          <w:bdr w:val="single" w:sz="8" w:space="0" w:color="auto"/>
        </w:rPr>
        <w:t>win-win</w:t>
      </w:r>
      <w:r w:rsidRPr="00BA6FB2">
        <w:rPr>
          <w:rFonts w:eastAsia="Aptos"/>
          <w:sz w:val="16"/>
        </w:rPr>
        <w:t xml:space="preserve"> </w:t>
      </w:r>
      <w:r w:rsidRPr="00BA6FB2">
        <w:rPr>
          <w:rFonts w:eastAsia="Aptos"/>
          <w:u w:val="single"/>
        </w:rPr>
        <w:t>vision of ‘economic life’, in which markets are sovereign</w:t>
      </w:r>
      <w:r w:rsidRPr="00BA6FB2">
        <w:rPr>
          <w:rFonts w:eastAsia="Aptos"/>
          <w:sz w:val="16"/>
        </w:rPr>
        <w:t>, transparency reigns and nobody gets to bully anybody else.</w:t>
      </w:r>
    </w:p>
    <w:p w14:paraId="48FF30FE" w14:textId="77777777" w:rsidR="00BA6FB2" w:rsidRPr="00BA6FB2" w:rsidRDefault="00BA6FB2" w:rsidP="00BA6FB2">
      <w:pPr>
        <w:rPr>
          <w:rFonts w:eastAsia="Aptos"/>
          <w:sz w:val="16"/>
        </w:rPr>
      </w:pPr>
      <w:r w:rsidRPr="00BA6FB2">
        <w:rPr>
          <w:rFonts w:eastAsia="Aptos"/>
          <w:sz w:val="16"/>
        </w:rPr>
        <w:t xml:space="preserve">In pursuit of this dream, </w:t>
      </w:r>
      <w:r w:rsidRPr="00BA6FB2">
        <w:rPr>
          <w:rFonts w:eastAsia="Aptos"/>
          <w:u w:val="single"/>
        </w:rPr>
        <w:t>regulators have begun to unbundle</w:t>
      </w:r>
      <w:r w:rsidRPr="00BA6FB2">
        <w:rPr>
          <w:rFonts w:eastAsia="Aptos"/>
          <w:sz w:val="16"/>
        </w:rPr>
        <w:t xml:space="preserve"> the various parts of </w:t>
      </w:r>
      <w:r w:rsidRPr="00BA6FB2">
        <w:rPr>
          <w:rFonts w:eastAsia="Aptos"/>
          <w:u w:val="single"/>
        </w:rPr>
        <w:t>the energy sector</w:t>
      </w:r>
      <w:r w:rsidRPr="00BA6FB2">
        <w:rPr>
          <w:rFonts w:eastAsia="Aptos"/>
          <w:sz w:val="16"/>
        </w:rPr>
        <w:t xml:space="preserve"> (splitting wholesale from retail) </w:t>
      </w:r>
      <w:r w:rsidRPr="00BA6FB2">
        <w:rPr>
          <w:rFonts w:eastAsia="Aptos"/>
          <w:u w:val="single"/>
        </w:rPr>
        <w:t>so as to reduce monopoly power</w:t>
      </w:r>
      <w:r w:rsidRPr="00BA6FB2">
        <w:rPr>
          <w:rFonts w:eastAsia="Aptos"/>
          <w:sz w:val="16"/>
        </w:rPr>
        <w:t xml:space="preserve">, and </w:t>
      </w:r>
      <w:r w:rsidRPr="00BA6FB2">
        <w:rPr>
          <w:rFonts w:eastAsia="Aptos"/>
          <w:u w:val="single"/>
        </w:rPr>
        <w:t xml:space="preserve">to install </w:t>
      </w:r>
      <w:r w:rsidRPr="00BA6FB2">
        <w:rPr>
          <w:rFonts w:eastAsia="Aptos"/>
          <w:iCs/>
          <w:u w:val="single"/>
          <w:bdr w:val="single" w:sz="8" w:space="0" w:color="auto"/>
        </w:rPr>
        <w:t>market mechanisms</w:t>
      </w:r>
      <w:r w:rsidRPr="00BA6FB2">
        <w:rPr>
          <w:rFonts w:eastAsia="Aptos"/>
          <w:sz w:val="16"/>
        </w:rPr>
        <w:t xml:space="preserve"> in the rest. As a result, </w:t>
      </w:r>
      <w:r w:rsidRPr="00BA6FB2">
        <w:rPr>
          <w:rFonts w:eastAsia="Aptos"/>
          <w:u w:val="single"/>
        </w:rPr>
        <w:t>electricity generation has become</w:t>
      </w:r>
      <w:r w:rsidRPr="00BA6FB2">
        <w:rPr>
          <w:rFonts w:eastAsia="Aptos"/>
          <w:sz w:val="16"/>
        </w:rPr>
        <w:t xml:space="preserve"> a business that operates in a </w:t>
      </w:r>
      <w:r w:rsidRPr="00BA6FB2">
        <w:rPr>
          <w:rFonts w:eastAsia="Aptos"/>
          <w:u w:val="single"/>
        </w:rPr>
        <w:t>highly competitive</w:t>
      </w:r>
      <w:r w:rsidRPr="00BA6FB2">
        <w:rPr>
          <w:rFonts w:eastAsia="Aptos"/>
          <w:sz w:val="16"/>
        </w:rPr>
        <w:t xml:space="preserve"> </w:t>
      </w:r>
      <w:r w:rsidRPr="00BA6FB2">
        <w:rPr>
          <w:rFonts w:eastAsia="Aptos"/>
          <w:u w:val="single"/>
        </w:rPr>
        <w:t>and volatile</w:t>
      </w:r>
      <w:r w:rsidRPr="00BA6FB2">
        <w:rPr>
          <w:rFonts w:eastAsia="Aptos"/>
          <w:sz w:val="16"/>
        </w:rPr>
        <w:t xml:space="preserve"> market. The main ‘customers’ in this market are electricity retailers. The wholesale price of electricity is affected by a range of factors, including financial speculation and the difficulties of predicting where and when electricity will be needed. Further volatility is injected by the fluctuating price of fossil fuels (especially evident since the invasion of Ukraine), though </w:t>
      </w:r>
      <w:r w:rsidRPr="00BA6FB2">
        <w:rPr>
          <w:rFonts w:eastAsia="Aptos"/>
          <w:u w:val="single"/>
        </w:rPr>
        <w:t>this represents an i</w:t>
      </w:r>
      <w:r w:rsidRPr="00BA6FB2">
        <w:rPr>
          <w:rFonts w:eastAsia="Aptos"/>
          <w:iCs/>
          <w:u w:val="single"/>
          <w:bdr w:val="single" w:sz="8" w:space="0" w:color="auto"/>
        </w:rPr>
        <w:t>nbuilt hedge for non-renewables</w:t>
      </w:r>
      <w:r w:rsidRPr="00BA6FB2">
        <w:rPr>
          <w:rFonts w:eastAsia="Aptos"/>
          <w:sz w:val="16"/>
        </w:rPr>
        <w:t xml:space="preserve">: </w:t>
      </w:r>
      <w:r w:rsidRPr="00BA6FB2">
        <w:rPr>
          <w:rFonts w:eastAsia="Aptos"/>
          <w:u w:val="single"/>
        </w:rPr>
        <w:t>if electricity prices slump</w:t>
      </w:r>
      <w:r w:rsidRPr="00BA6FB2">
        <w:rPr>
          <w:rFonts w:eastAsia="Aptos"/>
          <w:sz w:val="16"/>
        </w:rPr>
        <w:t xml:space="preserve">, that’s partly because </w:t>
      </w:r>
      <w:r w:rsidRPr="00BA6FB2">
        <w:rPr>
          <w:rFonts w:eastAsia="Aptos"/>
          <w:u w:val="single"/>
        </w:rPr>
        <w:t>the cost of fuel has slumped as well</w:t>
      </w:r>
      <w:r w:rsidRPr="00BA6FB2">
        <w:rPr>
          <w:rFonts w:eastAsia="Aptos"/>
          <w:sz w:val="16"/>
        </w:rPr>
        <w:t>, so profit margins hold up – renewables do not enjoy that benefit.</w:t>
      </w:r>
    </w:p>
    <w:p w14:paraId="01075519" w14:textId="77777777" w:rsidR="00BA6FB2" w:rsidRPr="00BA6FB2" w:rsidRDefault="00BA6FB2" w:rsidP="00BA6FB2">
      <w:pPr>
        <w:rPr>
          <w:rFonts w:eastAsia="Aptos"/>
          <w:sz w:val="16"/>
        </w:rPr>
      </w:pPr>
      <w:r w:rsidRPr="00BA6FB2">
        <w:rPr>
          <w:rFonts w:eastAsia="Aptos"/>
          <w:sz w:val="16"/>
        </w:rPr>
        <w:t>Then there are the material idiosyncrasies of how electricity is actually generated. Wind and solar farms have comparatively high upfront construction costs, but comparatively low running costs, since their power source is free. The upfront costs may not be recovered for ten or twenty years. This schedule, plus the fact that renewables are still something of a novelty, makes such projects unusually vulnerable to the whims and sentiments of investors. ‘</w:t>
      </w:r>
      <w:r w:rsidRPr="00BA6FB2">
        <w:rPr>
          <w:rFonts w:eastAsia="Aptos"/>
          <w:highlight w:val="cyan"/>
          <w:u w:val="single"/>
        </w:rPr>
        <w:t xml:space="preserve">Financing represents the </w:t>
      </w:r>
      <w:r w:rsidRPr="00BA6FB2">
        <w:rPr>
          <w:rFonts w:eastAsia="Aptos"/>
          <w:u w:val="single"/>
        </w:rPr>
        <w:t xml:space="preserve">ultimate </w:t>
      </w:r>
      <w:r w:rsidRPr="00BA6FB2">
        <w:rPr>
          <w:rFonts w:eastAsia="Aptos"/>
          <w:highlight w:val="cyan"/>
          <w:u w:val="single"/>
        </w:rPr>
        <w:t>chokepoint</w:t>
      </w:r>
      <w:r w:rsidRPr="00BA6FB2">
        <w:rPr>
          <w:rFonts w:eastAsia="Aptos"/>
          <w:sz w:val="16"/>
        </w:rPr>
        <w:t xml:space="preserve">,’ Christophers writes, ‘the point </w:t>
      </w:r>
      <w:r w:rsidRPr="00BA6FB2">
        <w:rPr>
          <w:rFonts w:eastAsia="Aptos"/>
          <w:u w:val="single"/>
        </w:rPr>
        <w:t xml:space="preserve">at which renewables development most often becomes </w:t>
      </w:r>
      <w:r w:rsidRPr="00BA6FB2">
        <w:rPr>
          <w:rFonts w:eastAsia="Aptos"/>
          <w:iCs/>
          <w:u w:val="single"/>
          <w:bdr w:val="single" w:sz="8" w:space="0" w:color="auto"/>
        </w:rPr>
        <w:t>permanently blocked</w:t>
      </w:r>
      <w:r w:rsidRPr="00BA6FB2">
        <w:rPr>
          <w:rFonts w:eastAsia="Aptos"/>
          <w:sz w:val="16"/>
        </w:rPr>
        <w:t xml:space="preserve">.’ </w:t>
      </w:r>
      <w:r w:rsidRPr="00BA6FB2">
        <w:rPr>
          <w:rFonts w:eastAsia="Aptos"/>
          <w:highlight w:val="cyan"/>
          <w:u w:val="single"/>
        </w:rPr>
        <w:t>Investors</w:t>
      </w:r>
      <w:r w:rsidRPr="00BA6FB2">
        <w:rPr>
          <w:rFonts w:eastAsia="Aptos"/>
          <w:sz w:val="16"/>
          <w:highlight w:val="cyan"/>
        </w:rPr>
        <w:t xml:space="preserve"> </w:t>
      </w:r>
      <w:r w:rsidRPr="00BA6FB2">
        <w:rPr>
          <w:rFonts w:eastAsia="Aptos"/>
          <w:highlight w:val="cyan"/>
          <w:u w:val="single"/>
        </w:rPr>
        <w:t>aren’t choosing between ‘clean’ and ‘dirty’</w:t>
      </w:r>
      <w:r w:rsidRPr="00BA6FB2">
        <w:rPr>
          <w:rFonts w:eastAsia="Aptos"/>
          <w:sz w:val="16"/>
        </w:rPr>
        <w:t xml:space="preserve"> electricity generation, but judging </w:t>
      </w:r>
      <w:r w:rsidRPr="00BA6FB2">
        <w:rPr>
          <w:rFonts w:eastAsia="Aptos"/>
          <w:u w:val="single"/>
        </w:rPr>
        <w:t>opportunities</w:t>
      </w:r>
      <w:r w:rsidRPr="00BA6FB2">
        <w:rPr>
          <w:rFonts w:eastAsia="Aptos"/>
          <w:sz w:val="16"/>
        </w:rPr>
        <w:t xml:space="preserve"> </w:t>
      </w:r>
      <w:r w:rsidRPr="00BA6FB2">
        <w:rPr>
          <w:rFonts w:eastAsia="Aptos"/>
          <w:u w:val="single"/>
        </w:rPr>
        <w:t>across</w:t>
      </w:r>
      <w:r w:rsidRPr="00BA6FB2">
        <w:rPr>
          <w:rFonts w:eastAsia="Aptos"/>
          <w:sz w:val="16"/>
        </w:rPr>
        <w:t xml:space="preserve"> a wide range of </w:t>
      </w:r>
      <w:r w:rsidRPr="00BA6FB2">
        <w:rPr>
          <w:rFonts w:eastAsia="Aptos"/>
          <w:iCs/>
          <w:highlight w:val="cyan"/>
          <w:u w:val="single"/>
          <w:bdr w:val="single" w:sz="8" w:space="0" w:color="auto"/>
        </w:rPr>
        <w:t>asset classes</w:t>
      </w:r>
      <w:r w:rsidRPr="00BA6FB2">
        <w:rPr>
          <w:rFonts w:eastAsia="Aptos"/>
          <w:sz w:val="16"/>
        </w:rPr>
        <w:t>. Capitalists’ sole concern, as Marx observed, is how to turn money into more money, and it’s not clear that renewables are a very good vehicle for doing this, regardless of how cheap they are to run.</w:t>
      </w:r>
    </w:p>
    <w:p w14:paraId="115844E0" w14:textId="77777777" w:rsidR="00BA6FB2" w:rsidRPr="00BA6FB2" w:rsidRDefault="00BA6FB2" w:rsidP="00BA6FB2">
      <w:pPr>
        <w:rPr>
          <w:rFonts w:eastAsia="Aptos"/>
          <w:sz w:val="16"/>
        </w:rPr>
      </w:pPr>
      <w:r w:rsidRPr="00BA6FB2">
        <w:rPr>
          <w:rFonts w:eastAsia="Aptos"/>
          <w:sz w:val="16"/>
        </w:rPr>
        <w:t xml:space="preserve">The problem, from the perspective of investors, is ‘bankability’. </w:t>
      </w:r>
      <w:r w:rsidRPr="00BA6FB2">
        <w:rPr>
          <w:rFonts w:eastAsia="Aptos"/>
          <w:u w:val="single"/>
        </w:rPr>
        <w:t>Investors want</w:t>
      </w:r>
      <w:r w:rsidRPr="00BA6FB2">
        <w:rPr>
          <w:rFonts w:eastAsia="Aptos"/>
          <w:sz w:val="16"/>
        </w:rPr>
        <w:t xml:space="preserve"> as much </w:t>
      </w:r>
      <w:r w:rsidRPr="00BA6FB2">
        <w:rPr>
          <w:rFonts w:eastAsia="Aptos"/>
          <w:u w:val="single"/>
        </w:rPr>
        <w:t>certainty</w:t>
      </w:r>
      <w:r w:rsidRPr="00BA6FB2">
        <w:rPr>
          <w:rFonts w:eastAsia="Aptos"/>
          <w:sz w:val="16"/>
        </w:rPr>
        <w:t xml:space="preserve"> as possible </w:t>
      </w:r>
      <w:r w:rsidRPr="00BA6FB2">
        <w:rPr>
          <w:rFonts w:eastAsia="Aptos"/>
          <w:u w:val="single"/>
        </w:rPr>
        <w:t>regarding future returns</w:t>
      </w:r>
      <w:r w:rsidRPr="00BA6FB2">
        <w:rPr>
          <w:rFonts w:eastAsia="Aptos"/>
          <w:sz w:val="16"/>
        </w:rPr>
        <w:t xml:space="preserve"> on their investments, or else they require a hefty premium for accepting additional uncertainty. The challenge for the renewables sector is how to persuade investors that they can make reliably high returns in a market with highly volatile prices, low barriers to entry and nothing to stabilise revenues. </w:t>
      </w:r>
      <w:r w:rsidRPr="00BA6FB2">
        <w:rPr>
          <w:rFonts w:eastAsia="Aptos"/>
          <w:u w:val="single"/>
        </w:rPr>
        <w:t>The very policies that were introduced to bring electricity costs down</w:t>
      </w:r>
      <w:r w:rsidRPr="00BA6FB2">
        <w:rPr>
          <w:rFonts w:eastAsia="Aptos"/>
          <w:sz w:val="16"/>
        </w:rPr>
        <w:t xml:space="preserve"> – </w:t>
      </w:r>
      <w:r w:rsidRPr="00BA6FB2">
        <w:rPr>
          <w:rFonts w:eastAsia="Aptos"/>
          <w:iCs/>
          <w:u w:val="single"/>
          <w:bdr w:val="single" w:sz="8" w:space="0" w:color="auto"/>
        </w:rPr>
        <w:t xml:space="preserve">marketisation and </w:t>
      </w:r>
      <w:r w:rsidRPr="00BA6FB2">
        <w:rPr>
          <w:rFonts w:eastAsia="Aptos"/>
          <w:iCs/>
          <w:highlight w:val="cyan"/>
          <w:u w:val="single"/>
          <w:bdr w:val="single" w:sz="8" w:space="0" w:color="auto"/>
        </w:rPr>
        <w:t>competition</w:t>
      </w:r>
      <w:r w:rsidRPr="00BA6FB2">
        <w:rPr>
          <w:rFonts w:eastAsia="Aptos"/>
          <w:sz w:val="16"/>
          <w:highlight w:val="cyan"/>
        </w:rPr>
        <w:t xml:space="preserve"> </w:t>
      </w:r>
      <w:r w:rsidRPr="00BA6FB2">
        <w:rPr>
          <w:rFonts w:eastAsia="Aptos"/>
          <w:sz w:val="16"/>
        </w:rPr>
        <w:t xml:space="preserve">– </w:t>
      </w:r>
      <w:r w:rsidRPr="00BA6FB2">
        <w:rPr>
          <w:rFonts w:eastAsia="Aptos"/>
          <w:u w:val="single"/>
        </w:rPr>
        <w:t xml:space="preserve">have </w:t>
      </w:r>
      <w:r w:rsidRPr="00BA6FB2">
        <w:rPr>
          <w:rFonts w:eastAsia="Aptos"/>
          <w:iCs/>
          <w:highlight w:val="cyan"/>
          <w:u w:val="single"/>
          <w:bdr w:val="single" w:sz="8" w:space="0" w:color="auto"/>
        </w:rPr>
        <w:t>made the financial sector wary</w:t>
      </w:r>
      <w:r w:rsidRPr="00BA6FB2">
        <w:rPr>
          <w:rFonts w:eastAsia="Aptos"/>
          <w:sz w:val="16"/>
        </w:rPr>
        <w:t xml:space="preserve">. </w:t>
      </w:r>
      <w:r w:rsidRPr="00BA6FB2">
        <w:rPr>
          <w:rFonts w:eastAsia="Aptos"/>
          <w:u w:val="single"/>
        </w:rPr>
        <w:t>Whenever renewables appear to be doing well, new providers rush in, driving down prices, and therefore profits, until investors get cold feet all over again</w:t>
      </w:r>
      <w:r w:rsidRPr="00BA6FB2">
        <w:rPr>
          <w:rFonts w:eastAsia="Aptos"/>
          <w:sz w:val="16"/>
        </w:rPr>
        <w:t>.</w:t>
      </w:r>
    </w:p>
    <w:p w14:paraId="0256FFF9" w14:textId="77777777" w:rsidR="00BA6FB2" w:rsidRPr="00BA6FB2" w:rsidRDefault="00BA6FB2" w:rsidP="00BA6FB2">
      <w:pPr>
        <w:rPr>
          <w:rFonts w:eastAsia="Aptos"/>
          <w:sz w:val="16"/>
        </w:rPr>
      </w:pPr>
      <w:r w:rsidRPr="00BA6FB2">
        <w:rPr>
          <w:rFonts w:eastAsia="Aptos"/>
          <w:sz w:val="16"/>
        </w:rPr>
        <w:t xml:space="preserve">What </w:t>
      </w:r>
      <w:r w:rsidRPr="00BA6FB2">
        <w:rPr>
          <w:rFonts w:eastAsia="Aptos"/>
          <w:u w:val="single"/>
        </w:rPr>
        <w:t>investors crave</w:t>
      </w:r>
      <w:r w:rsidRPr="00BA6FB2">
        <w:rPr>
          <w:rFonts w:eastAsia="Aptos"/>
          <w:sz w:val="16"/>
        </w:rPr>
        <w:t xml:space="preserve"> is </w:t>
      </w:r>
      <w:r w:rsidRPr="00BA6FB2">
        <w:rPr>
          <w:rFonts w:eastAsia="Aptos"/>
          <w:u w:val="single"/>
        </w:rPr>
        <w:t>price stability</w:t>
      </w:r>
      <w:r w:rsidRPr="00BA6FB2">
        <w:rPr>
          <w:rFonts w:eastAsia="Aptos"/>
          <w:sz w:val="16"/>
        </w:rPr>
        <w:t xml:space="preserve">, or predictability at least. Risk is one thing, but fundamental uncertainty is another. Industries characterised by a high degree of concentration, longstanding monopoly power and government support are far easier to incorporate into financial models, because there are fewer unknowns. Judged in terms of decarbonisation, the most successful policies reviewed in The Price Is Wrong are not those which reduce the price of electricity, which would be in the interest of consumers, but those which stabilise it for the benefit of investors. Meanwhile, </w:t>
      </w:r>
      <w:r w:rsidRPr="00BA6FB2">
        <w:rPr>
          <w:rFonts w:eastAsia="Aptos"/>
          <w:u w:val="single"/>
        </w:rPr>
        <w:t xml:space="preserve">the extraction and burning of </w:t>
      </w:r>
      <w:r w:rsidRPr="00BA6FB2">
        <w:rPr>
          <w:rFonts w:eastAsia="Aptos"/>
          <w:highlight w:val="cyan"/>
          <w:u w:val="single"/>
        </w:rPr>
        <w:t>fossil fuels</w:t>
      </w:r>
      <w:r w:rsidRPr="00BA6FB2">
        <w:rPr>
          <w:rFonts w:eastAsia="Aptos"/>
          <w:u w:val="single"/>
        </w:rPr>
        <w:t xml:space="preserve"> remains a more dependable way of</w:t>
      </w:r>
      <w:r w:rsidRPr="00BA6FB2">
        <w:rPr>
          <w:rFonts w:eastAsia="Aptos"/>
          <w:sz w:val="16"/>
        </w:rPr>
        <w:t xml:space="preserve"> making the kind of </w:t>
      </w:r>
      <w:r w:rsidRPr="00BA6FB2">
        <w:rPr>
          <w:rFonts w:eastAsia="Aptos"/>
          <w:u w:val="single"/>
        </w:rPr>
        <w:t>returns that Wall Street</w:t>
      </w:r>
      <w:r w:rsidRPr="00BA6FB2">
        <w:rPr>
          <w:rFonts w:eastAsia="Aptos"/>
          <w:sz w:val="16"/>
        </w:rPr>
        <w:t xml:space="preserve"> and the City have come to </w:t>
      </w:r>
      <w:r w:rsidRPr="00BA6FB2">
        <w:rPr>
          <w:rFonts w:eastAsia="Aptos"/>
          <w:u w:val="single"/>
        </w:rPr>
        <w:t>expect as their due</w:t>
      </w:r>
      <w:r w:rsidRPr="00BA6FB2">
        <w:rPr>
          <w:rFonts w:eastAsia="Aptos"/>
          <w:sz w:val="16"/>
        </w:rPr>
        <w:t xml:space="preserve">. This is an industry with more </w:t>
      </w:r>
      <w:r w:rsidRPr="00BA6FB2">
        <w:rPr>
          <w:rFonts w:eastAsia="Aptos"/>
          <w:iCs/>
          <w:highlight w:val="cyan"/>
          <w:u w:val="single"/>
          <w:bdr w:val="single" w:sz="8" w:space="0" w:color="auto"/>
        </w:rPr>
        <w:t>dominant players</w:t>
      </w:r>
      <w:r w:rsidRPr="00BA6FB2">
        <w:rPr>
          <w:rFonts w:eastAsia="Aptos"/>
          <w:sz w:val="16"/>
        </w:rPr>
        <w:t xml:space="preserve">, much </w:t>
      </w:r>
      <w:r w:rsidRPr="00BA6FB2">
        <w:rPr>
          <w:rFonts w:eastAsia="Aptos"/>
          <w:iCs/>
          <w:highlight w:val="cyan"/>
          <w:u w:val="single"/>
          <w:bdr w:val="single" w:sz="8" w:space="0" w:color="auto"/>
        </w:rPr>
        <w:t>higher barriers to entry</w:t>
      </w:r>
      <w:r w:rsidRPr="00BA6FB2">
        <w:rPr>
          <w:rFonts w:eastAsia="Aptos"/>
          <w:sz w:val="16"/>
          <w:highlight w:val="cyan"/>
        </w:rPr>
        <w:t>,</w:t>
      </w:r>
      <w:r w:rsidRPr="00BA6FB2">
        <w:rPr>
          <w:rFonts w:eastAsia="Aptos"/>
          <w:sz w:val="16"/>
        </w:rPr>
        <w:t xml:space="preserve"> and which was largely </w:t>
      </w:r>
      <w:r w:rsidRPr="00BA6FB2">
        <w:rPr>
          <w:rFonts w:eastAsia="Aptos"/>
          <w:u w:val="single"/>
        </w:rPr>
        <w:t xml:space="preserve">established (and </w:t>
      </w:r>
      <w:r w:rsidRPr="00BA6FB2">
        <w:rPr>
          <w:rFonts w:eastAsia="Aptos"/>
          <w:highlight w:val="cyan"/>
          <w:u w:val="single"/>
        </w:rPr>
        <w:t>financed)</w:t>
      </w:r>
      <w:r w:rsidRPr="00BA6FB2">
        <w:rPr>
          <w:rFonts w:eastAsia="Aptos"/>
          <w:sz w:val="16"/>
          <w:highlight w:val="cyan"/>
        </w:rPr>
        <w:t xml:space="preserve"> </w:t>
      </w:r>
      <w:r w:rsidRPr="00BA6FB2">
        <w:rPr>
          <w:rFonts w:eastAsia="Aptos"/>
          <w:highlight w:val="cyan"/>
          <w:u w:val="single"/>
        </w:rPr>
        <w:t>long before</w:t>
      </w:r>
      <w:r w:rsidRPr="00BA6FB2">
        <w:rPr>
          <w:rFonts w:eastAsia="Aptos"/>
          <w:sz w:val="16"/>
        </w:rPr>
        <w:t xml:space="preserve"> the vogue for </w:t>
      </w:r>
      <w:r w:rsidRPr="00BA6FB2">
        <w:rPr>
          <w:rFonts w:eastAsia="Aptos"/>
          <w:highlight w:val="cyan"/>
          <w:u w:val="single"/>
        </w:rPr>
        <w:t>marketisation</w:t>
      </w:r>
      <w:r w:rsidRPr="00BA6FB2">
        <w:rPr>
          <w:rFonts w:eastAsia="Aptos"/>
          <w:sz w:val="16"/>
        </w:rPr>
        <w:t xml:space="preserve"> took hold.</w:t>
      </w:r>
    </w:p>
    <w:p w14:paraId="5EA6B415" w14:textId="77777777" w:rsidR="00BA6FB2" w:rsidRPr="00BA6FB2" w:rsidRDefault="00BA6FB2" w:rsidP="00BA6FB2">
      <w:pPr>
        <w:rPr>
          <w:rFonts w:eastAsia="Aptos"/>
          <w:sz w:val="16"/>
        </w:rPr>
      </w:pPr>
      <w:r w:rsidRPr="00BA6FB2">
        <w:rPr>
          <w:rFonts w:eastAsia="Aptos"/>
          <w:sz w:val="16"/>
        </w:rPr>
        <w:t>Despite the exuberance over the falling costs of solar and wind power, Christophers doubts ‘whether a single example of a substantive and truly zero-support’ renewables facility ‘actually exists, anywhere in the world’. What’s especially galling is that, to the extent renewable electricity remains hooked on subsidies, this isn’t money that is ending up in savings for consumers, but in the profits of developers and the portfolios of asset managers. Paradoxically</w:t>
      </w:r>
      <w:r w:rsidRPr="00BA6FB2">
        <w:rPr>
          <w:rFonts w:eastAsia="Aptos"/>
          <w:u w:val="single"/>
        </w:rPr>
        <w:t>, the ideology that promoted free markets</w:t>
      </w:r>
      <w:r w:rsidRPr="00BA6FB2">
        <w:rPr>
          <w:rFonts w:eastAsia="Aptos"/>
          <w:sz w:val="16"/>
        </w:rPr>
        <w:t xml:space="preserve"> and a culture of enterprise (</w:t>
      </w:r>
      <w:r w:rsidRPr="00BA6FB2">
        <w:rPr>
          <w:rFonts w:eastAsia="Aptos"/>
          <w:u w:val="single"/>
        </w:rPr>
        <w:t>against</w:t>
      </w:r>
      <w:r w:rsidRPr="00BA6FB2">
        <w:rPr>
          <w:rFonts w:eastAsia="Aptos"/>
          <w:sz w:val="16"/>
        </w:rPr>
        <w:t xml:space="preserve"> conglomeration and </w:t>
      </w:r>
      <w:r w:rsidRPr="00BA6FB2">
        <w:rPr>
          <w:rFonts w:eastAsia="Aptos"/>
          <w:u w:val="single"/>
        </w:rPr>
        <w:t>monopoly</w:t>
      </w:r>
      <w:r w:rsidRPr="00BA6FB2">
        <w:rPr>
          <w:rFonts w:eastAsia="Aptos"/>
          <w:sz w:val="16"/>
        </w:rPr>
        <w:t xml:space="preserve">) </w:t>
      </w:r>
      <w:r w:rsidRPr="00BA6FB2">
        <w:rPr>
          <w:rFonts w:eastAsia="Aptos"/>
          <w:u w:val="single"/>
        </w:rPr>
        <w:t>has enforced this sector’s reliance on the state.</w:t>
      </w:r>
      <w:r w:rsidRPr="00BA6FB2">
        <w:rPr>
          <w:rFonts w:eastAsia="Aptos"/>
          <w:sz w:val="16"/>
        </w:rPr>
        <w:t xml:space="preserve"> The lesson Christophers draws is that </w:t>
      </w:r>
      <w:r w:rsidRPr="00BA6FB2">
        <w:rPr>
          <w:rFonts w:eastAsia="Aptos"/>
          <w:u w:val="single"/>
        </w:rPr>
        <w:t>electricity ‘was and is not a suitable object for marketisation and profit generation</w:t>
      </w:r>
      <w:r w:rsidRPr="00BA6FB2">
        <w:rPr>
          <w:rFonts w:eastAsia="Aptos"/>
          <w:sz w:val="16"/>
        </w:rPr>
        <w:t xml:space="preserve"> in the first place’. Ecologically speaking, neoliberalism could scarcely have come at a worse time.</w:t>
      </w:r>
    </w:p>
    <w:p w14:paraId="3C5769CD" w14:textId="77777777" w:rsidR="00BA6FB2" w:rsidRPr="00BA6FB2" w:rsidRDefault="00BA6FB2" w:rsidP="00BA6FB2">
      <w:pPr>
        <w:rPr>
          <w:rFonts w:eastAsia="Aptos"/>
          <w:sz w:val="16"/>
        </w:rPr>
      </w:pPr>
      <w:r w:rsidRPr="00BA6FB2">
        <w:rPr>
          <w:rFonts w:eastAsia="Aptos"/>
          <w:sz w:val="16"/>
        </w:rPr>
        <w:t xml:space="preserve">What can be done? </w:t>
      </w:r>
      <w:r w:rsidRPr="00BA6FB2">
        <w:rPr>
          <w:rFonts w:eastAsia="Aptos"/>
          <w:u w:val="single"/>
        </w:rPr>
        <w:t>It is clearly no good hoping that electricity markets will drive the energy transition</w:t>
      </w:r>
      <w:r w:rsidRPr="00BA6FB2">
        <w:rPr>
          <w:rFonts w:eastAsia="Aptos"/>
          <w:sz w:val="16"/>
        </w:rPr>
        <w:t xml:space="preserve">, </w:t>
      </w:r>
      <w:r w:rsidRPr="00BA6FB2">
        <w:rPr>
          <w:rFonts w:eastAsia="Aptos"/>
          <w:u w:val="single"/>
        </w:rPr>
        <w:t>when it’s financial markets that are calling the shots</w:t>
      </w:r>
      <w:r w:rsidRPr="00BA6FB2">
        <w:rPr>
          <w:rFonts w:eastAsia="Aptos"/>
          <w:sz w:val="16"/>
        </w:rPr>
        <w:t>. The option that has come to the fore in recent years, led by the Biden administration, is the one euphemistically called ‘de-risking’, which in practice means topping up and guaranteeing the returns that investors have come to expect using tax credits and other subsidies. The Inflation Reduction Act, signed by Biden in the summer of 2022, promises a giant $369 billion of these incentives over a ten-year period. This at least faces up to the fact that much of the power to shape the future is in the hands of asset managers and banks, and it is their calculations (and not those of consumers) that will decide whether or not the planet burns. There is no economic reason why a 15 per cent return on investment should be considered ‘normal’, and there is nothing objectively bad about a project that pays 6 per cent instead. The problem, as Christophers makes plain, is that investors get to choose which of these two numbers they prefer, and no government is likely to force BlackRock to make less money anytime soon. Where ‘de-risking’ continues to fall short is in moving from ‘carrots’ to ‘sticks’: there are precious few conditions imposed on the beneficiaries of green tax credits, let alone adequate penalties for those continuing to invest in fossil fuels.</w:t>
      </w:r>
    </w:p>
    <w:p w14:paraId="0082C04F" w14:textId="77777777" w:rsidR="00BA6FB2" w:rsidRPr="00BA6FB2" w:rsidRDefault="00BA6FB2" w:rsidP="00BA6FB2">
      <w:pPr>
        <w:rPr>
          <w:rFonts w:eastAsia="Aptos"/>
          <w:sz w:val="16"/>
        </w:rPr>
      </w:pPr>
      <w:r w:rsidRPr="00BA6FB2">
        <w:rPr>
          <w:rFonts w:eastAsia="Aptos"/>
          <w:sz w:val="16"/>
        </w:rPr>
        <w:t>The more ambitious, if politically unpalatable, option is a wholehearted Green New Deal, in which the state takes vast amounts of cost and risk onto its own balance sheet</w:t>
      </w:r>
      <w:r w:rsidRPr="00BA6FB2">
        <w:rPr>
          <w:rFonts w:eastAsia="Aptos"/>
          <w:u w:val="single"/>
        </w:rPr>
        <w:t xml:space="preserve">. Once it is accepted that </w:t>
      </w:r>
      <w:r w:rsidRPr="00BA6FB2">
        <w:rPr>
          <w:rFonts w:eastAsia="Aptos"/>
          <w:highlight w:val="cyan"/>
          <w:u w:val="single"/>
        </w:rPr>
        <w:t>electricity</w:t>
      </w:r>
      <w:r w:rsidRPr="00BA6FB2">
        <w:rPr>
          <w:rFonts w:eastAsia="Aptos"/>
          <w:sz w:val="16"/>
          <w:highlight w:val="cyan"/>
        </w:rPr>
        <w:t xml:space="preserve"> </w:t>
      </w:r>
      <w:r w:rsidRPr="00BA6FB2">
        <w:rPr>
          <w:rFonts w:eastAsia="Aptos"/>
          <w:highlight w:val="cyan"/>
          <w:u w:val="single"/>
        </w:rPr>
        <w:t>does</w:t>
      </w:r>
      <w:r w:rsidRPr="00BA6FB2">
        <w:rPr>
          <w:rFonts w:eastAsia="Aptos"/>
          <w:u w:val="single"/>
        </w:rPr>
        <w:t xml:space="preserve"> </w:t>
      </w:r>
      <w:r w:rsidRPr="00BA6FB2">
        <w:rPr>
          <w:rFonts w:eastAsia="Aptos"/>
          <w:highlight w:val="cyan"/>
          <w:u w:val="single"/>
        </w:rPr>
        <w:t>not behave like a</w:t>
      </w:r>
      <w:r w:rsidRPr="00BA6FB2">
        <w:rPr>
          <w:rFonts w:eastAsia="Aptos"/>
          <w:u w:val="single"/>
        </w:rPr>
        <w:t xml:space="preserve"> typical </w:t>
      </w:r>
      <w:r w:rsidRPr="00BA6FB2">
        <w:rPr>
          <w:rFonts w:eastAsia="Aptos"/>
          <w:iCs/>
          <w:highlight w:val="cyan"/>
          <w:u w:val="single"/>
          <w:bdr w:val="single" w:sz="8" w:space="0" w:color="auto"/>
        </w:rPr>
        <w:t>commodity</w:t>
      </w:r>
      <w:r w:rsidRPr="00BA6FB2">
        <w:rPr>
          <w:rFonts w:eastAsia="Aptos"/>
          <w:sz w:val="16"/>
        </w:rPr>
        <w:t xml:space="preserve">, </w:t>
      </w:r>
      <w:r w:rsidRPr="00BA6FB2">
        <w:rPr>
          <w:rFonts w:eastAsia="Aptos"/>
          <w:u w:val="single"/>
        </w:rPr>
        <w:t xml:space="preserve">and that </w:t>
      </w:r>
      <w:r w:rsidRPr="00BA6FB2">
        <w:rPr>
          <w:rFonts w:eastAsia="Aptos"/>
          <w:highlight w:val="cyan"/>
          <w:u w:val="single"/>
        </w:rPr>
        <w:t xml:space="preserve">the urgency of decarbonisation </w:t>
      </w:r>
      <w:r w:rsidRPr="00BA6FB2">
        <w:rPr>
          <w:rFonts w:eastAsia="Aptos"/>
          <w:iCs/>
          <w:highlight w:val="cyan"/>
          <w:u w:val="single"/>
          <w:bdr w:val="single" w:sz="8" w:space="0" w:color="auto"/>
        </w:rPr>
        <w:t xml:space="preserve">exceeds all </w:t>
      </w:r>
      <w:r w:rsidRPr="00BA6FB2">
        <w:rPr>
          <w:rFonts w:eastAsia="Aptos"/>
          <w:iCs/>
          <w:u w:val="single"/>
          <w:bdr w:val="single" w:sz="8" w:space="0" w:color="auto"/>
        </w:rPr>
        <w:t xml:space="preserve">narrow </w:t>
      </w:r>
      <w:r w:rsidRPr="00BA6FB2">
        <w:rPr>
          <w:rFonts w:eastAsia="Aptos"/>
          <w:iCs/>
          <w:highlight w:val="cyan"/>
          <w:u w:val="single"/>
          <w:bdr w:val="single" w:sz="8" w:space="0" w:color="auto"/>
        </w:rPr>
        <w:t xml:space="preserve">cost-benefit </w:t>
      </w:r>
      <w:r w:rsidRPr="00BA6FB2">
        <w:rPr>
          <w:rFonts w:eastAsia="Aptos"/>
          <w:iCs/>
          <w:u w:val="single"/>
          <w:bdr w:val="single" w:sz="8" w:space="0" w:color="auto"/>
        </w:rPr>
        <w:t>calculations</w:t>
      </w:r>
      <w:r w:rsidRPr="00BA6FB2">
        <w:rPr>
          <w:rFonts w:eastAsia="Aptos"/>
          <w:sz w:val="16"/>
        </w:rPr>
        <w:t xml:space="preserve">, then </w:t>
      </w:r>
      <w:r w:rsidRPr="00BA6FB2">
        <w:rPr>
          <w:rFonts w:eastAsia="Aptos"/>
          <w:u w:val="single"/>
        </w:rPr>
        <w:t xml:space="preserve">it makes sense to </w:t>
      </w:r>
      <w:r w:rsidRPr="00BA6FB2">
        <w:rPr>
          <w:rFonts w:eastAsia="Aptos"/>
          <w:iCs/>
          <w:u w:val="single"/>
          <w:bdr w:val="single" w:sz="8" w:space="0" w:color="auto"/>
        </w:rPr>
        <w:t xml:space="preserve">abandon </w:t>
      </w:r>
      <w:r w:rsidRPr="00BA6FB2">
        <w:rPr>
          <w:rFonts w:eastAsia="Aptos"/>
          <w:u w:val="single"/>
        </w:rPr>
        <w:t>reliance on</w:t>
      </w:r>
      <w:r w:rsidRPr="00BA6FB2">
        <w:rPr>
          <w:rFonts w:eastAsia="Aptos"/>
          <w:iCs/>
          <w:u w:val="single"/>
          <w:bdr w:val="single" w:sz="8" w:space="0" w:color="auto"/>
        </w:rPr>
        <w:t xml:space="preserve"> markets altogether</w:t>
      </w:r>
      <w:r w:rsidRPr="00BA6FB2">
        <w:rPr>
          <w:rFonts w:eastAsia="Aptos"/>
          <w:sz w:val="16"/>
        </w:rPr>
        <w:t xml:space="preserve">. Something akin to a </w:t>
      </w:r>
      <w:r w:rsidRPr="00BA6FB2">
        <w:rPr>
          <w:rFonts w:eastAsia="Aptos"/>
          <w:u w:val="single"/>
        </w:rPr>
        <w:t>wartime mobilisation might then take place</w:t>
      </w:r>
      <w:r w:rsidRPr="00BA6FB2">
        <w:rPr>
          <w:rFonts w:eastAsia="Aptos"/>
          <w:sz w:val="16"/>
        </w:rPr>
        <w:t>, in which the state stretches its financial credibility to the absolute limit to invest in renewables at the pace that the climate emergency demands. Just so long as nobody expects this to make money for the state in the process, as Keir Starmer’s proposed Great British Energy project assumes it will be able to do.</w:t>
      </w:r>
    </w:p>
    <w:p w14:paraId="33183A37" w14:textId="77777777" w:rsidR="00BA6FB2" w:rsidRPr="00BA6FB2" w:rsidRDefault="00BA6FB2" w:rsidP="00BA6FB2">
      <w:pPr>
        <w:rPr>
          <w:rFonts w:eastAsia="Aptos"/>
          <w:sz w:val="16"/>
        </w:rPr>
      </w:pPr>
      <w:r w:rsidRPr="00BA6FB2">
        <w:rPr>
          <w:rFonts w:eastAsia="Aptos"/>
          <w:sz w:val="16"/>
        </w:rPr>
        <w:t xml:space="preserve">Christophers’s​ The Price Is Wrong might be seen as the third part of a trilogy, following Rentier Capitalism (2020) and Our Lives in Their Portfolios (2023). What links these books is an effort to understand profit in the wake of Thatcher and Reagan, and to challenge the terms on which privatisation and marketisation have been sold. </w:t>
      </w:r>
      <w:r w:rsidRPr="00BA6FB2">
        <w:rPr>
          <w:rFonts w:eastAsia="Aptos"/>
          <w:u w:val="single"/>
        </w:rPr>
        <w:t>The mechanics of</w:t>
      </w:r>
      <w:r w:rsidRPr="00BA6FB2">
        <w:rPr>
          <w:rFonts w:eastAsia="Aptos"/>
          <w:sz w:val="16"/>
        </w:rPr>
        <w:t xml:space="preserve"> the </w:t>
      </w:r>
      <w:r w:rsidRPr="00BA6FB2">
        <w:rPr>
          <w:rFonts w:eastAsia="Aptos"/>
          <w:u w:val="single"/>
        </w:rPr>
        <w:t>electricity</w:t>
      </w:r>
      <w:r w:rsidRPr="00BA6FB2">
        <w:rPr>
          <w:rFonts w:eastAsia="Aptos"/>
          <w:sz w:val="16"/>
        </w:rPr>
        <w:t xml:space="preserve"> sector </w:t>
      </w:r>
      <w:r w:rsidRPr="00BA6FB2">
        <w:rPr>
          <w:rFonts w:eastAsia="Aptos"/>
          <w:u w:val="single"/>
        </w:rPr>
        <w:t>have</w:t>
      </w:r>
      <w:r w:rsidRPr="00BA6FB2">
        <w:rPr>
          <w:rFonts w:eastAsia="Aptos"/>
          <w:sz w:val="16"/>
        </w:rPr>
        <w:t xml:space="preserve"> some </w:t>
      </w:r>
      <w:r w:rsidRPr="00BA6FB2">
        <w:rPr>
          <w:rFonts w:eastAsia="Aptos"/>
          <w:u w:val="single"/>
        </w:rPr>
        <w:t>things in common</w:t>
      </w:r>
      <w:r w:rsidRPr="00BA6FB2">
        <w:rPr>
          <w:rFonts w:eastAsia="Aptos"/>
          <w:sz w:val="16"/>
        </w:rPr>
        <w:t xml:space="preserve"> </w:t>
      </w:r>
      <w:r w:rsidRPr="00BA6FB2">
        <w:rPr>
          <w:rFonts w:eastAsia="Aptos"/>
          <w:u w:val="single"/>
        </w:rPr>
        <w:t>with</w:t>
      </w:r>
      <w:r w:rsidRPr="00BA6FB2">
        <w:rPr>
          <w:rFonts w:eastAsia="Aptos"/>
          <w:sz w:val="16"/>
        </w:rPr>
        <w:t xml:space="preserve"> other cases that Christophers has picked through in recent years, including </w:t>
      </w:r>
      <w:r w:rsidRPr="00BA6FB2">
        <w:rPr>
          <w:rFonts w:eastAsia="Aptos"/>
          <w:highlight w:val="cyan"/>
          <w:u w:val="single"/>
        </w:rPr>
        <w:t>housing</w:t>
      </w:r>
      <w:r w:rsidRPr="00BA6FB2">
        <w:rPr>
          <w:rFonts w:eastAsia="Aptos"/>
          <w:sz w:val="16"/>
        </w:rPr>
        <w:t xml:space="preserve">, </w:t>
      </w:r>
      <w:r w:rsidRPr="00BA6FB2">
        <w:rPr>
          <w:rFonts w:eastAsia="Aptos"/>
          <w:highlight w:val="cyan"/>
          <w:u w:val="single"/>
        </w:rPr>
        <w:t>public service</w:t>
      </w:r>
      <w:r w:rsidRPr="00BA6FB2">
        <w:rPr>
          <w:rFonts w:eastAsia="Aptos"/>
          <w:u w:val="single"/>
        </w:rPr>
        <w:t xml:space="preserve"> </w:t>
      </w:r>
      <w:r w:rsidRPr="00BA6FB2">
        <w:rPr>
          <w:rFonts w:eastAsia="Aptos"/>
          <w:sz w:val="16"/>
        </w:rPr>
        <w:t xml:space="preserve">outsourcing, </w:t>
      </w:r>
      <w:r w:rsidRPr="00BA6FB2">
        <w:rPr>
          <w:rFonts w:eastAsia="Aptos"/>
          <w:u w:val="single"/>
        </w:rPr>
        <w:t>care homes</w:t>
      </w:r>
      <w:r w:rsidRPr="00BA6FB2">
        <w:rPr>
          <w:rFonts w:eastAsia="Aptos"/>
          <w:sz w:val="16"/>
        </w:rPr>
        <w:t xml:space="preserve">, </w:t>
      </w:r>
      <w:r w:rsidRPr="00BA6FB2">
        <w:rPr>
          <w:rFonts w:eastAsia="Aptos"/>
          <w:highlight w:val="cyan"/>
          <w:u w:val="single"/>
        </w:rPr>
        <w:t>land and infra</w:t>
      </w:r>
      <w:r w:rsidRPr="00BA6FB2">
        <w:rPr>
          <w:rFonts w:eastAsia="Aptos"/>
          <w:u w:val="single"/>
        </w:rPr>
        <w:t>structure.</w:t>
      </w:r>
    </w:p>
    <w:p w14:paraId="437E2D91" w14:textId="77777777" w:rsidR="00BA6FB2" w:rsidRPr="00BA6FB2" w:rsidRDefault="00BA6FB2" w:rsidP="00BA6FB2">
      <w:pPr>
        <w:rPr>
          <w:rFonts w:eastAsia="Aptos"/>
          <w:u w:val="single"/>
        </w:rPr>
      </w:pPr>
      <w:r w:rsidRPr="00BA6FB2">
        <w:rPr>
          <w:rFonts w:eastAsia="Aptos"/>
          <w:sz w:val="16"/>
        </w:rPr>
        <w:t xml:space="preserve">In all these cases, the </w:t>
      </w:r>
      <w:r w:rsidRPr="00BA6FB2">
        <w:rPr>
          <w:rFonts w:eastAsia="Aptos"/>
          <w:u w:val="single"/>
        </w:rPr>
        <w:t>goods on which society depends have been privatised in the name of encouraging market competition</w:t>
      </w:r>
      <w:r w:rsidRPr="00BA6FB2">
        <w:rPr>
          <w:rFonts w:eastAsia="Aptos"/>
          <w:sz w:val="16"/>
        </w:rPr>
        <w:t xml:space="preserve">, but </w:t>
      </w:r>
      <w:r w:rsidRPr="00BA6FB2">
        <w:rPr>
          <w:rFonts w:eastAsia="Aptos"/>
          <w:u w:val="single"/>
        </w:rPr>
        <w:t xml:space="preserve">with results that </w:t>
      </w:r>
      <w:r w:rsidRPr="00BA6FB2">
        <w:rPr>
          <w:rFonts w:eastAsia="Aptos"/>
          <w:highlight w:val="cyan"/>
          <w:u w:val="single"/>
        </w:rPr>
        <w:t xml:space="preserve">look nothing </w:t>
      </w:r>
      <w:r w:rsidRPr="00BA6FB2">
        <w:rPr>
          <w:rFonts w:eastAsia="Aptos"/>
          <w:u w:val="single"/>
        </w:rPr>
        <w:t xml:space="preserve">at all </w:t>
      </w:r>
      <w:r w:rsidRPr="00BA6FB2">
        <w:rPr>
          <w:rFonts w:eastAsia="Aptos"/>
          <w:highlight w:val="cyan"/>
          <w:u w:val="single"/>
        </w:rPr>
        <w:t>like a ‘free’ market</w:t>
      </w:r>
      <w:r w:rsidRPr="00BA6FB2">
        <w:rPr>
          <w:rFonts w:eastAsia="Aptos"/>
          <w:u w:val="single"/>
        </w:rPr>
        <w:t>, and with predictable beneficiaries.</w:t>
      </w:r>
      <w:r w:rsidRPr="00BA6FB2">
        <w:rPr>
          <w:rFonts w:eastAsia="Aptos"/>
          <w:sz w:val="16"/>
        </w:rPr>
        <w:t xml:space="preserve"> </w:t>
      </w:r>
      <w:r w:rsidRPr="00BA6FB2">
        <w:rPr>
          <w:rFonts w:eastAsia="Aptos"/>
          <w:u w:val="single"/>
        </w:rPr>
        <w:t xml:space="preserve">These </w:t>
      </w:r>
      <w:r w:rsidRPr="00BA6FB2">
        <w:rPr>
          <w:rFonts w:eastAsia="Aptos"/>
          <w:highlight w:val="cyan"/>
          <w:u w:val="single"/>
        </w:rPr>
        <w:t>goods haven’t just been privatised, but ‘</w:t>
      </w:r>
      <w:r w:rsidRPr="00BA6FB2">
        <w:rPr>
          <w:rFonts w:eastAsia="Aptos"/>
          <w:iCs/>
          <w:highlight w:val="cyan"/>
          <w:u w:val="single"/>
          <w:bdr w:val="single" w:sz="8" w:space="0" w:color="auto"/>
        </w:rPr>
        <w:t>assetised’</w:t>
      </w:r>
      <w:r w:rsidRPr="00BA6FB2">
        <w:rPr>
          <w:rFonts w:eastAsia="Aptos"/>
          <w:sz w:val="16"/>
        </w:rPr>
        <w:t xml:space="preserve">, in the sense that they have been packaged up, </w:t>
      </w:r>
      <w:r w:rsidRPr="00BA6FB2">
        <w:rPr>
          <w:rFonts w:eastAsia="Aptos"/>
          <w:u w:val="single"/>
        </w:rPr>
        <w:t>quantified and managed in ways that suit the calculations and interests of financiers</w:t>
      </w:r>
      <w:r w:rsidRPr="00BA6FB2">
        <w:rPr>
          <w:rFonts w:eastAsia="Aptos"/>
          <w:sz w:val="16"/>
        </w:rPr>
        <w:t xml:space="preserve">. (The difference in the case of renewable energy is how unusually treacherous the assetisation project has been, to the point where it has often proved impossible to get the necessary turbines and solar panels built in the first place.) </w:t>
      </w:r>
      <w:r w:rsidRPr="00BA6FB2">
        <w:rPr>
          <w:rFonts w:eastAsia="Aptos"/>
          <w:u w:val="single"/>
        </w:rPr>
        <w:t>The financial sector deals in</w:t>
      </w:r>
      <w:r w:rsidRPr="00BA6FB2">
        <w:rPr>
          <w:rFonts w:eastAsia="Aptos"/>
          <w:sz w:val="16"/>
        </w:rPr>
        <w:t xml:space="preserve"> the language of </w:t>
      </w:r>
      <w:r w:rsidRPr="00BA6FB2">
        <w:rPr>
          <w:rFonts w:eastAsia="Aptos"/>
          <w:u w:val="single"/>
        </w:rPr>
        <w:t>risk</w:t>
      </w:r>
      <w:r w:rsidRPr="00BA6FB2">
        <w:rPr>
          <w:rFonts w:eastAsia="Aptos"/>
          <w:sz w:val="16"/>
        </w:rPr>
        <w:t xml:space="preserve">, but </w:t>
      </w:r>
      <w:r w:rsidRPr="00BA6FB2">
        <w:rPr>
          <w:rFonts w:eastAsia="Aptos"/>
          <w:u w:val="single"/>
        </w:rPr>
        <w:t>it</w:t>
      </w:r>
      <w:r w:rsidRPr="00BA6FB2">
        <w:rPr>
          <w:rFonts w:eastAsia="Aptos"/>
          <w:sz w:val="16"/>
        </w:rPr>
        <w:t xml:space="preserve"> </w:t>
      </w:r>
      <w:r w:rsidRPr="00BA6FB2">
        <w:rPr>
          <w:rFonts w:eastAsia="Aptos"/>
          <w:u w:val="single"/>
        </w:rPr>
        <w:t>seeks out</w:t>
      </w:r>
      <w:r w:rsidRPr="00BA6FB2">
        <w:rPr>
          <w:rFonts w:eastAsia="Aptos"/>
          <w:sz w:val="16"/>
        </w:rPr>
        <w:t xml:space="preserve"> </w:t>
      </w:r>
      <w:r w:rsidRPr="00BA6FB2">
        <w:rPr>
          <w:rFonts w:eastAsia="Aptos"/>
          <w:u w:val="single"/>
        </w:rPr>
        <w:t xml:space="preserve">situations in which </w:t>
      </w:r>
      <w:r w:rsidRPr="00BA6FB2">
        <w:rPr>
          <w:rFonts w:eastAsia="Aptos"/>
          <w:highlight w:val="cyan"/>
          <w:u w:val="single"/>
        </w:rPr>
        <w:t>profitability</w:t>
      </w:r>
      <w:r w:rsidRPr="00BA6FB2">
        <w:rPr>
          <w:rFonts w:eastAsia="Aptos"/>
          <w:u w:val="single"/>
        </w:rPr>
        <w:t xml:space="preserve"> </w:t>
      </w:r>
      <w:r w:rsidRPr="00BA6FB2">
        <w:rPr>
          <w:rFonts w:eastAsia="Aptos"/>
          <w:highlight w:val="cyan"/>
          <w:u w:val="single"/>
        </w:rPr>
        <w:t>is</w:t>
      </w:r>
      <w:r w:rsidRPr="00BA6FB2">
        <w:rPr>
          <w:rFonts w:eastAsia="Aptos"/>
          <w:u w:val="single"/>
        </w:rPr>
        <w:t xml:space="preserve"> effectively </w:t>
      </w:r>
      <w:r w:rsidRPr="00BA6FB2">
        <w:rPr>
          <w:rFonts w:eastAsia="Aptos"/>
          <w:highlight w:val="cyan"/>
          <w:u w:val="single"/>
        </w:rPr>
        <w:t>guaranteed</w:t>
      </w:r>
      <w:r w:rsidRPr="00BA6FB2">
        <w:rPr>
          <w:rFonts w:eastAsia="Aptos"/>
          <w:sz w:val="16"/>
        </w:rPr>
        <w:t xml:space="preserve">, a certain level of return baked in. </w:t>
      </w:r>
      <w:r w:rsidRPr="00BA6FB2">
        <w:rPr>
          <w:rFonts w:eastAsia="Aptos"/>
          <w:u w:val="single"/>
        </w:rPr>
        <w:t xml:space="preserve">Sectors </w:t>
      </w:r>
      <w:r w:rsidRPr="00BA6FB2">
        <w:rPr>
          <w:rFonts w:eastAsia="Aptos"/>
          <w:highlight w:val="cyan"/>
          <w:u w:val="single"/>
        </w:rPr>
        <w:t>with</w:t>
      </w:r>
      <w:r w:rsidRPr="00BA6FB2">
        <w:rPr>
          <w:rFonts w:eastAsia="Aptos"/>
          <w:u w:val="single"/>
        </w:rPr>
        <w:t xml:space="preserve"> minimal competition or which the </w:t>
      </w:r>
      <w:r w:rsidRPr="00BA6FB2">
        <w:rPr>
          <w:rFonts w:eastAsia="Aptos"/>
          <w:iCs/>
          <w:u w:val="single"/>
          <w:bdr w:val="single" w:sz="8" w:space="0" w:color="auto"/>
        </w:rPr>
        <w:t>state cannot abandon</w:t>
      </w:r>
      <w:r w:rsidRPr="00BA6FB2">
        <w:rPr>
          <w:rFonts w:eastAsia="Aptos"/>
          <w:u w:val="single"/>
        </w:rPr>
        <w:t xml:space="preserve"> altogether fit the bill perfectly.</w:t>
      </w:r>
      <w:r w:rsidRPr="00BA6FB2">
        <w:rPr>
          <w:rFonts w:eastAsia="Aptos"/>
          <w:sz w:val="16"/>
        </w:rPr>
        <w:t xml:space="preserve"> The derogatory term for this is ‘</w:t>
      </w:r>
      <w:r w:rsidRPr="00BA6FB2">
        <w:rPr>
          <w:rFonts w:eastAsia="Aptos"/>
          <w:iCs/>
          <w:highlight w:val="cyan"/>
          <w:u w:val="single"/>
          <w:bdr w:val="single" w:sz="8" w:space="0" w:color="auto"/>
        </w:rPr>
        <w:t>rent-seeking’</w:t>
      </w:r>
      <w:r w:rsidRPr="00BA6FB2">
        <w:rPr>
          <w:rFonts w:eastAsia="Aptos"/>
          <w:iCs/>
          <w:u w:val="single"/>
          <w:bdr w:val="single" w:sz="8" w:space="0" w:color="auto"/>
        </w:rPr>
        <w:t>,</w:t>
      </w:r>
      <w:r w:rsidRPr="00BA6FB2">
        <w:rPr>
          <w:rFonts w:eastAsia="Aptos"/>
          <w:sz w:val="16"/>
        </w:rPr>
        <w:t xml:space="preserve"> which is supposed to be an unusual and illegitimate mode of profit, but the disquieting implication of Christophers’s recent work is that this </w:t>
      </w:r>
      <w:r w:rsidRPr="00BA6FB2">
        <w:rPr>
          <w:rFonts w:eastAsia="Aptos"/>
          <w:u w:val="single"/>
        </w:rPr>
        <w:t>is simply how capitalism</w:t>
      </w:r>
      <w:r w:rsidRPr="00BA6FB2">
        <w:rPr>
          <w:rFonts w:eastAsia="Aptos"/>
          <w:sz w:val="16"/>
        </w:rPr>
        <w:t xml:space="preserve"> – at least in its current guise – </w:t>
      </w:r>
      <w:r w:rsidRPr="00BA6FB2">
        <w:rPr>
          <w:rFonts w:eastAsia="Aptos"/>
          <w:u w:val="single"/>
        </w:rPr>
        <w:t>likes to work.</w:t>
      </w:r>
    </w:p>
    <w:p w14:paraId="5AA6F3FF" w14:textId="77777777" w:rsidR="00BA6FB2" w:rsidRPr="00BA6FB2" w:rsidRDefault="00BA6FB2" w:rsidP="00BA6FB2">
      <w:pPr>
        <w:rPr>
          <w:rFonts w:eastAsia="Aptos"/>
          <w:sz w:val="16"/>
        </w:rPr>
      </w:pPr>
      <w:r w:rsidRPr="00BA6FB2">
        <w:rPr>
          <w:rFonts w:eastAsia="Aptos"/>
          <w:u w:val="single"/>
        </w:rPr>
        <w:t xml:space="preserve">The effects of this economic settlement are all around us, in the </w:t>
      </w:r>
      <w:r w:rsidRPr="00BA6FB2">
        <w:rPr>
          <w:rFonts w:eastAsia="Aptos"/>
          <w:iCs/>
          <w:u w:val="single"/>
          <w:bdr w:val="single" w:sz="8" w:space="0" w:color="auto"/>
        </w:rPr>
        <w:t>spiralling wealth of financial elites</w:t>
      </w:r>
      <w:r w:rsidRPr="00BA6FB2">
        <w:rPr>
          <w:rFonts w:eastAsia="Aptos"/>
          <w:sz w:val="16"/>
        </w:rPr>
        <w:t xml:space="preserve">, the dilapidated public realm, </w:t>
      </w:r>
      <w:r w:rsidRPr="00BA6FB2">
        <w:rPr>
          <w:rFonts w:eastAsia="Aptos"/>
          <w:u w:val="single"/>
        </w:rPr>
        <w:t>unaffordable housing and continued investment in technologies</w:t>
      </w:r>
      <w:r w:rsidRPr="00BA6FB2">
        <w:rPr>
          <w:rFonts w:eastAsia="Aptos"/>
          <w:sz w:val="16"/>
        </w:rPr>
        <w:t xml:space="preserve"> – such as coal-powered generators – </w:t>
      </w:r>
      <w:r w:rsidRPr="00BA6FB2">
        <w:rPr>
          <w:rFonts w:eastAsia="Aptos"/>
          <w:u w:val="single"/>
        </w:rPr>
        <w:t>that harm us</w:t>
      </w:r>
      <w:r w:rsidRPr="00BA6FB2">
        <w:rPr>
          <w:rFonts w:eastAsia="Aptos"/>
          <w:sz w:val="16"/>
        </w:rPr>
        <w:t xml:space="preserve">. </w:t>
      </w:r>
      <w:r w:rsidRPr="00BA6FB2">
        <w:rPr>
          <w:rFonts w:eastAsia="Aptos"/>
          <w:u w:val="single"/>
        </w:rPr>
        <w:t>Attributing all of this to ‘the market’</w:t>
      </w:r>
      <w:r w:rsidRPr="00BA6FB2">
        <w:rPr>
          <w:rFonts w:eastAsia="Aptos"/>
          <w:sz w:val="16"/>
        </w:rPr>
        <w:t xml:space="preserve">, </w:t>
      </w:r>
      <w:r w:rsidRPr="00BA6FB2">
        <w:rPr>
          <w:rFonts w:eastAsia="Aptos"/>
          <w:u w:val="single"/>
        </w:rPr>
        <w:t xml:space="preserve">as if nobody designed it </w:t>
      </w:r>
      <w:r w:rsidRPr="00BA6FB2">
        <w:rPr>
          <w:rFonts w:eastAsia="Aptos"/>
          <w:sz w:val="16"/>
        </w:rPr>
        <w:t xml:space="preserve">and there are no centres of power within it, </w:t>
      </w:r>
      <w:r w:rsidRPr="00BA6FB2">
        <w:rPr>
          <w:rFonts w:eastAsia="Aptos"/>
          <w:u w:val="single"/>
        </w:rPr>
        <w:t>prolongs the failure to understand it.</w:t>
      </w:r>
      <w:r w:rsidRPr="00BA6FB2">
        <w:rPr>
          <w:rFonts w:eastAsia="Aptos"/>
          <w:sz w:val="16"/>
        </w:rPr>
        <w:t xml:space="preserve"> </w:t>
      </w:r>
      <w:r w:rsidRPr="00BA6FB2">
        <w:rPr>
          <w:rFonts w:eastAsia="Aptos"/>
          <w:highlight w:val="cyan"/>
          <w:u w:val="single"/>
        </w:rPr>
        <w:t xml:space="preserve">Capitalism, unlike markets, has </w:t>
      </w:r>
      <w:r w:rsidRPr="00BA6FB2">
        <w:rPr>
          <w:rFonts w:eastAsia="Aptos"/>
          <w:iCs/>
          <w:highlight w:val="cyan"/>
          <w:u w:val="single"/>
          <w:bdr w:val="single" w:sz="8" w:space="0" w:color="auto"/>
        </w:rPr>
        <w:t>command centres</w:t>
      </w:r>
      <w:r w:rsidRPr="00BA6FB2">
        <w:rPr>
          <w:rFonts w:eastAsia="Aptos"/>
          <w:highlight w:val="cyan"/>
          <w:u w:val="single"/>
        </w:rPr>
        <w:t>.</w:t>
      </w:r>
      <w:r w:rsidRPr="00BA6FB2">
        <w:rPr>
          <w:rFonts w:eastAsia="Aptos"/>
          <w:u w:val="single"/>
        </w:rPr>
        <w:t xml:space="preserve"> </w:t>
      </w:r>
      <w:r w:rsidRPr="00BA6FB2">
        <w:rPr>
          <w:rFonts w:eastAsia="Aptos"/>
          <w:sz w:val="16"/>
        </w:rPr>
        <w:t>Capitalism, unlike markets, shrouds itself in complexity. On the other hand, the implication of The Price Is Wrong is that, contrary to its own subtitle, some version of state capitalism could save the planet, and indeed might be our best hope. But too many policymakers still have a mental block when it comes to abandoning the liberal ideal, in which the market gets us there without having to plan anything.</w:t>
      </w:r>
    </w:p>
    <w:p w14:paraId="51EB5766" w14:textId="77777777" w:rsidR="00BA6FB2" w:rsidRPr="00BA6FB2" w:rsidRDefault="00BA6FB2" w:rsidP="00BA6FB2">
      <w:pPr>
        <w:rPr>
          <w:rFonts w:eastAsia="Aptos"/>
          <w:sz w:val="16"/>
        </w:rPr>
      </w:pPr>
      <w:r w:rsidRPr="00BA6FB2">
        <w:rPr>
          <w:rFonts w:eastAsia="Aptos"/>
          <w:u w:val="single"/>
        </w:rPr>
        <w:t>Keynes famously hoped for the ‘</w:t>
      </w:r>
      <w:r w:rsidRPr="00BA6FB2">
        <w:rPr>
          <w:rFonts w:eastAsia="Aptos"/>
          <w:iCs/>
          <w:u w:val="single"/>
          <w:bdr w:val="single" w:sz="8" w:space="0" w:color="auto"/>
        </w:rPr>
        <w:t>euthanasia of the rentier’</w:t>
      </w:r>
      <w:r w:rsidRPr="00BA6FB2">
        <w:rPr>
          <w:rFonts w:eastAsia="Aptos"/>
          <w:sz w:val="16"/>
        </w:rPr>
        <w:t xml:space="preserve">. He was a liberal first and foremost, but was also uncommonly alert to the threat that capitalism posed to liberal ideals. The Price Is Wrong illustrates a central problem of </w:t>
      </w:r>
      <w:r w:rsidRPr="00BA6FB2">
        <w:rPr>
          <w:rFonts w:eastAsia="Aptos"/>
          <w:u w:val="single"/>
        </w:rPr>
        <w:t>capitalism</w:t>
      </w:r>
      <w:r w:rsidRPr="00BA6FB2">
        <w:rPr>
          <w:rFonts w:eastAsia="Aptos"/>
          <w:sz w:val="16"/>
        </w:rPr>
        <w:t xml:space="preserve"> from the Keynesian perspective, which is that it </w:t>
      </w:r>
      <w:r w:rsidRPr="00BA6FB2">
        <w:rPr>
          <w:rFonts w:eastAsia="Aptos"/>
          <w:u w:val="single"/>
        </w:rPr>
        <w:t>features not one price</w:t>
      </w:r>
      <w:r w:rsidRPr="00BA6FB2">
        <w:rPr>
          <w:rFonts w:eastAsia="Aptos"/>
          <w:sz w:val="16"/>
        </w:rPr>
        <w:t xml:space="preserve"> </w:t>
      </w:r>
      <w:r w:rsidRPr="00BA6FB2">
        <w:rPr>
          <w:rFonts w:eastAsia="Aptos"/>
          <w:u w:val="single"/>
        </w:rPr>
        <w:t>system, but two</w:t>
      </w:r>
      <w:r w:rsidRPr="00BA6FB2">
        <w:rPr>
          <w:rFonts w:eastAsia="Aptos"/>
          <w:sz w:val="16"/>
        </w:rPr>
        <w:t xml:space="preserve">. </w:t>
      </w:r>
      <w:r w:rsidRPr="00BA6FB2">
        <w:rPr>
          <w:rFonts w:eastAsia="Aptos"/>
          <w:u w:val="single"/>
        </w:rPr>
        <w:t xml:space="preserve">There is the price of goods </w:t>
      </w:r>
      <w:r w:rsidRPr="00BA6FB2">
        <w:rPr>
          <w:rFonts w:eastAsia="Aptos"/>
          <w:sz w:val="16"/>
        </w:rPr>
        <w:t xml:space="preserve">(such as a megawatt of electricity) which is </w:t>
      </w:r>
      <w:r w:rsidRPr="00BA6FB2">
        <w:rPr>
          <w:rFonts w:eastAsia="Aptos"/>
          <w:u w:val="single"/>
        </w:rPr>
        <w:t xml:space="preserve">set by supply and demand </w:t>
      </w:r>
      <w:r w:rsidRPr="00BA6FB2">
        <w:rPr>
          <w:rFonts w:eastAsia="Aptos"/>
          <w:iCs/>
          <w:u w:val="single"/>
          <w:bdr w:val="single" w:sz="8" w:space="0" w:color="auto"/>
        </w:rPr>
        <w:t>today</w:t>
      </w:r>
      <w:r w:rsidRPr="00BA6FB2">
        <w:rPr>
          <w:rFonts w:eastAsia="Aptos"/>
          <w:u w:val="single"/>
        </w:rPr>
        <w:t xml:space="preserve">, </w:t>
      </w:r>
      <w:r w:rsidRPr="00BA6FB2">
        <w:rPr>
          <w:rFonts w:eastAsia="Aptos"/>
          <w:sz w:val="16"/>
        </w:rPr>
        <w:t xml:space="preserve">and </w:t>
      </w:r>
      <w:r w:rsidRPr="00BA6FB2">
        <w:rPr>
          <w:rFonts w:eastAsia="Aptos"/>
          <w:u w:val="single"/>
        </w:rPr>
        <w:t>there is the price of financial assets</w:t>
      </w:r>
      <w:r w:rsidRPr="00BA6FB2">
        <w:rPr>
          <w:rFonts w:eastAsia="Aptos"/>
          <w:sz w:val="16"/>
        </w:rPr>
        <w:t xml:space="preserve"> (</w:t>
      </w:r>
      <w:r w:rsidRPr="00BA6FB2">
        <w:rPr>
          <w:rFonts w:eastAsia="Aptos"/>
          <w:u w:val="single"/>
        </w:rPr>
        <w:t>such as the right to a windfarm’s revenue</w:t>
      </w:r>
      <w:r w:rsidRPr="00BA6FB2">
        <w:rPr>
          <w:rFonts w:eastAsia="Aptos"/>
          <w:sz w:val="16"/>
        </w:rPr>
        <w:t xml:space="preserve"> stream) which is </w:t>
      </w:r>
      <w:r w:rsidRPr="00BA6FB2">
        <w:rPr>
          <w:rFonts w:eastAsia="Aptos"/>
          <w:u w:val="single"/>
        </w:rPr>
        <w:t xml:space="preserve">set by </w:t>
      </w:r>
      <w:r w:rsidRPr="00BA6FB2">
        <w:rPr>
          <w:rFonts w:eastAsia="Aptos"/>
          <w:iCs/>
          <w:u w:val="single"/>
          <w:bdr w:val="single" w:sz="8" w:space="0" w:color="auto"/>
        </w:rPr>
        <w:t>expectations</w:t>
      </w:r>
      <w:r w:rsidRPr="00BA6FB2">
        <w:rPr>
          <w:rFonts w:eastAsia="Aptos"/>
          <w:u w:val="single"/>
        </w:rPr>
        <w:t xml:space="preserve"> for tomorrow</w:t>
      </w:r>
      <w:r w:rsidRPr="00BA6FB2">
        <w:rPr>
          <w:rFonts w:eastAsia="Aptos"/>
          <w:sz w:val="16"/>
        </w:rPr>
        <w:t xml:space="preserve">. Those </w:t>
      </w:r>
      <w:r w:rsidRPr="00BA6FB2">
        <w:rPr>
          <w:rFonts w:eastAsia="Aptos"/>
          <w:u w:val="single"/>
        </w:rPr>
        <w:t>expectations</w:t>
      </w:r>
      <w:r w:rsidRPr="00BA6FB2">
        <w:rPr>
          <w:rFonts w:eastAsia="Aptos"/>
          <w:sz w:val="16"/>
        </w:rPr>
        <w:t xml:space="preserve"> </w:t>
      </w:r>
      <w:r w:rsidRPr="00BA6FB2">
        <w:rPr>
          <w:rFonts w:eastAsia="Aptos"/>
          <w:u w:val="single"/>
        </w:rPr>
        <w:t>are determined by sentiment</w:t>
      </w:r>
      <w:r w:rsidRPr="00BA6FB2">
        <w:rPr>
          <w:rFonts w:eastAsia="Aptos"/>
          <w:sz w:val="16"/>
        </w:rPr>
        <w:t xml:space="preserve">, convention, politics and culture. All of these are malleable, but </w:t>
      </w:r>
      <w:r w:rsidRPr="00BA6FB2">
        <w:rPr>
          <w:rFonts w:eastAsia="Aptos"/>
          <w:u w:val="single"/>
        </w:rPr>
        <w:t>adjusting them requires centralised</w:t>
      </w:r>
      <w:r w:rsidRPr="00BA6FB2">
        <w:rPr>
          <w:rFonts w:eastAsia="Aptos"/>
          <w:sz w:val="16"/>
        </w:rPr>
        <w:t xml:space="preserve"> </w:t>
      </w:r>
      <w:r w:rsidRPr="00BA6FB2">
        <w:rPr>
          <w:rFonts w:eastAsia="Aptos"/>
          <w:u w:val="single"/>
        </w:rPr>
        <w:t>authorities</w:t>
      </w:r>
      <w:r w:rsidRPr="00BA6FB2">
        <w:rPr>
          <w:rFonts w:eastAsia="Aptos"/>
          <w:sz w:val="16"/>
        </w:rPr>
        <w:t xml:space="preserve"> willing to step up and shape them. The </w:t>
      </w:r>
      <w:r w:rsidRPr="00BA6FB2">
        <w:rPr>
          <w:rFonts w:eastAsia="Aptos"/>
          <w:highlight w:val="cyan"/>
          <w:u w:val="single"/>
        </w:rPr>
        <w:t xml:space="preserve">myths of the </w:t>
      </w:r>
      <w:r w:rsidRPr="00BA6FB2">
        <w:rPr>
          <w:rFonts w:eastAsia="Aptos"/>
          <w:sz w:val="16"/>
          <w:highlight w:val="cyan"/>
        </w:rPr>
        <w:t>‘</w:t>
      </w:r>
      <w:r w:rsidRPr="00BA6FB2">
        <w:rPr>
          <w:rFonts w:eastAsia="Aptos"/>
          <w:iCs/>
          <w:highlight w:val="cyan"/>
          <w:u w:val="single"/>
          <w:bdr w:val="single" w:sz="8" w:space="0" w:color="auto"/>
        </w:rPr>
        <w:t>free market’</w:t>
      </w:r>
      <w:r w:rsidRPr="00BA6FB2">
        <w:rPr>
          <w:rFonts w:eastAsia="Aptos"/>
          <w:highlight w:val="cyan"/>
          <w:u w:val="single"/>
        </w:rPr>
        <w:t xml:space="preserve"> </w:t>
      </w:r>
      <w:r w:rsidRPr="00BA6FB2">
        <w:rPr>
          <w:rFonts w:eastAsia="Aptos"/>
          <w:u w:val="single"/>
        </w:rPr>
        <w:t>and ‘</w:t>
      </w:r>
      <w:r w:rsidRPr="00BA6FB2">
        <w:rPr>
          <w:rFonts w:eastAsia="Aptos"/>
          <w:iCs/>
          <w:u w:val="single"/>
          <w:bdr w:val="single" w:sz="8" w:space="0" w:color="auto"/>
        </w:rPr>
        <w:t>entrepreneurship’</w:t>
      </w:r>
      <w:r w:rsidRPr="00BA6FB2">
        <w:rPr>
          <w:rFonts w:eastAsia="Aptos"/>
          <w:sz w:val="16"/>
        </w:rPr>
        <w:t xml:space="preserve"> </w:t>
      </w:r>
      <w:r w:rsidRPr="00BA6FB2">
        <w:rPr>
          <w:rFonts w:eastAsia="Aptos"/>
          <w:u w:val="single"/>
        </w:rPr>
        <w:t xml:space="preserve">have been </w:t>
      </w:r>
      <w:r w:rsidRPr="00BA6FB2">
        <w:rPr>
          <w:rFonts w:eastAsia="Aptos"/>
          <w:highlight w:val="cyan"/>
          <w:u w:val="single"/>
        </w:rPr>
        <w:t xml:space="preserve">a </w:t>
      </w:r>
      <w:r w:rsidRPr="00BA6FB2">
        <w:rPr>
          <w:rFonts w:eastAsia="Aptos"/>
          <w:iCs/>
          <w:highlight w:val="cyan"/>
          <w:u w:val="single"/>
          <w:bdr w:val="single" w:sz="8" w:space="0" w:color="auto"/>
        </w:rPr>
        <w:t>gift to rentiers</w:t>
      </w:r>
      <w:r w:rsidRPr="00BA6FB2">
        <w:rPr>
          <w:rFonts w:eastAsia="Aptos"/>
          <w:sz w:val="16"/>
          <w:highlight w:val="cyan"/>
        </w:rPr>
        <w:t xml:space="preserve">, </w:t>
      </w:r>
      <w:r w:rsidRPr="00BA6FB2">
        <w:rPr>
          <w:rFonts w:eastAsia="Aptos"/>
          <w:highlight w:val="cyan"/>
          <w:u w:val="single"/>
        </w:rPr>
        <w:t xml:space="preserve">enabling </w:t>
      </w:r>
      <w:r w:rsidRPr="00BA6FB2">
        <w:rPr>
          <w:rFonts w:eastAsia="Aptos"/>
          <w:u w:val="single"/>
        </w:rPr>
        <w:t xml:space="preserve">inordinately </w:t>
      </w:r>
      <w:r w:rsidRPr="00BA6FB2">
        <w:rPr>
          <w:rFonts w:eastAsia="Aptos"/>
          <w:iCs/>
          <w:highlight w:val="cyan"/>
          <w:u w:val="single"/>
          <w:bdr w:val="single" w:sz="8" w:space="0" w:color="auto"/>
        </w:rPr>
        <w:t>high profits</w:t>
      </w:r>
      <w:r w:rsidRPr="00BA6FB2">
        <w:rPr>
          <w:rFonts w:eastAsia="Aptos"/>
          <w:highlight w:val="cyan"/>
          <w:u w:val="single"/>
        </w:rPr>
        <w:t xml:space="preserve"> </w:t>
      </w:r>
      <w:r w:rsidRPr="00BA6FB2">
        <w:rPr>
          <w:rFonts w:eastAsia="Aptos"/>
          <w:u w:val="single"/>
        </w:rPr>
        <w:t xml:space="preserve">to be </w:t>
      </w:r>
      <w:r w:rsidRPr="00BA6FB2">
        <w:rPr>
          <w:rFonts w:eastAsia="Aptos"/>
          <w:highlight w:val="cyan"/>
          <w:u w:val="single"/>
        </w:rPr>
        <w:t xml:space="preserve">presented as </w:t>
      </w:r>
      <w:r w:rsidRPr="00BA6FB2">
        <w:rPr>
          <w:rFonts w:eastAsia="Aptos"/>
          <w:u w:val="single"/>
        </w:rPr>
        <w:t xml:space="preserve">an </w:t>
      </w:r>
      <w:r w:rsidRPr="00BA6FB2">
        <w:rPr>
          <w:rFonts w:eastAsia="Aptos"/>
          <w:iCs/>
          <w:u w:val="single"/>
          <w:bdr w:val="single" w:sz="8" w:space="0" w:color="auto"/>
        </w:rPr>
        <w:t xml:space="preserve">accurate </w:t>
      </w:r>
      <w:r w:rsidRPr="00BA6FB2">
        <w:rPr>
          <w:rFonts w:eastAsia="Aptos"/>
          <w:iCs/>
          <w:highlight w:val="cyan"/>
          <w:u w:val="single"/>
          <w:bdr w:val="single" w:sz="8" w:space="0" w:color="auto"/>
        </w:rPr>
        <w:t>reflection</w:t>
      </w:r>
      <w:r w:rsidRPr="00BA6FB2">
        <w:rPr>
          <w:rFonts w:eastAsia="Aptos"/>
          <w:iCs/>
          <w:u w:val="single"/>
          <w:bdr w:val="single" w:sz="8" w:space="0" w:color="auto"/>
        </w:rPr>
        <w:t xml:space="preserve"> </w:t>
      </w:r>
      <w:r w:rsidRPr="00BA6FB2">
        <w:rPr>
          <w:rFonts w:eastAsia="Aptos"/>
          <w:iCs/>
          <w:highlight w:val="cyan"/>
          <w:u w:val="single"/>
          <w:bdr w:val="single" w:sz="8" w:space="0" w:color="auto"/>
        </w:rPr>
        <w:t>of innovation</w:t>
      </w:r>
      <w:r w:rsidRPr="00BA6FB2">
        <w:rPr>
          <w:rFonts w:eastAsia="Aptos"/>
          <w:sz w:val="16"/>
        </w:rPr>
        <w:t xml:space="preserve"> and courage, </w:t>
      </w:r>
      <w:r w:rsidRPr="00BA6FB2">
        <w:rPr>
          <w:rFonts w:eastAsia="Aptos"/>
          <w:highlight w:val="cyan"/>
          <w:u w:val="single"/>
        </w:rPr>
        <w:t xml:space="preserve">rather than a </w:t>
      </w:r>
      <w:r w:rsidRPr="00BA6FB2">
        <w:rPr>
          <w:rFonts w:eastAsia="Aptos"/>
          <w:iCs/>
          <w:highlight w:val="cyan"/>
          <w:u w:val="single"/>
          <w:bdr w:val="single" w:sz="8" w:space="0" w:color="auto"/>
        </w:rPr>
        <w:t>political settlement</w:t>
      </w:r>
      <w:r w:rsidRPr="00BA6FB2">
        <w:rPr>
          <w:rFonts w:eastAsia="Aptos"/>
          <w:sz w:val="16"/>
          <w:highlight w:val="cyan"/>
        </w:rPr>
        <w:t xml:space="preserve"> </w:t>
      </w:r>
      <w:r w:rsidRPr="00BA6FB2">
        <w:rPr>
          <w:rFonts w:eastAsia="Aptos"/>
          <w:u w:val="single"/>
        </w:rPr>
        <w:t xml:space="preserve">that </w:t>
      </w:r>
      <w:r w:rsidRPr="00BA6FB2">
        <w:rPr>
          <w:rFonts w:eastAsia="Aptos"/>
          <w:iCs/>
          <w:u w:val="single"/>
          <w:bdr w:val="single" w:sz="8" w:space="0" w:color="auto"/>
        </w:rPr>
        <w:t>nobody dares challenge</w:t>
      </w:r>
      <w:r w:rsidRPr="00BA6FB2">
        <w:rPr>
          <w:rFonts w:eastAsia="Aptos"/>
          <w:sz w:val="16"/>
        </w:rPr>
        <w:t xml:space="preserve">. </w:t>
      </w:r>
      <w:r w:rsidRPr="00BA6FB2">
        <w:rPr>
          <w:rFonts w:eastAsia="Aptos"/>
          <w:iCs/>
          <w:u w:val="single"/>
          <w:bdr w:val="single" w:sz="8" w:space="0" w:color="auto"/>
        </w:rPr>
        <w:t>There is no shortage of financial capital</w:t>
      </w:r>
      <w:r w:rsidRPr="00BA6FB2">
        <w:rPr>
          <w:rFonts w:eastAsia="Aptos"/>
          <w:sz w:val="16"/>
        </w:rPr>
        <w:t xml:space="preserve"> available </w:t>
      </w:r>
      <w:r w:rsidRPr="00BA6FB2">
        <w:rPr>
          <w:rFonts w:eastAsia="Aptos"/>
          <w:u w:val="single"/>
        </w:rPr>
        <w:t xml:space="preserve">to support the </w:t>
      </w:r>
      <w:r w:rsidRPr="00BA6FB2">
        <w:rPr>
          <w:rFonts w:eastAsia="Aptos"/>
          <w:iCs/>
          <w:u w:val="single"/>
          <w:bdr w:val="single" w:sz="8" w:space="0" w:color="auto"/>
        </w:rPr>
        <w:t>energy transition</w:t>
      </w:r>
      <w:r w:rsidRPr="00BA6FB2">
        <w:rPr>
          <w:rFonts w:eastAsia="Aptos"/>
          <w:sz w:val="16"/>
        </w:rPr>
        <w:t xml:space="preserve">, </w:t>
      </w:r>
      <w:r w:rsidRPr="00BA6FB2">
        <w:rPr>
          <w:rFonts w:eastAsia="Aptos"/>
          <w:u w:val="single"/>
        </w:rPr>
        <w:t>just a debilitating insistence on the rewards demanded for doing so</w:t>
      </w:r>
      <w:r w:rsidRPr="00BA6FB2">
        <w:rPr>
          <w:rFonts w:eastAsia="Aptos"/>
          <w:sz w:val="16"/>
        </w:rPr>
        <w:t>.</w:t>
      </w:r>
    </w:p>
    <w:p w14:paraId="4C84D51F" w14:textId="77777777" w:rsidR="00BA6FB2" w:rsidRPr="00BA6FB2" w:rsidRDefault="00BA6FB2" w:rsidP="00BA6FB2">
      <w:pPr>
        <w:rPr>
          <w:rFonts w:eastAsia="Aptos"/>
          <w:sz w:val="16"/>
        </w:rPr>
      </w:pPr>
      <w:r w:rsidRPr="00BA6FB2">
        <w:rPr>
          <w:rFonts w:eastAsia="Aptos"/>
          <w:u w:val="single"/>
        </w:rPr>
        <w:t>Capitalism in this nakedly ‘antimarket’ form is beyond justification</w:t>
      </w:r>
      <w:r w:rsidRPr="00BA6FB2">
        <w:rPr>
          <w:rFonts w:eastAsia="Aptos"/>
          <w:sz w:val="16"/>
        </w:rPr>
        <w:t>. At various points since the global financial crisis, leaders on the political left have attempted to point this out. Jeremy Corbyn and Bernie Sanders used their respective platforms to name and denounce a system that extracts without promising anything in return. Ed Miliband hung his 2011 Labour Party Conference speech on a Braudelian distinction between economic ‘predators’ and ‘producers’, which proved too much for Britain’s predator-aligned newspapers, and too nuanced to survive very long in the Westminster hubbub. He remains the last outpost of this kind of critical thinking in the shadow cabinet (following Starmer’s U-turn on his £28 billion a year decarbonisation spending commitment, a Conservative Party website led with the taunt ‘Where’s Ed?’), and the one front-bench politician who is receptive to analyses such as Christophers’s, which continue to be funnelled in his direction by the post-Corbynite think tank Common Wealth.</w:t>
      </w:r>
    </w:p>
    <w:p w14:paraId="1EF0E3C6" w14:textId="77777777" w:rsidR="00BA6FB2" w:rsidRPr="00BA6FB2" w:rsidRDefault="00BA6FB2" w:rsidP="00BA6FB2">
      <w:pPr>
        <w:rPr>
          <w:rFonts w:eastAsia="Aptos"/>
          <w:sz w:val="16"/>
        </w:rPr>
      </w:pPr>
      <w:r w:rsidRPr="00BA6FB2">
        <w:rPr>
          <w:rFonts w:eastAsia="Aptos"/>
          <w:sz w:val="16"/>
        </w:rPr>
        <w:t>One curiosity of this critique is how much it owes to Keynes, and how little to Marx. It is precisely the lack of industrial exploitation of labour, and the absence of technological innovation, that are considered the central defects of contemporary capitalism. Instead</w:t>
      </w:r>
      <w:r w:rsidRPr="00BA6FB2">
        <w:rPr>
          <w:rFonts w:eastAsia="Aptos"/>
          <w:u w:val="single"/>
        </w:rPr>
        <w:t xml:space="preserve">, capitalism appears dominated by </w:t>
      </w:r>
      <w:r w:rsidRPr="00BA6FB2">
        <w:rPr>
          <w:rFonts w:eastAsia="Aptos"/>
          <w:highlight w:val="cyan"/>
          <w:u w:val="single"/>
        </w:rPr>
        <w:t>financial expertise</w:t>
      </w:r>
      <w:r w:rsidRPr="00BA6FB2">
        <w:rPr>
          <w:rFonts w:eastAsia="Aptos"/>
          <w:u w:val="single"/>
        </w:rPr>
        <w:t>,</w:t>
      </w:r>
      <w:r w:rsidRPr="00BA6FB2">
        <w:rPr>
          <w:rFonts w:eastAsia="Aptos"/>
          <w:sz w:val="16"/>
        </w:rPr>
        <w:t xml:space="preserve"> </w:t>
      </w:r>
      <w:r w:rsidRPr="00BA6FB2">
        <w:rPr>
          <w:rFonts w:eastAsia="Aptos"/>
          <w:u w:val="single"/>
        </w:rPr>
        <w:t>which</w:t>
      </w:r>
      <w:r w:rsidRPr="00BA6FB2">
        <w:rPr>
          <w:rFonts w:eastAsia="Aptos"/>
          <w:sz w:val="16"/>
        </w:rPr>
        <w:t xml:space="preserve"> floods and </w:t>
      </w:r>
      <w:r w:rsidRPr="00BA6FB2">
        <w:rPr>
          <w:rFonts w:eastAsia="Aptos"/>
          <w:highlight w:val="cyan"/>
          <w:u w:val="single"/>
        </w:rPr>
        <w:t xml:space="preserve">reconfigures </w:t>
      </w:r>
      <w:r w:rsidRPr="00BA6FB2">
        <w:rPr>
          <w:rFonts w:eastAsia="Aptos"/>
          <w:u w:val="single"/>
        </w:rPr>
        <w:t>everything</w:t>
      </w:r>
      <w:r w:rsidRPr="00BA6FB2">
        <w:rPr>
          <w:rFonts w:eastAsia="Aptos"/>
          <w:sz w:val="16"/>
        </w:rPr>
        <w:t xml:space="preserve"> </w:t>
      </w:r>
      <w:r w:rsidRPr="00BA6FB2">
        <w:rPr>
          <w:rFonts w:eastAsia="Aptos"/>
          <w:u w:val="single"/>
        </w:rPr>
        <w:t xml:space="preserve">from housebuilding to universities, </w:t>
      </w:r>
      <w:r w:rsidRPr="00BA6FB2">
        <w:rPr>
          <w:rFonts w:eastAsia="Aptos"/>
          <w:highlight w:val="cyan"/>
          <w:u w:val="single"/>
        </w:rPr>
        <w:t>public</w:t>
      </w:r>
      <w:r w:rsidRPr="00BA6FB2">
        <w:rPr>
          <w:rFonts w:eastAsia="Aptos"/>
          <w:u w:val="single"/>
        </w:rPr>
        <w:t xml:space="preserve"> </w:t>
      </w:r>
      <w:r w:rsidRPr="00BA6FB2">
        <w:rPr>
          <w:rFonts w:eastAsia="Aptos"/>
          <w:highlight w:val="cyan"/>
          <w:u w:val="single"/>
        </w:rPr>
        <w:t>infrastructure</w:t>
      </w:r>
      <w:r w:rsidRPr="00BA6FB2">
        <w:rPr>
          <w:rFonts w:eastAsia="Aptos"/>
          <w:u w:val="single"/>
        </w:rPr>
        <w:t xml:space="preserve"> investment to healthcare</w:t>
      </w:r>
      <w:r w:rsidRPr="00BA6FB2">
        <w:rPr>
          <w:rFonts w:eastAsia="Aptos"/>
          <w:sz w:val="16"/>
        </w:rPr>
        <w:t xml:space="preserve">. </w:t>
      </w:r>
      <w:r w:rsidRPr="00BA6FB2">
        <w:rPr>
          <w:rFonts w:eastAsia="Aptos"/>
          <w:u w:val="single"/>
        </w:rPr>
        <w:t xml:space="preserve">The </w:t>
      </w:r>
      <w:r w:rsidRPr="00BA6FB2">
        <w:rPr>
          <w:rFonts w:eastAsia="Aptos"/>
          <w:iCs/>
          <w:u w:val="single"/>
          <w:bdr w:val="single" w:sz="8" w:space="0" w:color="auto"/>
        </w:rPr>
        <w:t>productive economy stagnates</w:t>
      </w:r>
      <w:r w:rsidRPr="00BA6FB2">
        <w:rPr>
          <w:rFonts w:eastAsia="Aptos"/>
          <w:sz w:val="16"/>
        </w:rPr>
        <w:t xml:space="preserve">, while </w:t>
      </w:r>
      <w:r w:rsidRPr="00BA6FB2">
        <w:rPr>
          <w:rFonts w:eastAsia="Aptos"/>
          <w:u w:val="single"/>
        </w:rPr>
        <w:t>profits are wrung out</w:t>
      </w:r>
      <w:r w:rsidRPr="00BA6FB2">
        <w:rPr>
          <w:rFonts w:eastAsia="Aptos"/>
          <w:sz w:val="16"/>
        </w:rPr>
        <w:t xml:space="preserve"> </w:t>
      </w:r>
      <w:r w:rsidRPr="00BA6FB2">
        <w:rPr>
          <w:rFonts w:eastAsia="Aptos"/>
          <w:u w:val="single"/>
        </w:rPr>
        <w:t>of every available social and public utility</w:t>
      </w:r>
      <w:r w:rsidRPr="00BA6FB2">
        <w:rPr>
          <w:rFonts w:eastAsia="Aptos"/>
          <w:sz w:val="16"/>
        </w:rPr>
        <w:t xml:space="preserve"> by alliances of elite legal and financial services firms, </w:t>
      </w:r>
      <w:r w:rsidRPr="00BA6FB2">
        <w:rPr>
          <w:rFonts w:eastAsia="Aptos"/>
          <w:u w:val="single"/>
        </w:rPr>
        <w:t>sweating assets and expanding property rights.</w:t>
      </w:r>
      <w:r w:rsidRPr="00BA6FB2">
        <w:rPr>
          <w:rFonts w:eastAsia="Aptos"/>
          <w:sz w:val="16"/>
        </w:rPr>
        <w:t xml:space="preserve"> Liberal economists and pundits have latched on to the idea that Western capitalism is beset by ‘secular stagnation’, but Christophers goes further in setting out the way </w:t>
      </w:r>
      <w:r w:rsidRPr="00BA6FB2">
        <w:rPr>
          <w:rFonts w:eastAsia="Aptos"/>
          <w:u w:val="single"/>
        </w:rPr>
        <w:t>capitalism</w:t>
      </w:r>
      <w:r w:rsidRPr="00BA6FB2">
        <w:rPr>
          <w:rFonts w:eastAsia="Aptos"/>
          <w:sz w:val="16"/>
        </w:rPr>
        <w:t xml:space="preserve"> still </w:t>
      </w:r>
      <w:r w:rsidRPr="00BA6FB2">
        <w:rPr>
          <w:rFonts w:eastAsia="Aptos"/>
          <w:u w:val="single"/>
        </w:rPr>
        <w:t>manages to thrive despite the absence of productivity gains or prosperity</w:t>
      </w:r>
      <w:r w:rsidRPr="00BA6FB2">
        <w:rPr>
          <w:rFonts w:eastAsia="Aptos"/>
          <w:sz w:val="16"/>
        </w:rPr>
        <w:t>.</w:t>
      </w:r>
    </w:p>
    <w:p w14:paraId="1A5EF0C8" w14:textId="77777777" w:rsidR="00BA6FB2" w:rsidRPr="00BA6FB2" w:rsidRDefault="00BA6FB2" w:rsidP="00BA6FB2">
      <w:pPr>
        <w:rPr>
          <w:rFonts w:eastAsia="Aptos"/>
          <w:sz w:val="16"/>
        </w:rPr>
      </w:pPr>
      <w:r w:rsidRPr="00BA6FB2">
        <w:rPr>
          <w:rFonts w:eastAsia="Aptos"/>
          <w:sz w:val="16"/>
        </w:rPr>
        <w:t>Perhaps there is some hope to be found in the ingenuity of those who find the antimarket intolerable, and fashion their own escape routes. Academic publishing, for example, is one of the most egregious rent-grabs around. Scholars, editors and reviewers work for free, so that large copyright-protected conglomerates can charge libraries several thousand pounds a year for digital access to journals they can’t do without. The profit margins of the big scientific publishers run as high as 40 per cent, enough to make the boss of Shell blush. Hence the enthusiasm for projects such as the not-for-profit Open Library of Humanities, set up by Birkbeck academics in 2013, which now publishes 33 open access journals per year. When it’s capitalism that’s the problem, and not markets, the only alternative is post-capitalism.</w:t>
      </w:r>
    </w:p>
    <w:p w14:paraId="4747F7EE" w14:textId="77777777" w:rsidR="00BA6FB2" w:rsidRPr="00BA6FB2" w:rsidRDefault="00BA6FB2" w:rsidP="00BA6FB2">
      <w:pPr>
        <w:rPr>
          <w:rFonts w:eastAsia="Aptos"/>
          <w:sz w:val="16"/>
        </w:rPr>
      </w:pPr>
      <w:r w:rsidRPr="00BA6FB2">
        <w:rPr>
          <w:rFonts w:eastAsia="Aptos"/>
          <w:sz w:val="16"/>
        </w:rPr>
        <w:t xml:space="preserve">But the central fact of the climate crisis is that there is very little time, and the scale of the political challenge increases with each passing day. </w:t>
      </w:r>
      <w:r w:rsidRPr="00BA6FB2">
        <w:rPr>
          <w:rFonts w:eastAsia="Aptos"/>
          <w:u w:val="single"/>
        </w:rPr>
        <w:t>The importance of acting as swiftly as possible scrambles our usual political and moral coordinates,</w:t>
      </w:r>
      <w:r w:rsidRPr="00BA6FB2">
        <w:rPr>
          <w:rFonts w:eastAsia="Aptos"/>
          <w:sz w:val="16"/>
        </w:rPr>
        <w:t xml:space="preserve"> </w:t>
      </w:r>
      <w:r w:rsidRPr="00BA6FB2">
        <w:rPr>
          <w:rFonts w:eastAsia="Aptos"/>
          <w:u w:val="single"/>
        </w:rPr>
        <w:t>forcing us to look beyond the political and economic solutions we might usually hope for</w:t>
      </w:r>
      <w:r w:rsidRPr="00BA6FB2">
        <w:rPr>
          <w:rFonts w:eastAsia="Aptos"/>
          <w:sz w:val="16"/>
        </w:rPr>
        <w:t xml:space="preserve">, and </w:t>
      </w:r>
      <w:r w:rsidRPr="00BA6FB2">
        <w:rPr>
          <w:rFonts w:eastAsia="Aptos"/>
          <w:u w:val="single"/>
        </w:rPr>
        <w:t>more favourably on those which are considered ‘realistic’</w:t>
      </w:r>
      <w:r w:rsidRPr="00BA6FB2">
        <w:rPr>
          <w:rFonts w:eastAsia="Aptos"/>
          <w:sz w:val="16"/>
        </w:rPr>
        <w:t xml:space="preserve">. </w:t>
      </w:r>
      <w:r w:rsidRPr="00BA6FB2">
        <w:rPr>
          <w:rFonts w:eastAsia="Aptos"/>
          <w:highlight w:val="cyan"/>
          <w:u w:val="single"/>
        </w:rPr>
        <w:t>Waiting for</w:t>
      </w:r>
      <w:r w:rsidRPr="00BA6FB2">
        <w:rPr>
          <w:rFonts w:eastAsia="Aptos"/>
          <w:u w:val="single"/>
        </w:rPr>
        <w:t xml:space="preserve"> solutions to emerge in a bottom-up fashion, whether from activists or from </w:t>
      </w:r>
      <w:r w:rsidRPr="00BA6FB2">
        <w:rPr>
          <w:rFonts w:eastAsia="Aptos"/>
          <w:highlight w:val="cyan"/>
          <w:u w:val="single"/>
        </w:rPr>
        <w:t>markets, is not sufficient</w:t>
      </w:r>
      <w:r w:rsidRPr="00BA6FB2">
        <w:rPr>
          <w:rFonts w:eastAsia="Aptos"/>
          <w:u w:val="single"/>
        </w:rPr>
        <w:t>.</w:t>
      </w:r>
      <w:r w:rsidRPr="00BA6FB2">
        <w:rPr>
          <w:rFonts w:eastAsia="Aptos"/>
          <w:sz w:val="16"/>
        </w:rPr>
        <w:t xml:space="preserve"> </w:t>
      </w:r>
      <w:r w:rsidRPr="00BA6FB2">
        <w:rPr>
          <w:rFonts w:eastAsia="Aptos"/>
          <w:iCs/>
          <w:highlight w:val="cyan"/>
          <w:u w:val="single"/>
          <w:bdr w:val="single" w:sz="8" w:space="0" w:color="auto"/>
        </w:rPr>
        <w:t>Only the state has the power</w:t>
      </w:r>
      <w:r w:rsidRPr="00BA6FB2">
        <w:rPr>
          <w:rFonts w:eastAsia="Aptos"/>
          <w:highlight w:val="cyan"/>
          <w:u w:val="single"/>
        </w:rPr>
        <w:t xml:space="preserve">, </w:t>
      </w:r>
      <w:r w:rsidRPr="00BA6FB2">
        <w:rPr>
          <w:rFonts w:eastAsia="Aptos"/>
          <w:u w:val="single"/>
        </w:rPr>
        <w:t xml:space="preserve">the </w:t>
      </w:r>
      <w:r w:rsidRPr="00BA6FB2">
        <w:rPr>
          <w:rFonts w:eastAsia="Aptos"/>
          <w:iCs/>
          <w:highlight w:val="cyan"/>
          <w:u w:val="single"/>
          <w:bdr w:val="single" w:sz="8" w:space="0" w:color="auto"/>
        </w:rPr>
        <w:t>money</w:t>
      </w:r>
      <w:r w:rsidRPr="00BA6FB2">
        <w:rPr>
          <w:rFonts w:eastAsia="Aptos"/>
          <w:highlight w:val="cyan"/>
          <w:u w:val="single"/>
        </w:rPr>
        <w:t xml:space="preserve"> and </w:t>
      </w:r>
      <w:r w:rsidRPr="00BA6FB2">
        <w:rPr>
          <w:rFonts w:eastAsia="Aptos"/>
          <w:u w:val="single"/>
        </w:rPr>
        <w:t xml:space="preserve">the </w:t>
      </w:r>
      <w:r w:rsidRPr="00BA6FB2">
        <w:rPr>
          <w:rFonts w:eastAsia="Aptos"/>
          <w:iCs/>
          <w:highlight w:val="cyan"/>
          <w:u w:val="single"/>
          <w:bdr w:val="single" w:sz="8" w:space="0" w:color="auto"/>
        </w:rPr>
        <w:t>coordinating capacity</w:t>
      </w:r>
      <w:r w:rsidRPr="00BA6FB2">
        <w:rPr>
          <w:rFonts w:eastAsia="Aptos"/>
          <w:highlight w:val="cyan"/>
          <w:u w:val="single"/>
        </w:rPr>
        <w:t xml:space="preserve"> to direct capital </w:t>
      </w:r>
      <w:r w:rsidRPr="00BA6FB2">
        <w:rPr>
          <w:rFonts w:eastAsia="Aptos"/>
          <w:u w:val="single"/>
        </w:rPr>
        <w:t xml:space="preserve">investment </w:t>
      </w:r>
      <w:r w:rsidRPr="00BA6FB2">
        <w:rPr>
          <w:rFonts w:eastAsia="Aptos"/>
          <w:highlight w:val="cyan"/>
          <w:u w:val="single"/>
        </w:rPr>
        <w:t xml:space="preserve">at </w:t>
      </w:r>
      <w:r w:rsidRPr="00BA6FB2">
        <w:rPr>
          <w:rFonts w:eastAsia="Aptos"/>
          <w:u w:val="single"/>
        </w:rPr>
        <w:t xml:space="preserve">sufficient </w:t>
      </w:r>
      <w:r w:rsidRPr="00BA6FB2">
        <w:rPr>
          <w:rFonts w:eastAsia="Aptos"/>
          <w:highlight w:val="cyan"/>
          <w:u w:val="single"/>
        </w:rPr>
        <w:t>scale and speed</w:t>
      </w:r>
      <w:r w:rsidRPr="00BA6FB2">
        <w:rPr>
          <w:rFonts w:eastAsia="Aptos"/>
          <w:u w:val="single"/>
        </w:rPr>
        <w:t xml:space="preserve"> towards the renewables sector</w:t>
      </w:r>
      <w:r w:rsidRPr="00BA6FB2">
        <w:rPr>
          <w:rFonts w:eastAsia="Aptos"/>
          <w:sz w:val="16"/>
        </w:rPr>
        <w:t>. In practice, the distinction between a ‘de-risking’ state (which tops up private sector profits) and a Green New Deal (which builds new public infrastructure) may be less clear-cut than it appears on paper. The priority, as it has been now for decades, is to go as big and as soon as possible.</w:t>
      </w:r>
    </w:p>
    <w:p w14:paraId="122EF302" w14:textId="4A194E79" w:rsidR="00BA6FB2" w:rsidRPr="00BA6FB2" w:rsidRDefault="00BA6FB2" w:rsidP="00BA6FB2">
      <w:pPr>
        <w:keepNext/>
        <w:keepLines/>
        <w:spacing w:before="40" w:after="0"/>
        <w:outlineLvl w:val="3"/>
        <w:rPr>
          <w:rFonts w:eastAsia="Times New Roman"/>
          <w:b/>
          <w:iCs/>
          <w:sz w:val="26"/>
        </w:rPr>
      </w:pPr>
      <w:r w:rsidRPr="00BA6FB2">
        <w:rPr>
          <w:rFonts w:eastAsia="Times New Roman"/>
          <w:b/>
          <w:iCs/>
          <w:color w:val="071320"/>
          <w:sz w:val="26"/>
        </w:rPr>
        <w:t xml:space="preserve">3. </w:t>
      </w:r>
      <w:r w:rsidRPr="00BA6FB2">
        <w:rPr>
          <w:rFonts w:eastAsia="Times New Roman"/>
          <w:b/>
          <w:iCs/>
          <w:sz w:val="26"/>
        </w:rPr>
        <w:t xml:space="preserve">Diffuse market actors can’t incorporate specialized ecological information – planning key to incorporate scientific information.  </w:t>
      </w:r>
    </w:p>
    <w:p w14:paraId="2E2D537E" w14:textId="77777777" w:rsidR="00BA6FB2" w:rsidRPr="00BA6FB2" w:rsidRDefault="00BA6FB2" w:rsidP="00BA6FB2">
      <w:pPr>
        <w:rPr>
          <w:rFonts w:eastAsia="Aptos"/>
        </w:rPr>
      </w:pPr>
      <w:r w:rsidRPr="00BA6FB2">
        <w:rPr>
          <w:rFonts w:eastAsia="Aptos"/>
        </w:rPr>
        <w:t xml:space="preserve">Cedric </w:t>
      </w:r>
      <w:r w:rsidRPr="00BA6FB2">
        <w:rPr>
          <w:rFonts w:eastAsia="Aptos"/>
          <w:b/>
          <w:bCs/>
          <w:sz w:val="26"/>
        </w:rPr>
        <w:t>DURAND</w:t>
      </w:r>
      <w:r w:rsidRPr="00BA6FB2">
        <w:rPr>
          <w:rFonts w:eastAsia="Aptos"/>
        </w:rPr>
        <w:t xml:space="preserve"> Political Economy @ Univ. of Geneva </w:t>
      </w:r>
      <w:r w:rsidRPr="00BA6FB2">
        <w:rPr>
          <w:rFonts w:eastAsia="Aptos"/>
          <w:b/>
          <w:bCs/>
          <w:sz w:val="26"/>
        </w:rPr>
        <w:t>’25</w:t>
      </w:r>
      <w:r w:rsidRPr="00BA6FB2">
        <w:rPr>
          <w:rFonts w:eastAsia="Aptos"/>
        </w:rPr>
        <w:t xml:space="preserve"> “The Problem of Knowledge in the Anthropocene. Hayekian Environmental Delusion and the Condition of Ecological Planning” Working Paper p. 4</w:t>
      </w:r>
    </w:p>
    <w:p w14:paraId="1BE8D25B" w14:textId="77777777" w:rsidR="00BA6FB2" w:rsidRPr="00BA6FB2" w:rsidRDefault="00BA6FB2" w:rsidP="00BA6FB2">
      <w:pPr>
        <w:rPr>
          <w:rFonts w:eastAsia="Aptos"/>
          <w:sz w:val="16"/>
        </w:rPr>
      </w:pPr>
      <w:r w:rsidRPr="00BA6FB2">
        <w:rPr>
          <w:rFonts w:eastAsia="Aptos"/>
          <w:sz w:val="16"/>
        </w:rPr>
        <w:t xml:space="preserve">The second sub-argument is crucial for the rest of our discussion since it includes major concessions regarding the limits of dispersed knowledge. </w:t>
      </w:r>
      <w:r w:rsidRPr="00BA6FB2">
        <w:rPr>
          <w:rFonts w:eastAsia="Aptos"/>
          <w:highlight w:val="cyan"/>
          <w:u w:val="single"/>
        </w:rPr>
        <w:t>Hayek</w:t>
      </w:r>
      <w:r w:rsidRPr="00BA6FB2">
        <w:rPr>
          <w:rFonts w:eastAsia="Aptos"/>
          <w:sz w:val="16"/>
        </w:rPr>
        <w:t xml:space="preserve"> indeed explicitly </w:t>
      </w:r>
      <w:r w:rsidRPr="00BA6FB2">
        <w:rPr>
          <w:rFonts w:eastAsia="Aptos"/>
          <w:u w:val="single"/>
        </w:rPr>
        <w:t>accepts</w:t>
      </w:r>
      <w:r w:rsidRPr="00BA6FB2">
        <w:rPr>
          <w:rFonts w:eastAsia="Aptos"/>
          <w:sz w:val="16"/>
        </w:rPr>
        <w:t xml:space="preserve"> that « </w:t>
      </w:r>
      <w:r w:rsidRPr="00BA6FB2">
        <w:rPr>
          <w:rFonts w:eastAsia="Aptos"/>
          <w:u w:val="single"/>
        </w:rPr>
        <w:t>there are some facts</w:t>
      </w:r>
      <w:r w:rsidRPr="00BA6FB2">
        <w:rPr>
          <w:rFonts w:eastAsia="Aptos"/>
          <w:sz w:val="16"/>
        </w:rPr>
        <w:t xml:space="preserve"> </w:t>
      </w:r>
      <w:r w:rsidRPr="00BA6FB2">
        <w:rPr>
          <w:rFonts w:eastAsia="Aptos"/>
          <w:u w:val="single"/>
        </w:rPr>
        <w:t>concerning</w:t>
      </w:r>
      <w:r w:rsidRPr="00BA6FB2">
        <w:rPr>
          <w:rFonts w:eastAsia="Aptos"/>
          <w:sz w:val="16"/>
        </w:rPr>
        <w:t xml:space="preserve"> probable </w:t>
      </w:r>
      <w:r w:rsidRPr="00BA6FB2">
        <w:rPr>
          <w:rFonts w:eastAsia="Aptos"/>
          <w:u w:val="single"/>
        </w:rPr>
        <w:t>future developments</w:t>
      </w:r>
      <w:r w:rsidRPr="00BA6FB2">
        <w:rPr>
          <w:rFonts w:eastAsia="Aptos"/>
          <w:sz w:val="16"/>
        </w:rPr>
        <w:t xml:space="preserve"> </w:t>
      </w:r>
      <w:r w:rsidRPr="00BA6FB2">
        <w:rPr>
          <w:rFonts w:eastAsia="Aptos"/>
          <w:u w:val="single"/>
        </w:rPr>
        <w:t>which the government is more likely to know</w:t>
      </w:r>
      <w:r w:rsidRPr="00BA6FB2">
        <w:rPr>
          <w:rFonts w:eastAsia="Aptos"/>
          <w:sz w:val="16"/>
        </w:rPr>
        <w:t xml:space="preserve"> </w:t>
      </w:r>
      <w:r w:rsidRPr="00BA6FB2">
        <w:rPr>
          <w:rFonts w:eastAsia="Aptos"/>
          <w:u w:val="single"/>
        </w:rPr>
        <w:t>than</w:t>
      </w:r>
      <w:r w:rsidRPr="00BA6FB2">
        <w:rPr>
          <w:rFonts w:eastAsia="Aptos"/>
          <w:sz w:val="16"/>
        </w:rPr>
        <w:t xml:space="preserve"> most of the </w:t>
      </w:r>
      <w:r w:rsidRPr="00BA6FB2">
        <w:rPr>
          <w:rFonts w:eastAsia="Aptos"/>
          <w:u w:val="single"/>
        </w:rPr>
        <w:t>individual owners</w:t>
      </w:r>
      <w:r w:rsidRPr="00BA6FB2">
        <w:rPr>
          <w:rFonts w:eastAsia="Aptos"/>
          <w:sz w:val="16"/>
        </w:rPr>
        <w:t xml:space="preserve"> of natural resources” (Hayek, 1960, p. 494). He also notes, speaking about the peasantry, that since “most individuals do not even know that there is useful knowledge available and worth paying for, it will often be an advantageous investment for the community to bear some of the costs of spreading such knowledge”. Adding that “We all have an interest in our fellow citizens’ being put in a position to choose wisely” (Hayek, 1960, p. 489). </w:t>
      </w:r>
      <w:r w:rsidRPr="00BA6FB2">
        <w:rPr>
          <w:rFonts w:eastAsia="Aptos"/>
          <w:u w:val="single"/>
        </w:rPr>
        <w:t>Nonetheless</w:t>
      </w:r>
      <w:r w:rsidRPr="00BA6FB2">
        <w:rPr>
          <w:rFonts w:eastAsia="Aptos"/>
          <w:sz w:val="16"/>
        </w:rPr>
        <w:t xml:space="preserve">, he </w:t>
      </w:r>
      <w:r w:rsidRPr="00BA6FB2">
        <w:rPr>
          <w:rFonts w:eastAsia="Aptos"/>
          <w:highlight w:val="cyan"/>
          <w:u w:val="single"/>
        </w:rPr>
        <w:t>insists</w:t>
      </w:r>
      <w:r w:rsidRPr="00BA6FB2">
        <w:rPr>
          <w:rFonts w:eastAsia="Aptos"/>
          <w:sz w:val="16"/>
        </w:rPr>
        <w:t xml:space="preserve"> 1) that the store of knowledge of special circumstances only known to individuals on the spot will always exceed the centralized expert knowledge and 2) that this knowledge can never be concentrated in any single authority while 3) </w:t>
      </w:r>
      <w:r w:rsidRPr="00BA6FB2">
        <w:rPr>
          <w:rFonts w:eastAsia="Aptos"/>
          <w:highlight w:val="cyan"/>
          <w:u w:val="single"/>
        </w:rPr>
        <w:t xml:space="preserve">it </w:t>
      </w:r>
      <w:r w:rsidRPr="00BA6FB2">
        <w:rPr>
          <w:rFonts w:eastAsia="Aptos"/>
          <w:u w:val="single"/>
        </w:rPr>
        <w:t>i</w:t>
      </w:r>
      <w:r w:rsidRPr="00BA6FB2">
        <w:rPr>
          <w:rFonts w:eastAsia="Aptos"/>
          <w:highlight w:val="cyan"/>
          <w:u w:val="single"/>
        </w:rPr>
        <w:t xml:space="preserve">s </w:t>
      </w:r>
      <w:r w:rsidRPr="00BA6FB2">
        <w:rPr>
          <w:rFonts w:eastAsia="Aptos"/>
          <w:u w:val="single"/>
        </w:rPr>
        <w:t xml:space="preserve">always </w:t>
      </w:r>
      <w:r w:rsidRPr="00BA6FB2">
        <w:rPr>
          <w:rFonts w:eastAsia="Aptos"/>
          <w:highlight w:val="cyan"/>
          <w:u w:val="single"/>
        </w:rPr>
        <w:t>easier to disperse expert knowledge</w:t>
      </w:r>
      <w:r w:rsidRPr="00BA6FB2">
        <w:rPr>
          <w:rFonts w:eastAsia="Aptos"/>
          <w:sz w:val="16"/>
          <w:highlight w:val="cyan"/>
        </w:rPr>
        <w:t xml:space="preserve"> </w:t>
      </w:r>
      <w:r w:rsidRPr="00BA6FB2">
        <w:rPr>
          <w:rFonts w:eastAsia="Aptos"/>
          <w:highlight w:val="cyan"/>
          <w:u w:val="single"/>
        </w:rPr>
        <w:t>than</w:t>
      </w:r>
      <w:r w:rsidRPr="00BA6FB2">
        <w:rPr>
          <w:rFonts w:eastAsia="Aptos"/>
          <w:u w:val="single"/>
        </w:rPr>
        <w:t xml:space="preserve"> to </w:t>
      </w:r>
      <w:r w:rsidRPr="00BA6FB2">
        <w:rPr>
          <w:rFonts w:eastAsia="Aptos"/>
          <w:highlight w:val="cyan"/>
          <w:u w:val="single"/>
        </w:rPr>
        <w:t xml:space="preserve">centralize </w:t>
      </w:r>
      <w:r w:rsidRPr="00BA6FB2">
        <w:rPr>
          <w:rFonts w:eastAsia="Aptos"/>
          <w:u w:val="single"/>
        </w:rPr>
        <w:t>dispersed knowledge</w:t>
      </w:r>
      <w:r w:rsidRPr="00BA6FB2">
        <w:rPr>
          <w:rFonts w:eastAsia="Aptos"/>
          <w:sz w:val="16"/>
        </w:rPr>
        <w:t xml:space="preserve"> (Hayek, 1960, p. 494).</w:t>
      </w:r>
    </w:p>
    <w:p w14:paraId="4DDAAEC5" w14:textId="77777777" w:rsidR="00BA6FB2" w:rsidRPr="00BA6FB2" w:rsidRDefault="00BA6FB2" w:rsidP="00BA6FB2">
      <w:pPr>
        <w:rPr>
          <w:rFonts w:eastAsia="Aptos"/>
          <w:sz w:val="16"/>
        </w:rPr>
      </w:pPr>
      <w:r w:rsidRPr="00BA6FB2">
        <w:rPr>
          <w:rFonts w:eastAsia="Aptos"/>
          <w:sz w:val="16"/>
        </w:rPr>
        <w:t xml:space="preserve">The crucial objections have been raised by John O’Neill who writes that “there is good reason to assume that </w:t>
      </w:r>
      <w:r w:rsidRPr="00BA6FB2">
        <w:rPr>
          <w:rFonts w:eastAsia="Aptos"/>
          <w:u w:val="single"/>
        </w:rPr>
        <w:t xml:space="preserve">the </w:t>
      </w:r>
      <w:r w:rsidRPr="00BA6FB2">
        <w:rPr>
          <w:rFonts w:eastAsia="Aptos"/>
          <w:highlight w:val="cyan"/>
          <w:u w:val="single"/>
        </w:rPr>
        <w:t xml:space="preserve">dispersal of generic knowledge is </w:t>
      </w:r>
      <w:r w:rsidRPr="00BA6FB2">
        <w:rPr>
          <w:rFonts w:eastAsia="Aptos"/>
          <w:iCs/>
          <w:highlight w:val="cyan"/>
          <w:u w:val="single"/>
          <w:bdr w:val="single" w:sz="8" w:space="0" w:color="auto"/>
        </w:rPr>
        <w:t>as intractable</w:t>
      </w:r>
      <w:r w:rsidRPr="00BA6FB2">
        <w:rPr>
          <w:rFonts w:eastAsia="Aptos"/>
          <w:u w:val="single"/>
        </w:rPr>
        <w:t xml:space="preserve"> as the centralisation of special knowledge</w:t>
      </w:r>
      <w:r w:rsidRPr="00BA6FB2">
        <w:rPr>
          <w:rFonts w:eastAsia="Aptos"/>
          <w:sz w:val="16"/>
        </w:rPr>
        <w:t xml:space="preserve">” (O’Neill, 2012, p. 1084). In his view the key element is the tacit and practical dimension of knowledge that concerns as much everyday knowledge as expert knowledge. </w:t>
      </w:r>
      <w:r w:rsidRPr="00BA6FB2">
        <w:rPr>
          <w:rFonts w:eastAsia="Aptos"/>
          <w:highlight w:val="cyan"/>
          <w:u w:val="single"/>
        </w:rPr>
        <w:t>Scientific</w:t>
      </w:r>
      <w:r w:rsidRPr="00BA6FB2">
        <w:rPr>
          <w:rFonts w:eastAsia="Aptos"/>
          <w:sz w:val="16"/>
        </w:rPr>
        <w:t xml:space="preserve"> and technical </w:t>
      </w:r>
      <w:r w:rsidRPr="00BA6FB2">
        <w:rPr>
          <w:rFonts w:eastAsia="Aptos"/>
          <w:highlight w:val="cyan"/>
          <w:u w:val="single"/>
        </w:rPr>
        <w:t>knowledge</w:t>
      </w:r>
      <w:r w:rsidRPr="00BA6FB2">
        <w:rPr>
          <w:rFonts w:eastAsia="Aptos"/>
          <w:sz w:val="16"/>
        </w:rPr>
        <w:t xml:space="preserve"> </w:t>
      </w:r>
      <w:r w:rsidRPr="00BA6FB2">
        <w:rPr>
          <w:rFonts w:eastAsia="Aptos"/>
          <w:highlight w:val="cyan"/>
          <w:u w:val="single"/>
        </w:rPr>
        <w:t>rests on</w:t>
      </w:r>
      <w:r w:rsidRPr="00BA6FB2">
        <w:rPr>
          <w:rFonts w:eastAsia="Aptos"/>
          <w:u w:val="single"/>
        </w:rPr>
        <w:t xml:space="preserve"> a wide set of </w:t>
      </w:r>
      <w:r w:rsidRPr="00BA6FB2">
        <w:rPr>
          <w:rFonts w:eastAsia="Aptos"/>
          <w:highlight w:val="cyan"/>
          <w:u w:val="single"/>
        </w:rPr>
        <w:t>tacit know-how</w:t>
      </w:r>
      <w:r w:rsidRPr="00BA6FB2">
        <w:rPr>
          <w:rFonts w:eastAsia="Aptos"/>
          <w:sz w:val="16"/>
        </w:rPr>
        <w:t xml:space="preserve"> and a large background body of practical knowledge </w:t>
      </w:r>
      <w:r w:rsidRPr="00BA6FB2">
        <w:rPr>
          <w:rFonts w:eastAsia="Aptos"/>
          <w:highlight w:val="cyan"/>
          <w:u w:val="single"/>
        </w:rPr>
        <w:t xml:space="preserve">that </w:t>
      </w:r>
      <w:r w:rsidRPr="00BA6FB2">
        <w:rPr>
          <w:rFonts w:eastAsia="Aptos"/>
          <w:u w:val="single"/>
        </w:rPr>
        <w:t xml:space="preserve">could </w:t>
      </w:r>
      <w:r w:rsidRPr="00BA6FB2">
        <w:rPr>
          <w:rFonts w:eastAsia="Aptos"/>
          <w:highlight w:val="cyan"/>
          <w:u w:val="single"/>
        </w:rPr>
        <w:t xml:space="preserve">only </w:t>
      </w:r>
      <w:r w:rsidRPr="00BA6FB2">
        <w:rPr>
          <w:rFonts w:eastAsia="Aptos"/>
          <w:u w:val="single"/>
        </w:rPr>
        <w:t xml:space="preserve">be </w:t>
      </w:r>
      <w:r w:rsidRPr="00BA6FB2">
        <w:rPr>
          <w:rFonts w:eastAsia="Aptos"/>
          <w:highlight w:val="cyan"/>
          <w:u w:val="single"/>
        </w:rPr>
        <w:t xml:space="preserve">gained via </w:t>
      </w:r>
      <w:r w:rsidRPr="00BA6FB2">
        <w:rPr>
          <w:rFonts w:eastAsia="Aptos"/>
          <w:u w:val="single"/>
        </w:rPr>
        <w:t xml:space="preserve">long and difficult </w:t>
      </w:r>
      <w:r w:rsidRPr="00BA6FB2">
        <w:rPr>
          <w:rFonts w:eastAsia="Aptos"/>
          <w:highlight w:val="cyan"/>
          <w:u w:val="single"/>
        </w:rPr>
        <w:t>training</w:t>
      </w:r>
      <w:r w:rsidRPr="00BA6FB2">
        <w:rPr>
          <w:rFonts w:eastAsia="Aptos"/>
          <w:sz w:val="16"/>
        </w:rPr>
        <w:t>. This implies that there is a high likelihood that the distribution of a propositional expression coming from a specific field of expertise will not be helpful as persons outside the field do have not the capacity to understand it. As O’Neill insists, “Science itself relies upon a division of knowledge in which different specialists need to rely on the testimony of others. The attempt to resolve the problems of the division of scientific and expert knowledge in society by distributing it to individual market actors to use in their economic activities is, on Hayek’s own assumptions, open to the same objections as the centralisation of all knowledge to a single planning authority.” (O’Neill, 2012, p. 1084).</w:t>
      </w:r>
    </w:p>
    <w:p w14:paraId="596FA0DE" w14:textId="77777777" w:rsidR="00BA6FB2" w:rsidRDefault="00BA6FB2" w:rsidP="00BA6FB2">
      <w:pPr>
        <w:rPr>
          <w:rFonts w:eastAsia="Aptos"/>
          <w:u w:val="single"/>
        </w:rPr>
      </w:pPr>
      <w:r w:rsidRPr="00BA6FB2">
        <w:rPr>
          <w:rFonts w:eastAsia="Aptos"/>
          <w:sz w:val="16"/>
        </w:rPr>
        <w:t xml:space="preserve">He also notes that </w:t>
      </w:r>
      <w:r w:rsidRPr="00BA6FB2">
        <w:rPr>
          <w:rFonts w:eastAsia="Aptos"/>
          <w:iCs/>
          <w:highlight w:val="cyan"/>
          <w:u w:val="single"/>
          <w:bdr w:val="single" w:sz="8" w:space="0" w:color="auto"/>
        </w:rPr>
        <w:t>even if</w:t>
      </w:r>
      <w:r w:rsidRPr="00BA6FB2">
        <w:rPr>
          <w:rFonts w:eastAsia="Aptos"/>
          <w:highlight w:val="cyan"/>
          <w:u w:val="single"/>
        </w:rPr>
        <w:t xml:space="preserve"> it </w:t>
      </w:r>
      <w:r w:rsidRPr="00BA6FB2">
        <w:rPr>
          <w:rFonts w:eastAsia="Aptos"/>
          <w:u w:val="single"/>
        </w:rPr>
        <w:t xml:space="preserve">was </w:t>
      </w:r>
      <w:r w:rsidRPr="00BA6FB2">
        <w:rPr>
          <w:rFonts w:eastAsia="Aptos"/>
          <w:highlight w:val="cyan"/>
          <w:u w:val="single"/>
        </w:rPr>
        <w:t xml:space="preserve">possible to articulate </w:t>
      </w:r>
      <w:r w:rsidRPr="00BA6FB2">
        <w:rPr>
          <w:rFonts w:eastAsia="Aptos"/>
          <w:u w:val="single"/>
        </w:rPr>
        <w:t xml:space="preserve">the relevant </w:t>
      </w:r>
      <w:r w:rsidRPr="00BA6FB2">
        <w:rPr>
          <w:rFonts w:eastAsia="Aptos"/>
          <w:highlight w:val="cyan"/>
          <w:u w:val="single"/>
        </w:rPr>
        <w:t>facts</w:t>
      </w:r>
      <w:r w:rsidRPr="00BA6FB2">
        <w:rPr>
          <w:rFonts w:eastAsia="Aptos"/>
          <w:u w:val="single"/>
        </w:rPr>
        <w:t xml:space="preserve"> in a</w:t>
      </w:r>
      <w:r w:rsidRPr="00BA6FB2">
        <w:rPr>
          <w:rFonts w:eastAsia="Aptos"/>
          <w:sz w:val="16"/>
        </w:rPr>
        <w:t xml:space="preserve"> propositional </w:t>
      </w:r>
      <w:r w:rsidRPr="00BA6FB2">
        <w:rPr>
          <w:rFonts w:eastAsia="Aptos"/>
          <w:u w:val="single"/>
        </w:rPr>
        <w:t>form</w:t>
      </w:r>
      <w:r w:rsidRPr="00BA6FB2">
        <w:rPr>
          <w:rFonts w:eastAsia="Aptos"/>
          <w:sz w:val="16"/>
        </w:rPr>
        <w:t xml:space="preserve">, </w:t>
      </w:r>
      <w:r w:rsidRPr="00BA6FB2">
        <w:rPr>
          <w:rFonts w:eastAsia="Aptos"/>
          <w:u w:val="single"/>
        </w:rPr>
        <w:t>most</w:t>
      </w:r>
      <w:r w:rsidRPr="00BA6FB2">
        <w:rPr>
          <w:rFonts w:eastAsia="Aptos"/>
          <w:sz w:val="16"/>
        </w:rPr>
        <w:t xml:space="preserve"> </w:t>
      </w:r>
      <w:r w:rsidRPr="00BA6FB2">
        <w:rPr>
          <w:rFonts w:eastAsia="Aptos"/>
          <w:u w:val="single"/>
        </w:rPr>
        <w:t>people could understand</w:t>
      </w:r>
      <w:r w:rsidRPr="00BA6FB2">
        <w:rPr>
          <w:rFonts w:eastAsia="Aptos"/>
          <w:sz w:val="16"/>
        </w:rPr>
        <w:t xml:space="preserve">, </w:t>
      </w:r>
      <w:r w:rsidRPr="00BA6FB2">
        <w:rPr>
          <w:rFonts w:eastAsia="Aptos"/>
          <w:highlight w:val="cyan"/>
          <w:u w:val="single"/>
        </w:rPr>
        <w:t>that</w:t>
      </w:r>
      <w:r w:rsidRPr="00BA6FB2">
        <w:rPr>
          <w:rFonts w:eastAsia="Aptos"/>
          <w:sz w:val="16"/>
        </w:rPr>
        <w:t xml:space="preserve"> « solution </w:t>
      </w:r>
      <w:r w:rsidRPr="00BA6FB2">
        <w:rPr>
          <w:rFonts w:eastAsia="Aptos"/>
          <w:highlight w:val="cyan"/>
          <w:u w:val="single"/>
        </w:rPr>
        <w:t>would</w:t>
      </w:r>
      <w:r w:rsidRPr="00BA6FB2">
        <w:rPr>
          <w:rFonts w:eastAsia="Aptos"/>
          <w:sz w:val="16"/>
        </w:rPr>
        <w:t xml:space="preserve"> in any case </w:t>
      </w:r>
      <w:r w:rsidRPr="00BA6FB2">
        <w:rPr>
          <w:rFonts w:eastAsia="Aptos"/>
          <w:highlight w:val="cyan"/>
          <w:u w:val="single"/>
        </w:rPr>
        <w:t xml:space="preserve">place </w:t>
      </w:r>
      <w:r w:rsidRPr="00BA6FB2">
        <w:rPr>
          <w:rFonts w:eastAsia="Aptos"/>
          <w:iCs/>
          <w:highlight w:val="cyan"/>
          <w:u w:val="single"/>
          <w:bdr w:val="single" w:sz="8" w:space="0" w:color="auto"/>
        </w:rPr>
        <w:t>info</w:t>
      </w:r>
      <w:r w:rsidRPr="00BA6FB2">
        <w:rPr>
          <w:rFonts w:eastAsia="Aptos"/>
          <w:iCs/>
          <w:u w:val="single"/>
          <w:bdr w:val="single" w:sz="8" w:space="0" w:color="auto"/>
        </w:rPr>
        <w:t xml:space="preserve">rmational </w:t>
      </w:r>
      <w:r w:rsidRPr="00BA6FB2">
        <w:rPr>
          <w:rFonts w:eastAsia="Aptos"/>
          <w:iCs/>
          <w:highlight w:val="cyan"/>
          <w:u w:val="single"/>
          <w:bdr w:val="single" w:sz="8" w:space="0" w:color="auto"/>
        </w:rPr>
        <w:t>burdens</w:t>
      </w:r>
      <w:r w:rsidRPr="00BA6FB2">
        <w:rPr>
          <w:rFonts w:eastAsia="Aptos"/>
          <w:highlight w:val="cyan"/>
          <w:u w:val="single"/>
        </w:rPr>
        <w:t xml:space="preserve"> on</w:t>
      </w:r>
      <w:r w:rsidRPr="00BA6FB2">
        <w:rPr>
          <w:rFonts w:eastAsia="Aptos"/>
          <w:iCs/>
          <w:highlight w:val="cyan"/>
          <w:u w:val="single"/>
          <w:bdr w:val="single" w:sz="8" w:space="0" w:color="auto"/>
        </w:rPr>
        <w:t xml:space="preserve"> market actors</w:t>
      </w:r>
      <w:r w:rsidRPr="00BA6FB2">
        <w:rPr>
          <w:rFonts w:eastAsia="Aptos"/>
          <w:sz w:val="16"/>
          <w:highlight w:val="cyan"/>
        </w:rPr>
        <w:t xml:space="preserve"> </w:t>
      </w:r>
      <w:r w:rsidRPr="00BA6FB2">
        <w:rPr>
          <w:rFonts w:eastAsia="Aptos"/>
          <w:u w:val="single"/>
        </w:rPr>
        <w:t xml:space="preserve">that </w:t>
      </w:r>
      <w:r w:rsidRPr="00BA6FB2">
        <w:rPr>
          <w:rFonts w:eastAsia="Aptos"/>
          <w:highlight w:val="cyan"/>
          <w:u w:val="single"/>
        </w:rPr>
        <w:t>they could not</w:t>
      </w:r>
      <w:r w:rsidRPr="00BA6FB2">
        <w:rPr>
          <w:rFonts w:eastAsia="Aptos"/>
          <w:sz w:val="16"/>
        </w:rPr>
        <w:t xml:space="preserve"> be rationally expected to </w:t>
      </w:r>
      <w:r w:rsidRPr="00BA6FB2">
        <w:rPr>
          <w:rFonts w:eastAsia="Aptos"/>
          <w:highlight w:val="cyan"/>
          <w:u w:val="single"/>
        </w:rPr>
        <w:t>bear</w:t>
      </w:r>
      <w:r w:rsidRPr="00BA6FB2">
        <w:rPr>
          <w:rFonts w:eastAsia="Aptos"/>
          <w:sz w:val="16"/>
        </w:rPr>
        <w:t xml:space="preserve">” (O’Neill, 2012, p. 1084). It suffices to </w:t>
      </w:r>
      <w:r w:rsidRPr="00BA6FB2">
        <w:rPr>
          <w:rFonts w:eastAsia="Aptos"/>
          <w:u w:val="single"/>
        </w:rPr>
        <w:t>think about the</w:t>
      </w:r>
      <w:r w:rsidRPr="00BA6FB2">
        <w:rPr>
          <w:rFonts w:eastAsia="Aptos"/>
          <w:sz w:val="16"/>
        </w:rPr>
        <w:t xml:space="preserve"> </w:t>
      </w:r>
      <w:r w:rsidRPr="00BA6FB2">
        <w:rPr>
          <w:rFonts w:eastAsia="Aptos"/>
          <w:iCs/>
          <w:highlight w:val="cyan"/>
          <w:u w:val="single"/>
          <w:bdr w:val="single" w:sz="8" w:space="0" w:color="auto"/>
        </w:rPr>
        <w:t>endless revisions</w:t>
      </w:r>
      <w:r w:rsidRPr="00BA6FB2">
        <w:rPr>
          <w:rFonts w:eastAsia="Aptos"/>
          <w:highlight w:val="cyan"/>
          <w:u w:val="single"/>
        </w:rPr>
        <w:t xml:space="preserve"> </w:t>
      </w:r>
      <w:r w:rsidRPr="00BA6FB2">
        <w:rPr>
          <w:rFonts w:eastAsia="Aptos"/>
          <w:u w:val="single"/>
        </w:rPr>
        <w:t xml:space="preserve">that </w:t>
      </w:r>
      <w:r w:rsidRPr="00BA6FB2">
        <w:rPr>
          <w:rFonts w:eastAsia="Aptos"/>
          <w:highlight w:val="cyan"/>
          <w:u w:val="single"/>
        </w:rPr>
        <w:t xml:space="preserve">would imply any </w:t>
      </w:r>
      <w:r w:rsidRPr="00BA6FB2">
        <w:rPr>
          <w:rFonts w:eastAsia="Aptos"/>
          <w:iCs/>
          <w:highlight w:val="cyan"/>
          <w:u w:val="single"/>
          <w:bdr w:val="single" w:sz="8" w:space="0" w:color="auto"/>
        </w:rPr>
        <w:t>individual</w:t>
      </w:r>
      <w:r w:rsidRPr="00BA6FB2">
        <w:rPr>
          <w:rFonts w:eastAsia="Aptos"/>
          <w:highlight w:val="cyan"/>
          <w:u w:val="single"/>
        </w:rPr>
        <w:t xml:space="preserve"> attempt to incorporate</w:t>
      </w:r>
      <w:r w:rsidRPr="00BA6FB2">
        <w:rPr>
          <w:rFonts w:eastAsia="Aptos"/>
          <w:u w:val="single"/>
        </w:rPr>
        <w:t xml:space="preserve"> consistently</w:t>
      </w:r>
      <w:r w:rsidRPr="00BA6FB2">
        <w:rPr>
          <w:rFonts w:eastAsia="Aptos"/>
          <w:sz w:val="16"/>
        </w:rPr>
        <w:t xml:space="preserve"> safety, </w:t>
      </w:r>
      <w:r w:rsidRPr="00BA6FB2">
        <w:rPr>
          <w:rFonts w:eastAsia="Aptos"/>
          <w:u w:val="single"/>
        </w:rPr>
        <w:t xml:space="preserve">social, and </w:t>
      </w:r>
      <w:r w:rsidRPr="00BA6FB2">
        <w:rPr>
          <w:rFonts w:eastAsia="Aptos"/>
          <w:iCs/>
          <w:highlight w:val="cyan"/>
          <w:u w:val="single"/>
          <w:bdr w:val="single" w:sz="8" w:space="0" w:color="auto"/>
        </w:rPr>
        <w:t>ecological criteria</w:t>
      </w:r>
      <w:r w:rsidRPr="00BA6FB2">
        <w:rPr>
          <w:rFonts w:eastAsia="Aptos"/>
          <w:highlight w:val="cyan"/>
          <w:u w:val="single"/>
        </w:rPr>
        <w:t xml:space="preserve"> </w:t>
      </w:r>
      <w:r w:rsidRPr="00BA6FB2">
        <w:rPr>
          <w:rFonts w:eastAsia="Aptos"/>
          <w:u w:val="single"/>
        </w:rPr>
        <w:t>in one’s consumption decisions</w:t>
      </w:r>
      <w:r w:rsidRPr="00BA6FB2">
        <w:rPr>
          <w:rFonts w:eastAsia="Aptos"/>
          <w:sz w:val="16"/>
        </w:rPr>
        <w:t xml:space="preserve"> </w:t>
      </w:r>
      <w:r w:rsidRPr="00BA6FB2">
        <w:rPr>
          <w:rFonts w:eastAsia="Aptos"/>
          <w:u w:val="single"/>
        </w:rPr>
        <w:t>to understand why</w:t>
      </w:r>
      <w:r w:rsidRPr="00BA6FB2">
        <w:rPr>
          <w:rFonts w:eastAsia="Aptos"/>
          <w:sz w:val="16"/>
        </w:rPr>
        <w:t xml:space="preserve"> more traditional forms of </w:t>
      </w:r>
      <w:r w:rsidRPr="00BA6FB2">
        <w:rPr>
          <w:rFonts w:eastAsia="Aptos"/>
          <w:highlight w:val="cyan"/>
          <w:u w:val="single"/>
        </w:rPr>
        <w:t>public</w:t>
      </w:r>
      <w:r w:rsidRPr="00BA6FB2">
        <w:rPr>
          <w:rFonts w:eastAsia="Aptos"/>
          <w:sz w:val="16"/>
          <w:highlight w:val="cyan"/>
        </w:rPr>
        <w:t xml:space="preserve"> </w:t>
      </w:r>
      <w:r w:rsidRPr="00BA6FB2">
        <w:rPr>
          <w:rFonts w:eastAsia="Aptos"/>
          <w:highlight w:val="cyan"/>
          <w:u w:val="single"/>
        </w:rPr>
        <w:t>regulation</w:t>
      </w:r>
      <w:r w:rsidRPr="00BA6FB2">
        <w:rPr>
          <w:rFonts w:eastAsia="Aptos"/>
          <w:sz w:val="16"/>
          <w:highlight w:val="cyan"/>
        </w:rPr>
        <w:t xml:space="preserve">, </w:t>
      </w:r>
      <w:r w:rsidRPr="00BA6FB2">
        <w:rPr>
          <w:rFonts w:eastAsia="Aptos"/>
          <w:highlight w:val="cyan"/>
          <w:u w:val="single"/>
        </w:rPr>
        <w:t xml:space="preserve">relying on </w:t>
      </w:r>
      <w:r w:rsidRPr="00BA6FB2">
        <w:rPr>
          <w:rFonts w:eastAsia="Aptos"/>
          <w:iCs/>
          <w:highlight w:val="cyan"/>
          <w:u w:val="single"/>
          <w:bdr w:val="single" w:sz="8" w:space="0" w:color="auto"/>
        </w:rPr>
        <w:t>centralized expert knowledge</w:t>
      </w:r>
      <w:r w:rsidRPr="00BA6FB2">
        <w:rPr>
          <w:rFonts w:eastAsia="Aptos"/>
          <w:highlight w:val="cyan"/>
          <w:u w:val="single"/>
        </w:rPr>
        <w:t>, plays</w:t>
      </w:r>
      <w:r w:rsidRPr="00BA6FB2">
        <w:rPr>
          <w:rFonts w:eastAsia="Aptos"/>
          <w:sz w:val="16"/>
        </w:rPr>
        <w:t xml:space="preserve"> such </w:t>
      </w:r>
      <w:r w:rsidRPr="00BA6FB2">
        <w:rPr>
          <w:rFonts w:eastAsia="Aptos"/>
          <w:highlight w:val="cyan"/>
          <w:u w:val="single"/>
        </w:rPr>
        <w:t>a prominent role.</w:t>
      </w:r>
    </w:p>
    <w:p w14:paraId="6F86462B" w14:textId="768B9753" w:rsidR="00806333" w:rsidRDefault="00806333" w:rsidP="00806333">
      <w:pPr>
        <w:pStyle w:val="Heading2"/>
        <w:rPr>
          <w:rFonts w:eastAsia="Aptos"/>
        </w:rPr>
      </w:pPr>
      <w:r>
        <w:rPr>
          <w:rFonts w:eastAsia="Aptos"/>
        </w:rPr>
        <w:t>Case</w:t>
      </w:r>
    </w:p>
    <w:p w14:paraId="4446F687" w14:textId="77777777" w:rsidR="000A797F" w:rsidRPr="005B62EE" w:rsidRDefault="000A797F" w:rsidP="000A797F">
      <w:pPr>
        <w:keepNext/>
        <w:keepLines/>
        <w:pageBreakBefore/>
        <w:spacing w:before="40" w:after="0"/>
        <w:jc w:val="center"/>
        <w:outlineLvl w:val="2"/>
        <w:rPr>
          <w:rFonts w:eastAsia="Times New Roman"/>
          <w:b/>
          <w:sz w:val="32"/>
          <w:szCs w:val="24"/>
          <w:u w:val="single"/>
        </w:rPr>
      </w:pPr>
      <w:r w:rsidRPr="005B62EE">
        <w:rPr>
          <w:rFonts w:eastAsia="Times New Roman"/>
          <w:b/>
          <w:sz w:val="32"/>
          <w:szCs w:val="24"/>
          <w:u w:val="single"/>
        </w:rPr>
        <w:t>Circumvention – T/L – 2NC</w:t>
      </w:r>
    </w:p>
    <w:p w14:paraId="716C7E45" w14:textId="77777777" w:rsidR="000A797F" w:rsidRPr="005B62EE" w:rsidRDefault="000A797F" w:rsidP="000A797F">
      <w:pPr>
        <w:keepNext/>
        <w:keepLines/>
        <w:spacing w:before="40" w:after="0"/>
        <w:outlineLvl w:val="3"/>
        <w:rPr>
          <w:rFonts w:eastAsia="Times New Roman"/>
          <w:b/>
          <w:iCs/>
          <w:sz w:val="26"/>
        </w:rPr>
      </w:pPr>
      <w:r w:rsidRPr="005B62EE">
        <w:rPr>
          <w:rFonts w:eastAsia="Times New Roman"/>
          <w:b/>
          <w:iCs/>
          <w:sz w:val="26"/>
        </w:rPr>
        <w:t xml:space="preserve">1. </w:t>
      </w:r>
      <w:r w:rsidRPr="005B62EE">
        <w:rPr>
          <w:rFonts w:eastAsia="Times New Roman"/>
          <w:b/>
          <w:iCs/>
          <w:sz w:val="26"/>
          <w:u w:val="single"/>
        </w:rPr>
        <w:t>No NLRB enforcement</w:t>
      </w:r>
      <w:r w:rsidRPr="005B62EE">
        <w:rPr>
          <w:rFonts w:eastAsia="Times New Roman"/>
          <w:b/>
          <w:iCs/>
          <w:sz w:val="26"/>
        </w:rPr>
        <w:t xml:space="preserve">. The Board lacks a </w:t>
      </w:r>
      <w:r w:rsidRPr="005B62EE">
        <w:rPr>
          <w:rFonts w:eastAsia="Times New Roman"/>
          <w:b/>
          <w:iCs/>
          <w:sz w:val="26"/>
          <w:u w:val="single"/>
        </w:rPr>
        <w:t>quorum</w:t>
      </w:r>
      <w:r w:rsidRPr="005B62EE">
        <w:rPr>
          <w:rFonts w:eastAsia="Times New Roman"/>
          <w:b/>
          <w:iCs/>
          <w:sz w:val="26"/>
        </w:rPr>
        <w:t xml:space="preserve"> because Trump fired Wilcox. That greenlights unimpeded employer violations, that’s Meyerson.</w:t>
      </w:r>
    </w:p>
    <w:p w14:paraId="6A35061D" w14:textId="77777777" w:rsidR="000A797F" w:rsidRPr="005B62EE" w:rsidRDefault="000A797F" w:rsidP="000A797F">
      <w:pPr>
        <w:keepNext/>
        <w:keepLines/>
        <w:spacing w:before="40" w:after="0"/>
        <w:outlineLvl w:val="3"/>
        <w:rPr>
          <w:rFonts w:eastAsia="Times New Roman"/>
          <w:b/>
          <w:iCs/>
          <w:sz w:val="26"/>
        </w:rPr>
      </w:pPr>
      <w:r w:rsidRPr="005B62EE">
        <w:rPr>
          <w:rFonts w:eastAsia="Times New Roman"/>
          <w:b/>
          <w:iCs/>
          <w:sz w:val="26"/>
        </w:rPr>
        <w:t xml:space="preserve">2. </w:t>
      </w:r>
      <w:r w:rsidRPr="005B62EE">
        <w:rPr>
          <w:rFonts w:eastAsia="Times New Roman"/>
          <w:b/>
          <w:iCs/>
          <w:sz w:val="26"/>
          <w:u w:val="single"/>
        </w:rPr>
        <w:t>Backlog</w:t>
      </w:r>
      <w:r w:rsidRPr="005B62EE">
        <w:rPr>
          <w:rFonts w:eastAsia="Times New Roman"/>
          <w:b/>
          <w:iCs/>
          <w:sz w:val="26"/>
        </w:rPr>
        <w:t xml:space="preserve"> and lackluster penalties disincentivize compliance.</w:t>
      </w:r>
    </w:p>
    <w:p w14:paraId="0F3879DA" w14:textId="77777777" w:rsidR="000A797F" w:rsidRPr="005B62EE" w:rsidRDefault="000A797F" w:rsidP="000A797F">
      <w:pPr>
        <w:rPr>
          <w:rFonts w:eastAsia="Aptos"/>
        </w:rPr>
      </w:pPr>
      <w:r w:rsidRPr="005B62EE">
        <w:rPr>
          <w:rFonts w:eastAsia="Aptos"/>
        </w:rPr>
        <w:t xml:space="preserve">Matt </w:t>
      </w:r>
      <w:r w:rsidRPr="005B62EE">
        <w:rPr>
          <w:rFonts w:eastAsia="Aptos"/>
          <w:b/>
          <w:bCs/>
          <w:sz w:val="26"/>
        </w:rPr>
        <w:t>Bruenig 25</w:t>
      </w:r>
      <w:r w:rsidRPr="005B62EE">
        <w:rPr>
          <w:rFonts w:eastAsia="Aptos"/>
        </w:rPr>
        <w:t>, American lawyer, blogger, policy analyst, commentator, and founder of the left-leaning think tank People's Policy Project, "The NLRB Can't Punish Employers Strongly Enough," Jacobin, 2/19/2025, https://jacobin.com/2025/02/nlrb-labor-law-compliance-backlogs</w:t>
      </w:r>
    </w:p>
    <w:p w14:paraId="04A76894" w14:textId="77777777" w:rsidR="000A797F" w:rsidRPr="005B62EE" w:rsidRDefault="000A797F" w:rsidP="000A797F">
      <w:pPr>
        <w:rPr>
          <w:rFonts w:eastAsia="Aptos"/>
        </w:rPr>
      </w:pPr>
      <w:r w:rsidRPr="005B62EE">
        <w:rPr>
          <w:rFonts w:eastAsia="Aptos"/>
          <w:sz w:val="16"/>
        </w:rPr>
        <w:t xml:space="preserve">Over the past few years, our dedicated and talented staff have worked diligently to process an ever-increasing workload. Notwithstanding these efforts, </w:t>
      </w:r>
      <w:r w:rsidRPr="005B62EE">
        <w:rPr>
          <w:rFonts w:eastAsia="Aptos"/>
          <w:u w:val="single"/>
        </w:rPr>
        <w:t xml:space="preserve">we have seen our </w:t>
      </w:r>
      <w:r w:rsidRPr="005B62EE">
        <w:rPr>
          <w:rFonts w:eastAsia="Aptos"/>
          <w:highlight w:val="cyan"/>
          <w:u w:val="single"/>
        </w:rPr>
        <w:t>backlog</w:t>
      </w:r>
      <w:r w:rsidRPr="005B62EE">
        <w:rPr>
          <w:rFonts w:eastAsia="Aptos"/>
          <w:u w:val="single"/>
        </w:rPr>
        <w:t xml:space="preserve"> of cases grow to the</w:t>
      </w:r>
      <w:r w:rsidRPr="005B62EE">
        <w:rPr>
          <w:rFonts w:eastAsia="Aptos"/>
          <w:sz w:val="16"/>
        </w:rPr>
        <w:t xml:space="preserve"> </w:t>
      </w:r>
      <w:r w:rsidRPr="005B62EE">
        <w:rPr>
          <w:rFonts w:eastAsia="Aptos"/>
          <w:u w:val="single"/>
        </w:rPr>
        <w:t>point where it is</w:t>
      </w:r>
      <w:r w:rsidRPr="005B62EE">
        <w:rPr>
          <w:rFonts w:eastAsia="Aptos"/>
          <w:sz w:val="16"/>
        </w:rPr>
        <w:t xml:space="preserve"> </w:t>
      </w:r>
      <w:r w:rsidRPr="005B62EE">
        <w:rPr>
          <w:rFonts w:eastAsia="Aptos"/>
          <w:iCs/>
          <w:highlight w:val="cyan"/>
          <w:u w:val="single"/>
          <w:bdr w:val="single" w:sz="8" w:space="0" w:color="auto"/>
        </w:rPr>
        <w:t>no longer sustainable</w:t>
      </w:r>
      <w:r w:rsidRPr="005B62EE">
        <w:rPr>
          <w:rFonts w:eastAsia="Aptos"/>
          <w:sz w:val="16"/>
        </w:rPr>
        <w:t xml:space="preserve">. </w:t>
      </w:r>
      <w:r w:rsidRPr="005B62EE">
        <w:rPr>
          <w:rFonts w:eastAsia="Aptos"/>
          <w:u w:val="single"/>
        </w:rPr>
        <w:t xml:space="preserve">The unfortunate truth is that if we attempt to accomplish </w:t>
      </w:r>
      <w:r w:rsidRPr="005B62EE">
        <w:rPr>
          <w:rFonts w:eastAsia="Aptos"/>
          <w:iCs/>
          <w:u w:val="single"/>
          <w:bdr w:val="single" w:sz="8" w:space="0" w:color="auto"/>
        </w:rPr>
        <w:t>everything</w:t>
      </w:r>
      <w:r w:rsidRPr="005B62EE">
        <w:rPr>
          <w:rFonts w:eastAsia="Aptos"/>
          <w:sz w:val="16"/>
        </w:rPr>
        <w:t xml:space="preserve">, </w:t>
      </w:r>
      <w:r w:rsidRPr="005B62EE">
        <w:rPr>
          <w:rFonts w:eastAsia="Aptos"/>
          <w:iCs/>
          <w:u w:val="single"/>
          <w:bdr w:val="single" w:sz="8" w:space="0" w:color="auto"/>
        </w:rPr>
        <w:t>we risk accomplishing nothing</w:t>
      </w:r>
      <w:r w:rsidRPr="005B62EE">
        <w:rPr>
          <w:rFonts w:eastAsia="Aptos"/>
          <w:sz w:val="16"/>
        </w:rPr>
        <w:t>.</w:t>
      </w:r>
    </w:p>
    <w:p w14:paraId="2563BB14" w14:textId="77777777" w:rsidR="000A797F" w:rsidRPr="005B62EE" w:rsidRDefault="000A797F" w:rsidP="000A797F">
      <w:pPr>
        <w:rPr>
          <w:rFonts w:eastAsia="Aptos"/>
        </w:rPr>
      </w:pPr>
      <w:r w:rsidRPr="005B62EE">
        <w:rPr>
          <w:rFonts w:eastAsia="Aptos"/>
          <w:sz w:val="16"/>
        </w:rPr>
        <w:t xml:space="preserve">Cowen is right that </w:t>
      </w:r>
      <w:r w:rsidRPr="005B62EE">
        <w:rPr>
          <w:rFonts w:eastAsia="Aptos"/>
          <w:u w:val="single"/>
        </w:rPr>
        <w:t>having a huge case backlog that makes it</w:t>
      </w:r>
      <w:r w:rsidRPr="005B62EE">
        <w:rPr>
          <w:rFonts w:eastAsia="Aptos"/>
          <w:sz w:val="16"/>
        </w:rPr>
        <w:t xml:space="preserve"> </w:t>
      </w:r>
      <w:r w:rsidRPr="005B62EE">
        <w:rPr>
          <w:rFonts w:eastAsia="Aptos"/>
          <w:iCs/>
          <w:u w:val="single"/>
          <w:bdr w:val="single" w:sz="8" w:space="0" w:color="auto"/>
        </w:rPr>
        <w:t>impossible</w:t>
      </w:r>
      <w:r w:rsidRPr="005B62EE">
        <w:rPr>
          <w:rFonts w:eastAsia="Aptos"/>
          <w:sz w:val="16"/>
        </w:rPr>
        <w:t xml:space="preserve"> </w:t>
      </w:r>
      <w:r w:rsidRPr="005B62EE">
        <w:rPr>
          <w:rFonts w:eastAsia="Aptos"/>
          <w:u w:val="single"/>
        </w:rPr>
        <w:t>to resolve unfair labor practices quickly makes the NLRB process</w:t>
      </w:r>
      <w:r w:rsidRPr="005B62EE">
        <w:rPr>
          <w:rFonts w:eastAsia="Aptos"/>
          <w:sz w:val="16"/>
        </w:rPr>
        <w:t xml:space="preserve"> </w:t>
      </w:r>
      <w:r w:rsidRPr="005B62EE">
        <w:rPr>
          <w:rFonts w:eastAsia="Aptos"/>
          <w:iCs/>
          <w:u w:val="single"/>
          <w:bdr w:val="single" w:sz="8" w:space="0" w:color="auto"/>
        </w:rPr>
        <w:t>essentially pointless</w:t>
      </w:r>
      <w:r w:rsidRPr="005B62EE">
        <w:rPr>
          <w:rFonts w:eastAsia="Aptos"/>
          <w:sz w:val="16"/>
        </w:rPr>
        <w:t xml:space="preserve">. </w:t>
      </w:r>
      <w:r w:rsidRPr="005B62EE">
        <w:rPr>
          <w:rFonts w:eastAsia="Aptos"/>
          <w:u w:val="single"/>
        </w:rPr>
        <w:t xml:space="preserve">Most </w:t>
      </w:r>
      <w:r w:rsidRPr="005B62EE">
        <w:rPr>
          <w:rFonts w:eastAsia="Aptos"/>
          <w:highlight w:val="cyan"/>
          <w:u w:val="single"/>
        </w:rPr>
        <w:t xml:space="preserve">workers </w:t>
      </w:r>
      <w:r w:rsidRPr="005B62EE">
        <w:rPr>
          <w:rFonts w:eastAsia="Aptos"/>
          <w:iCs/>
          <w:highlight w:val="cyan"/>
          <w:u w:val="single"/>
          <w:bdr w:val="single" w:sz="8" w:space="0" w:color="auto"/>
        </w:rPr>
        <w:t>cannot wait for years</w:t>
      </w:r>
      <w:r w:rsidRPr="005B62EE">
        <w:rPr>
          <w:rFonts w:eastAsia="Aptos"/>
          <w:sz w:val="16"/>
        </w:rPr>
        <w:t xml:space="preserve"> </w:t>
      </w:r>
      <w:r w:rsidRPr="005B62EE">
        <w:rPr>
          <w:rFonts w:eastAsia="Aptos"/>
          <w:highlight w:val="cyan"/>
          <w:u w:val="single"/>
        </w:rPr>
        <w:t>to be reinstated</w:t>
      </w:r>
      <w:r w:rsidRPr="005B62EE">
        <w:rPr>
          <w:rFonts w:eastAsia="Aptos"/>
          <w:u w:val="single"/>
        </w:rPr>
        <w:t xml:space="preserve"> to their job after being</w:t>
      </w:r>
      <w:r w:rsidRPr="005B62EE">
        <w:rPr>
          <w:rFonts w:eastAsia="Aptos"/>
          <w:sz w:val="16"/>
        </w:rPr>
        <w:t xml:space="preserve"> </w:t>
      </w:r>
      <w:r w:rsidRPr="005B62EE">
        <w:rPr>
          <w:rFonts w:eastAsia="Aptos"/>
          <w:iCs/>
          <w:u w:val="single"/>
          <w:bdr w:val="single" w:sz="8" w:space="0" w:color="auto"/>
        </w:rPr>
        <w:t>illegally fired</w:t>
      </w:r>
      <w:r w:rsidRPr="005B62EE">
        <w:rPr>
          <w:rFonts w:eastAsia="Aptos"/>
          <w:sz w:val="16"/>
        </w:rPr>
        <w:t xml:space="preserve">, </w:t>
      </w:r>
      <w:r w:rsidRPr="005B62EE">
        <w:rPr>
          <w:rFonts w:eastAsia="Aptos"/>
          <w:u w:val="single"/>
        </w:rPr>
        <w:t xml:space="preserve">which also means that </w:t>
      </w:r>
      <w:r w:rsidRPr="005B62EE">
        <w:rPr>
          <w:rFonts w:eastAsia="Aptos"/>
          <w:highlight w:val="cyan"/>
          <w:u w:val="single"/>
        </w:rPr>
        <w:t>employers</w:t>
      </w:r>
      <w:r w:rsidRPr="005B62EE">
        <w:rPr>
          <w:rFonts w:eastAsia="Aptos"/>
          <w:sz w:val="16"/>
        </w:rPr>
        <w:t xml:space="preserve"> </w:t>
      </w:r>
      <w:r w:rsidRPr="005B62EE">
        <w:rPr>
          <w:rFonts w:eastAsia="Aptos"/>
          <w:iCs/>
          <w:highlight w:val="cyan"/>
          <w:u w:val="single"/>
          <w:bdr w:val="single" w:sz="8" w:space="0" w:color="auto"/>
        </w:rPr>
        <w:t>do not</w:t>
      </w:r>
      <w:r w:rsidRPr="005B62EE">
        <w:rPr>
          <w:rFonts w:eastAsia="Aptos"/>
          <w:iCs/>
          <w:u w:val="single"/>
          <w:bdr w:val="single" w:sz="8" w:space="0" w:color="auto"/>
        </w:rPr>
        <w:t xml:space="preserve"> need to </w:t>
      </w:r>
      <w:r w:rsidRPr="005B62EE">
        <w:rPr>
          <w:rFonts w:eastAsia="Aptos"/>
          <w:iCs/>
          <w:highlight w:val="cyan"/>
          <w:u w:val="single"/>
          <w:bdr w:val="single" w:sz="8" w:space="0" w:color="auto"/>
        </w:rPr>
        <w:t>concern</w:t>
      </w:r>
      <w:r w:rsidRPr="005B62EE">
        <w:rPr>
          <w:rFonts w:eastAsia="Aptos"/>
          <w:iCs/>
          <w:u w:val="single"/>
          <w:bdr w:val="single" w:sz="8" w:space="0" w:color="auto"/>
        </w:rPr>
        <w:t xml:space="preserve"> themselves</w:t>
      </w:r>
      <w:r w:rsidRPr="005B62EE">
        <w:rPr>
          <w:rFonts w:eastAsia="Aptos"/>
          <w:sz w:val="16"/>
        </w:rPr>
        <w:t xml:space="preserve"> </w:t>
      </w:r>
      <w:r w:rsidRPr="005B62EE">
        <w:rPr>
          <w:rFonts w:eastAsia="Aptos"/>
          <w:highlight w:val="cyan"/>
          <w:u w:val="single"/>
        </w:rPr>
        <w:t>with</w:t>
      </w:r>
      <w:r w:rsidRPr="005B62EE">
        <w:rPr>
          <w:rFonts w:eastAsia="Aptos"/>
          <w:sz w:val="16"/>
        </w:rPr>
        <w:t xml:space="preserve"> </w:t>
      </w:r>
      <w:r w:rsidRPr="005B62EE">
        <w:rPr>
          <w:rFonts w:eastAsia="Aptos"/>
          <w:iCs/>
          <w:highlight w:val="cyan"/>
          <w:u w:val="single"/>
          <w:bdr w:val="single" w:sz="8" w:space="0" w:color="auto"/>
        </w:rPr>
        <w:t>follow</w:t>
      </w:r>
      <w:r w:rsidRPr="005B62EE">
        <w:rPr>
          <w:rFonts w:eastAsia="Aptos"/>
          <w:iCs/>
          <w:u w:val="single"/>
          <w:bdr w:val="single" w:sz="8" w:space="0" w:color="auto"/>
        </w:rPr>
        <w:t xml:space="preserve">ing </w:t>
      </w:r>
      <w:r w:rsidRPr="005B62EE">
        <w:rPr>
          <w:rFonts w:eastAsia="Aptos"/>
          <w:iCs/>
          <w:highlight w:val="cyan"/>
          <w:u w:val="single"/>
          <w:bdr w:val="single" w:sz="8" w:space="0" w:color="auto"/>
        </w:rPr>
        <w:t>the law</w:t>
      </w:r>
      <w:r w:rsidRPr="005B62EE">
        <w:rPr>
          <w:rFonts w:eastAsia="Aptos"/>
          <w:sz w:val="16"/>
        </w:rPr>
        <w:t>.</w:t>
      </w:r>
    </w:p>
    <w:p w14:paraId="7E0CA26A" w14:textId="77777777" w:rsidR="000A797F" w:rsidRPr="005B62EE" w:rsidRDefault="000A797F" w:rsidP="000A797F">
      <w:pPr>
        <w:rPr>
          <w:rFonts w:eastAsia="Aptos"/>
        </w:rPr>
      </w:pPr>
      <w:r w:rsidRPr="005B62EE">
        <w:rPr>
          <w:rFonts w:eastAsia="Aptos"/>
          <w:sz w:val="16"/>
        </w:rPr>
        <w:t xml:space="preserve">Yet, simply refusing to enforce the law in certain ways also makes it so that employers do not need to concern themselves with following the law. </w:t>
      </w:r>
      <w:r w:rsidRPr="005B62EE">
        <w:rPr>
          <w:rFonts w:eastAsia="Aptos"/>
          <w:u w:val="single"/>
        </w:rPr>
        <w:t>A long queue</w:t>
      </w:r>
      <w:r w:rsidRPr="005B62EE">
        <w:rPr>
          <w:rFonts w:eastAsia="Aptos"/>
          <w:sz w:val="16"/>
        </w:rPr>
        <w:t xml:space="preserve"> </w:t>
      </w:r>
      <w:r w:rsidRPr="005B62EE">
        <w:rPr>
          <w:rFonts w:eastAsia="Aptos"/>
          <w:iCs/>
          <w:u w:val="single"/>
          <w:bdr w:val="single" w:sz="8" w:space="0" w:color="auto"/>
        </w:rPr>
        <w:t>denies justice</w:t>
      </w:r>
      <w:r w:rsidRPr="005B62EE">
        <w:rPr>
          <w:rFonts w:eastAsia="Aptos"/>
          <w:sz w:val="16"/>
        </w:rPr>
        <w:t xml:space="preserve"> </w:t>
      </w:r>
      <w:r w:rsidRPr="005B62EE">
        <w:rPr>
          <w:rFonts w:eastAsia="Aptos"/>
          <w:u w:val="single"/>
        </w:rPr>
        <w:t>to those who need a</w:t>
      </w:r>
      <w:r w:rsidRPr="005B62EE">
        <w:rPr>
          <w:rFonts w:eastAsia="Aptos"/>
          <w:sz w:val="16"/>
        </w:rPr>
        <w:t xml:space="preserve"> </w:t>
      </w:r>
      <w:r w:rsidRPr="005B62EE">
        <w:rPr>
          <w:rFonts w:eastAsia="Aptos"/>
          <w:iCs/>
          <w:u w:val="single"/>
          <w:bdr w:val="single" w:sz="8" w:space="0" w:color="auto"/>
        </w:rPr>
        <w:t>timely resolution</w:t>
      </w:r>
      <w:r w:rsidRPr="005B62EE">
        <w:rPr>
          <w:rFonts w:eastAsia="Aptos"/>
          <w:sz w:val="16"/>
        </w:rPr>
        <w:t xml:space="preserve"> </w:t>
      </w:r>
      <w:r w:rsidRPr="005B62EE">
        <w:rPr>
          <w:rFonts w:eastAsia="Aptos"/>
          <w:u w:val="single"/>
        </w:rPr>
        <w:t>of their unfair labor practice</w:t>
      </w:r>
      <w:r w:rsidRPr="005B62EE">
        <w:rPr>
          <w:rFonts w:eastAsia="Aptos"/>
          <w:sz w:val="16"/>
        </w:rPr>
        <w:t xml:space="preserve">. But </w:t>
      </w:r>
      <w:r w:rsidRPr="005B62EE">
        <w:rPr>
          <w:rFonts w:eastAsia="Aptos"/>
          <w:iCs/>
          <w:u w:val="single"/>
          <w:bdr w:val="single" w:sz="8" w:space="0" w:color="auto"/>
        </w:rPr>
        <w:t>culling</w:t>
      </w:r>
      <w:r w:rsidRPr="005B62EE">
        <w:rPr>
          <w:rFonts w:eastAsia="Aptos"/>
          <w:sz w:val="16"/>
        </w:rPr>
        <w:t xml:space="preserve"> </w:t>
      </w:r>
      <w:r w:rsidRPr="005B62EE">
        <w:rPr>
          <w:rFonts w:eastAsia="Aptos"/>
          <w:u w:val="single"/>
        </w:rPr>
        <w:t>the queue</w:t>
      </w:r>
      <w:r w:rsidRPr="005B62EE">
        <w:rPr>
          <w:rFonts w:eastAsia="Aptos"/>
          <w:sz w:val="16"/>
        </w:rPr>
        <w:t xml:space="preserve"> </w:t>
      </w:r>
      <w:r w:rsidRPr="005B62EE">
        <w:rPr>
          <w:rFonts w:eastAsia="Aptos"/>
          <w:iCs/>
          <w:u w:val="single"/>
          <w:bdr w:val="single" w:sz="8" w:space="0" w:color="auto"/>
        </w:rPr>
        <w:t>denies justice</w:t>
      </w:r>
      <w:r w:rsidRPr="005B62EE">
        <w:rPr>
          <w:rFonts w:eastAsia="Aptos"/>
          <w:sz w:val="16"/>
        </w:rPr>
        <w:t xml:space="preserve"> </w:t>
      </w:r>
      <w:r w:rsidRPr="005B62EE">
        <w:rPr>
          <w:rFonts w:eastAsia="Aptos"/>
          <w:u w:val="single"/>
        </w:rPr>
        <w:t>to</w:t>
      </w:r>
      <w:r w:rsidRPr="005B62EE">
        <w:rPr>
          <w:rFonts w:eastAsia="Aptos"/>
          <w:sz w:val="16"/>
        </w:rPr>
        <w:t xml:space="preserve"> </w:t>
      </w:r>
      <w:r w:rsidRPr="005B62EE">
        <w:rPr>
          <w:rFonts w:eastAsia="Aptos"/>
          <w:u w:val="single"/>
        </w:rPr>
        <w:t>those subjected to the culling and to those who wind up victimized</w:t>
      </w:r>
      <w:r w:rsidRPr="005B62EE">
        <w:rPr>
          <w:rFonts w:eastAsia="Aptos"/>
          <w:sz w:val="16"/>
        </w:rPr>
        <w:t xml:space="preserve"> by changes in employer behavior that result from the relaxation of NLRB enforcement. </w:t>
      </w:r>
      <w:r w:rsidRPr="005B62EE">
        <w:rPr>
          <w:rFonts w:eastAsia="Aptos"/>
          <w:u w:val="single"/>
        </w:rPr>
        <w:t>The</w:t>
      </w:r>
      <w:r w:rsidRPr="005B62EE">
        <w:rPr>
          <w:rFonts w:eastAsia="Aptos"/>
          <w:sz w:val="16"/>
        </w:rPr>
        <w:t xml:space="preserve"> </w:t>
      </w:r>
      <w:r w:rsidRPr="005B62EE">
        <w:rPr>
          <w:rFonts w:eastAsia="Aptos"/>
          <w:iCs/>
          <w:u w:val="single"/>
          <w:bdr w:val="single" w:sz="8" w:space="0" w:color="auto"/>
        </w:rPr>
        <w:t>cure is worse than the disease</w:t>
      </w:r>
      <w:r w:rsidRPr="005B62EE">
        <w:rPr>
          <w:rFonts w:eastAsia="Aptos"/>
          <w:sz w:val="16"/>
        </w:rPr>
        <w:t>.</w:t>
      </w:r>
    </w:p>
    <w:p w14:paraId="45BFA688" w14:textId="77777777" w:rsidR="000A797F" w:rsidRPr="005B62EE" w:rsidRDefault="000A797F" w:rsidP="000A797F">
      <w:pPr>
        <w:rPr>
          <w:rFonts w:eastAsia="Aptos"/>
        </w:rPr>
      </w:pPr>
      <w:r w:rsidRPr="005B62EE">
        <w:rPr>
          <w:rFonts w:eastAsia="Aptos"/>
          <w:sz w:val="16"/>
        </w:rPr>
        <w:t xml:space="preserve">The question we really should be asking ourselves is: </w:t>
      </w:r>
      <w:r w:rsidRPr="005B62EE">
        <w:rPr>
          <w:rFonts w:eastAsia="Aptos"/>
          <w:u w:val="single"/>
        </w:rPr>
        <w:t>Why is there such a backlog in the first place?</w:t>
      </w:r>
      <w:r w:rsidRPr="005B62EE">
        <w:rPr>
          <w:rFonts w:eastAsia="Aptos"/>
          <w:sz w:val="16"/>
        </w:rPr>
        <w:t xml:space="preserve"> </w:t>
      </w:r>
      <w:r w:rsidRPr="005B62EE">
        <w:rPr>
          <w:rFonts w:eastAsia="Aptos"/>
          <w:iCs/>
          <w:u w:val="single"/>
          <w:bdr w:val="single" w:sz="8" w:space="0" w:color="auto"/>
        </w:rPr>
        <w:t>One</w:t>
      </w:r>
      <w:r w:rsidRPr="005B62EE">
        <w:rPr>
          <w:rFonts w:eastAsia="Aptos"/>
          <w:sz w:val="16"/>
        </w:rPr>
        <w:t xml:space="preserve"> possible </w:t>
      </w:r>
      <w:r w:rsidRPr="005B62EE">
        <w:rPr>
          <w:rFonts w:eastAsia="Aptos"/>
          <w:iCs/>
          <w:u w:val="single"/>
          <w:bdr w:val="single" w:sz="8" w:space="0" w:color="auto"/>
        </w:rPr>
        <w:t>answer</w:t>
      </w:r>
      <w:r w:rsidRPr="005B62EE">
        <w:rPr>
          <w:rFonts w:eastAsia="Aptos"/>
          <w:sz w:val="16"/>
        </w:rPr>
        <w:t xml:space="preserve"> </w:t>
      </w:r>
      <w:r w:rsidRPr="005B62EE">
        <w:rPr>
          <w:rFonts w:eastAsia="Aptos"/>
          <w:u w:val="single"/>
        </w:rPr>
        <w:t>is that the NLRB’s budget is too small</w:t>
      </w:r>
      <w:r w:rsidRPr="005B62EE">
        <w:rPr>
          <w:rFonts w:eastAsia="Aptos"/>
          <w:sz w:val="16"/>
        </w:rPr>
        <w:t>. I certainly agree that the agency should be allocated more funding to hire additional board agents, administrative law judges, and other staff needed to process cases.</w:t>
      </w:r>
    </w:p>
    <w:p w14:paraId="64648A24" w14:textId="77777777" w:rsidR="000A797F" w:rsidRPr="005B62EE" w:rsidRDefault="000A797F" w:rsidP="000A797F">
      <w:pPr>
        <w:rPr>
          <w:rFonts w:eastAsia="Aptos"/>
        </w:rPr>
      </w:pPr>
      <w:r w:rsidRPr="005B62EE">
        <w:rPr>
          <w:rFonts w:eastAsia="Aptos"/>
          <w:sz w:val="16"/>
        </w:rPr>
        <w:t xml:space="preserve">But </w:t>
      </w:r>
      <w:r w:rsidRPr="005B62EE">
        <w:rPr>
          <w:rFonts w:eastAsia="Aptos"/>
          <w:u w:val="single"/>
        </w:rPr>
        <w:t>the problem goes</w:t>
      </w:r>
      <w:r w:rsidRPr="005B62EE">
        <w:rPr>
          <w:rFonts w:eastAsia="Aptos"/>
          <w:sz w:val="16"/>
        </w:rPr>
        <w:t xml:space="preserve"> </w:t>
      </w:r>
      <w:r w:rsidRPr="005B62EE">
        <w:rPr>
          <w:rFonts w:eastAsia="Aptos"/>
          <w:iCs/>
          <w:u w:val="single"/>
          <w:bdr w:val="single" w:sz="8" w:space="0" w:color="auto"/>
        </w:rPr>
        <w:t>much deeper than the NLRB budget</w:t>
      </w:r>
      <w:r w:rsidRPr="005B62EE">
        <w:rPr>
          <w:rFonts w:eastAsia="Aptos"/>
          <w:sz w:val="16"/>
        </w:rPr>
        <w:t xml:space="preserve">. </w:t>
      </w:r>
      <w:r w:rsidRPr="005B62EE">
        <w:rPr>
          <w:rFonts w:eastAsia="Aptos"/>
          <w:u w:val="single"/>
        </w:rPr>
        <w:t>Case backlogs occur because</w:t>
      </w:r>
      <w:r w:rsidRPr="005B62EE">
        <w:rPr>
          <w:rFonts w:eastAsia="Aptos"/>
          <w:sz w:val="16"/>
        </w:rPr>
        <w:t xml:space="preserve"> </w:t>
      </w:r>
      <w:r w:rsidRPr="005B62EE">
        <w:rPr>
          <w:rFonts w:eastAsia="Aptos"/>
          <w:iCs/>
          <w:highlight w:val="cyan"/>
          <w:u w:val="single"/>
          <w:bdr w:val="single" w:sz="8" w:space="0" w:color="auto"/>
        </w:rPr>
        <w:t>many employers violate</w:t>
      </w:r>
      <w:r w:rsidRPr="005B62EE">
        <w:rPr>
          <w:rFonts w:eastAsia="Aptos"/>
          <w:iCs/>
          <w:u w:val="single"/>
          <w:bdr w:val="single" w:sz="8" w:space="0" w:color="auto"/>
        </w:rPr>
        <w:t xml:space="preserve"> the </w:t>
      </w:r>
      <w:r w:rsidRPr="005B62EE">
        <w:rPr>
          <w:rFonts w:eastAsia="Aptos"/>
          <w:iCs/>
          <w:highlight w:val="cyan"/>
          <w:u w:val="single"/>
          <w:bdr w:val="single" w:sz="8" w:space="0" w:color="auto"/>
        </w:rPr>
        <w:t>law</w:t>
      </w:r>
      <w:r w:rsidRPr="005B62EE">
        <w:rPr>
          <w:rFonts w:eastAsia="Aptos"/>
          <w:sz w:val="16"/>
        </w:rPr>
        <w:t xml:space="preserve">. </w:t>
      </w:r>
      <w:r w:rsidRPr="005B62EE">
        <w:rPr>
          <w:rFonts w:eastAsia="Aptos"/>
          <w:u w:val="single"/>
        </w:rPr>
        <w:t>And many employers violate</w:t>
      </w:r>
      <w:r w:rsidRPr="005B62EE">
        <w:rPr>
          <w:rFonts w:eastAsia="Aptos"/>
          <w:sz w:val="16"/>
        </w:rPr>
        <w:t xml:space="preserve"> </w:t>
      </w:r>
      <w:r w:rsidRPr="005B62EE">
        <w:rPr>
          <w:rFonts w:eastAsia="Aptos"/>
          <w:u w:val="single"/>
        </w:rPr>
        <w:t>the law because the</w:t>
      </w:r>
      <w:r w:rsidRPr="005B62EE">
        <w:rPr>
          <w:rFonts w:eastAsia="Aptos"/>
          <w:sz w:val="16"/>
        </w:rPr>
        <w:t xml:space="preserve"> </w:t>
      </w:r>
      <w:r w:rsidRPr="005B62EE">
        <w:rPr>
          <w:rFonts w:eastAsia="Aptos"/>
          <w:iCs/>
          <w:highlight w:val="cyan"/>
          <w:u w:val="single"/>
          <w:bdr w:val="single" w:sz="8" w:space="0" w:color="auto"/>
        </w:rPr>
        <w:t>penalties</w:t>
      </w:r>
      <w:r w:rsidRPr="005B62EE">
        <w:rPr>
          <w:rFonts w:eastAsia="Aptos"/>
          <w:sz w:val="16"/>
        </w:rPr>
        <w:t xml:space="preserve"> </w:t>
      </w:r>
      <w:r w:rsidRPr="005B62EE">
        <w:rPr>
          <w:rFonts w:eastAsia="Aptos"/>
          <w:u w:val="single"/>
        </w:rPr>
        <w:t>for doing so</w:t>
      </w:r>
      <w:r w:rsidRPr="005B62EE">
        <w:rPr>
          <w:rFonts w:eastAsia="Aptos"/>
          <w:sz w:val="16"/>
        </w:rPr>
        <w:t xml:space="preserve"> </w:t>
      </w:r>
      <w:r w:rsidRPr="005B62EE">
        <w:rPr>
          <w:rFonts w:eastAsia="Aptos"/>
          <w:iCs/>
          <w:highlight w:val="cyan"/>
          <w:u w:val="single"/>
          <w:bdr w:val="single" w:sz="8" w:space="0" w:color="auto"/>
        </w:rPr>
        <w:t>are</w:t>
      </w:r>
      <w:r w:rsidRPr="005B62EE">
        <w:rPr>
          <w:rFonts w:eastAsia="Aptos"/>
          <w:sz w:val="16"/>
        </w:rPr>
        <w:t xml:space="preserve"> </w:t>
      </w:r>
      <w:r w:rsidRPr="005B62EE">
        <w:rPr>
          <w:rFonts w:eastAsia="Aptos"/>
          <w:u w:val="single"/>
        </w:rPr>
        <w:t>so</w:t>
      </w:r>
      <w:r w:rsidRPr="005B62EE">
        <w:rPr>
          <w:rFonts w:eastAsia="Aptos"/>
          <w:sz w:val="16"/>
        </w:rPr>
        <w:t xml:space="preserve"> </w:t>
      </w:r>
      <w:r w:rsidRPr="005B62EE">
        <w:rPr>
          <w:rFonts w:eastAsia="Aptos"/>
          <w:iCs/>
          <w:highlight w:val="cyan"/>
          <w:u w:val="single"/>
          <w:bdr w:val="single" w:sz="8" w:space="0" w:color="auto"/>
        </w:rPr>
        <w:t>weak</w:t>
      </w:r>
      <w:r w:rsidRPr="005B62EE">
        <w:rPr>
          <w:rFonts w:eastAsia="Aptos"/>
          <w:sz w:val="16"/>
        </w:rPr>
        <w:t xml:space="preserve"> </w:t>
      </w:r>
      <w:r w:rsidRPr="005B62EE">
        <w:rPr>
          <w:rFonts w:eastAsia="Aptos"/>
          <w:u w:val="single"/>
        </w:rPr>
        <w:t xml:space="preserve">that </w:t>
      </w:r>
      <w:r w:rsidRPr="005B62EE">
        <w:rPr>
          <w:rFonts w:eastAsia="Aptos"/>
          <w:highlight w:val="cyan"/>
          <w:u w:val="single"/>
        </w:rPr>
        <w:t xml:space="preserve">breaking the law is </w:t>
      </w:r>
      <w:r w:rsidRPr="005B62EE">
        <w:rPr>
          <w:rFonts w:eastAsia="Aptos"/>
          <w:u w:val="single"/>
        </w:rPr>
        <w:t>the</w:t>
      </w:r>
      <w:r w:rsidRPr="005B62EE">
        <w:rPr>
          <w:rFonts w:eastAsia="Aptos"/>
          <w:sz w:val="16"/>
        </w:rPr>
        <w:t xml:space="preserve"> </w:t>
      </w:r>
      <w:r w:rsidRPr="005B62EE">
        <w:rPr>
          <w:rFonts w:eastAsia="Aptos"/>
          <w:iCs/>
          <w:highlight w:val="cyan"/>
          <w:u w:val="single"/>
          <w:bdr w:val="single" w:sz="8" w:space="0" w:color="auto"/>
        </w:rPr>
        <w:t>profit-maximizing</w:t>
      </w:r>
      <w:r w:rsidRPr="005B62EE">
        <w:rPr>
          <w:rFonts w:eastAsia="Aptos"/>
          <w:iCs/>
          <w:u w:val="single"/>
          <w:bdr w:val="single" w:sz="8" w:space="0" w:color="auto"/>
        </w:rPr>
        <w:t xml:space="preserve"> choice</w:t>
      </w:r>
      <w:r w:rsidRPr="005B62EE">
        <w:rPr>
          <w:rFonts w:eastAsia="Aptos"/>
          <w:sz w:val="16"/>
        </w:rPr>
        <w:t xml:space="preserve">. </w:t>
      </w:r>
      <w:r w:rsidRPr="005B62EE">
        <w:rPr>
          <w:rFonts w:eastAsia="Aptos"/>
          <w:u w:val="single"/>
        </w:rPr>
        <w:t>Most legal compliance</w:t>
      </w:r>
      <w:r w:rsidRPr="005B62EE">
        <w:rPr>
          <w:rFonts w:eastAsia="Aptos"/>
          <w:sz w:val="16"/>
        </w:rPr>
        <w:t xml:space="preserve">, especially in these areas of employment regulation, </w:t>
      </w:r>
      <w:r w:rsidRPr="005B62EE">
        <w:rPr>
          <w:rFonts w:eastAsia="Aptos"/>
          <w:u w:val="single"/>
        </w:rPr>
        <w:t>is achieved</w:t>
      </w:r>
      <w:r w:rsidRPr="005B62EE">
        <w:rPr>
          <w:rFonts w:eastAsia="Aptos"/>
          <w:sz w:val="16"/>
        </w:rPr>
        <w:t xml:space="preserve">, </w:t>
      </w:r>
      <w:r w:rsidRPr="005B62EE">
        <w:rPr>
          <w:rFonts w:eastAsia="Aptos"/>
          <w:u w:val="single"/>
        </w:rPr>
        <w:t>not through enforcement actions, but by employers</w:t>
      </w:r>
      <w:r w:rsidRPr="005B62EE">
        <w:rPr>
          <w:rFonts w:eastAsia="Aptos"/>
          <w:sz w:val="16"/>
        </w:rPr>
        <w:t xml:space="preserve"> </w:t>
      </w:r>
      <w:r w:rsidRPr="005B62EE">
        <w:rPr>
          <w:rFonts w:eastAsia="Aptos"/>
          <w:iCs/>
          <w:u w:val="single"/>
          <w:bdr w:val="single" w:sz="8" w:space="0" w:color="auto"/>
        </w:rPr>
        <w:t>deciding</w:t>
      </w:r>
      <w:r w:rsidRPr="005B62EE">
        <w:rPr>
          <w:rFonts w:eastAsia="Aptos"/>
          <w:sz w:val="16"/>
        </w:rPr>
        <w:t xml:space="preserve"> </w:t>
      </w:r>
      <w:r w:rsidRPr="005B62EE">
        <w:rPr>
          <w:rFonts w:eastAsia="Aptos"/>
          <w:u w:val="single"/>
        </w:rPr>
        <w:t>it is</w:t>
      </w:r>
      <w:r w:rsidRPr="005B62EE">
        <w:rPr>
          <w:rFonts w:eastAsia="Aptos"/>
          <w:sz w:val="16"/>
        </w:rPr>
        <w:t xml:space="preserve"> </w:t>
      </w:r>
      <w:r w:rsidRPr="005B62EE">
        <w:rPr>
          <w:rFonts w:eastAsia="Aptos"/>
          <w:iCs/>
          <w:u w:val="single"/>
          <w:bdr w:val="single" w:sz="8" w:space="0" w:color="auto"/>
        </w:rPr>
        <w:t>better to comply</w:t>
      </w:r>
      <w:r w:rsidRPr="005B62EE">
        <w:rPr>
          <w:rFonts w:eastAsia="Aptos"/>
          <w:sz w:val="16"/>
        </w:rPr>
        <w:t xml:space="preserve"> </w:t>
      </w:r>
      <w:r w:rsidRPr="005B62EE">
        <w:rPr>
          <w:rFonts w:eastAsia="Aptos"/>
          <w:u w:val="single"/>
        </w:rPr>
        <w:t>than to face penalties</w:t>
      </w:r>
      <w:r w:rsidRPr="005B62EE">
        <w:rPr>
          <w:rFonts w:eastAsia="Aptos"/>
          <w:sz w:val="16"/>
        </w:rPr>
        <w:t xml:space="preserve">. </w:t>
      </w:r>
      <w:r w:rsidRPr="005B62EE">
        <w:rPr>
          <w:rFonts w:eastAsia="Aptos"/>
          <w:u w:val="single"/>
        </w:rPr>
        <w:t>This</w:t>
      </w:r>
      <w:r w:rsidRPr="005B62EE">
        <w:rPr>
          <w:rFonts w:eastAsia="Aptos"/>
          <w:sz w:val="16"/>
        </w:rPr>
        <w:t xml:space="preserve"> </w:t>
      </w:r>
      <w:r w:rsidRPr="005B62EE">
        <w:rPr>
          <w:rFonts w:eastAsia="Aptos"/>
          <w:iCs/>
          <w:u w:val="single"/>
          <w:bdr w:val="single" w:sz="8" w:space="0" w:color="auto"/>
        </w:rPr>
        <w:t>does not happen with</w:t>
      </w:r>
      <w:r w:rsidRPr="005B62EE">
        <w:rPr>
          <w:rFonts w:eastAsia="Aptos"/>
          <w:sz w:val="16"/>
        </w:rPr>
        <w:t xml:space="preserve"> </w:t>
      </w:r>
      <w:r w:rsidRPr="005B62EE">
        <w:rPr>
          <w:rFonts w:eastAsia="Aptos"/>
          <w:u w:val="single"/>
        </w:rPr>
        <w:t>the</w:t>
      </w:r>
      <w:r w:rsidRPr="005B62EE">
        <w:rPr>
          <w:rFonts w:eastAsia="Aptos"/>
          <w:sz w:val="16"/>
        </w:rPr>
        <w:t xml:space="preserve"> </w:t>
      </w:r>
      <w:r w:rsidRPr="005B62EE">
        <w:rPr>
          <w:rFonts w:eastAsia="Aptos"/>
          <w:u w:val="single"/>
        </w:rPr>
        <w:t>National Labor Relations Act</w:t>
      </w:r>
      <w:r w:rsidRPr="005B62EE">
        <w:rPr>
          <w:rFonts w:eastAsia="Aptos"/>
          <w:sz w:val="16"/>
        </w:rPr>
        <w:t xml:space="preserve"> (</w:t>
      </w:r>
      <w:r w:rsidRPr="005B62EE">
        <w:rPr>
          <w:rFonts w:eastAsia="Aptos"/>
          <w:iCs/>
          <w:u w:val="single"/>
          <w:bdr w:val="single" w:sz="8" w:space="0" w:color="auto"/>
        </w:rPr>
        <w:t>NLRA</w:t>
      </w:r>
      <w:r w:rsidRPr="005B62EE">
        <w:rPr>
          <w:rFonts w:eastAsia="Aptos"/>
          <w:sz w:val="16"/>
        </w:rPr>
        <w:t>).</w:t>
      </w:r>
    </w:p>
    <w:p w14:paraId="00148603" w14:textId="77777777" w:rsidR="000A797F" w:rsidRPr="005B62EE" w:rsidRDefault="000A797F" w:rsidP="000A797F">
      <w:pPr>
        <w:rPr>
          <w:rFonts w:eastAsia="Aptos"/>
        </w:rPr>
      </w:pPr>
      <w:r w:rsidRPr="005B62EE">
        <w:rPr>
          <w:rFonts w:eastAsia="Aptos"/>
          <w:u w:val="single"/>
        </w:rPr>
        <w:t>Consider</w:t>
      </w:r>
      <w:r w:rsidRPr="005B62EE">
        <w:rPr>
          <w:rFonts w:eastAsia="Aptos"/>
          <w:sz w:val="16"/>
        </w:rPr>
        <w:t xml:space="preserve"> the example of </w:t>
      </w:r>
      <w:r w:rsidRPr="005B62EE">
        <w:rPr>
          <w:rFonts w:eastAsia="Aptos"/>
          <w:u w:val="single"/>
        </w:rPr>
        <w:t>employers that insert non-disparagement or confidentiality clauses in severance agreements</w:t>
      </w:r>
      <w:r w:rsidRPr="005B62EE">
        <w:rPr>
          <w:rFonts w:eastAsia="Aptos"/>
          <w:sz w:val="16"/>
        </w:rPr>
        <w:t xml:space="preserve">, company handbooks, or employment agreements. </w:t>
      </w:r>
      <w:r w:rsidRPr="005B62EE">
        <w:rPr>
          <w:rFonts w:eastAsia="Aptos"/>
          <w:u w:val="single"/>
        </w:rPr>
        <w:t>This is one of the areas of enforcement that</w:t>
      </w:r>
      <w:r w:rsidRPr="005B62EE">
        <w:rPr>
          <w:rFonts w:eastAsia="Aptos"/>
          <w:sz w:val="16"/>
        </w:rPr>
        <w:t xml:space="preserve"> Acting </w:t>
      </w:r>
      <w:r w:rsidRPr="005B62EE">
        <w:rPr>
          <w:rFonts w:eastAsia="Aptos"/>
          <w:u w:val="single"/>
        </w:rPr>
        <w:t>General Counsel Cowen is signaling that he wants to</w:t>
      </w:r>
      <w:r w:rsidRPr="005B62EE">
        <w:rPr>
          <w:rFonts w:eastAsia="Aptos"/>
          <w:sz w:val="16"/>
        </w:rPr>
        <w:t xml:space="preserve"> </w:t>
      </w:r>
      <w:r w:rsidRPr="005B62EE">
        <w:rPr>
          <w:rFonts w:eastAsia="Aptos"/>
          <w:iCs/>
          <w:u w:val="single"/>
          <w:bdr w:val="single" w:sz="8" w:space="0" w:color="auto"/>
        </w:rPr>
        <w:t>roll back</w:t>
      </w:r>
      <w:r w:rsidRPr="005B62EE">
        <w:rPr>
          <w:rFonts w:eastAsia="Aptos"/>
          <w:sz w:val="16"/>
        </w:rPr>
        <w:t xml:space="preserve">, </w:t>
      </w:r>
      <w:r w:rsidRPr="005B62EE">
        <w:rPr>
          <w:rFonts w:eastAsia="Aptos"/>
          <w:u w:val="single"/>
        </w:rPr>
        <w:t>ostensibly because the agency has received</w:t>
      </w:r>
      <w:r w:rsidRPr="005B62EE">
        <w:rPr>
          <w:rFonts w:eastAsia="Aptos"/>
          <w:sz w:val="16"/>
        </w:rPr>
        <w:t xml:space="preserve"> </w:t>
      </w:r>
      <w:r w:rsidRPr="005B62EE">
        <w:rPr>
          <w:rFonts w:eastAsia="Aptos"/>
          <w:iCs/>
          <w:u w:val="single"/>
          <w:bdr w:val="single" w:sz="8" w:space="0" w:color="auto"/>
        </w:rPr>
        <w:t>so many charges</w:t>
      </w:r>
      <w:r w:rsidRPr="005B62EE">
        <w:rPr>
          <w:rFonts w:eastAsia="Aptos"/>
          <w:sz w:val="16"/>
        </w:rPr>
        <w:t xml:space="preserve"> </w:t>
      </w:r>
      <w:r w:rsidRPr="005B62EE">
        <w:rPr>
          <w:rFonts w:eastAsia="Aptos"/>
          <w:u w:val="single"/>
        </w:rPr>
        <w:t>from employees</w:t>
      </w:r>
      <w:r w:rsidRPr="005B62EE">
        <w:rPr>
          <w:rFonts w:eastAsia="Aptos"/>
          <w:sz w:val="16"/>
        </w:rPr>
        <w:t xml:space="preserve"> who are subject to these illegal clauses.</w:t>
      </w:r>
    </w:p>
    <w:p w14:paraId="2E65C907" w14:textId="77777777" w:rsidR="000A797F" w:rsidRPr="005B62EE" w:rsidRDefault="000A797F" w:rsidP="000A797F">
      <w:pPr>
        <w:rPr>
          <w:rFonts w:eastAsia="Aptos"/>
        </w:rPr>
      </w:pPr>
      <w:r w:rsidRPr="005B62EE">
        <w:rPr>
          <w:rFonts w:eastAsia="Aptos"/>
          <w:sz w:val="16"/>
        </w:rPr>
        <w:t>These clauses were explicitly illegal between 2004 and 2017 (the Lutheran Heritage era) and then again from 2023 to present (the Stericycle and McLaren Macomb era</w:t>
      </w:r>
      <w:r w:rsidRPr="005B62EE">
        <w:rPr>
          <w:rFonts w:eastAsia="Aptos"/>
          <w:u w:val="single"/>
        </w:rPr>
        <w:t>). If these clauses have been illegal</w:t>
      </w:r>
      <w:r w:rsidRPr="005B62EE">
        <w:rPr>
          <w:rFonts w:eastAsia="Aptos"/>
          <w:sz w:val="16"/>
        </w:rPr>
        <w:t xml:space="preserve"> for now two years, </w:t>
      </w:r>
      <w:r w:rsidRPr="005B62EE">
        <w:rPr>
          <w:rFonts w:eastAsia="Aptos"/>
          <w:u w:val="single"/>
        </w:rPr>
        <w:t>why haven’t employers simply rewritten their handbooks</w:t>
      </w:r>
      <w:r w:rsidRPr="005B62EE">
        <w:rPr>
          <w:rFonts w:eastAsia="Aptos"/>
          <w:sz w:val="16"/>
        </w:rPr>
        <w:t xml:space="preserve"> and standard agreements to remove these clauses? After all, if employers would just comply with the law, then the NLRB would not have a huge backlog of these cases.</w:t>
      </w:r>
    </w:p>
    <w:p w14:paraId="11DDE445" w14:textId="77777777" w:rsidR="000A797F" w:rsidRPr="005B62EE" w:rsidRDefault="000A797F" w:rsidP="000A797F">
      <w:pPr>
        <w:rPr>
          <w:rFonts w:eastAsia="Aptos"/>
        </w:rPr>
      </w:pPr>
      <w:r w:rsidRPr="005B62EE">
        <w:rPr>
          <w:rFonts w:eastAsia="Aptos"/>
          <w:u w:val="single"/>
        </w:rPr>
        <w:t>The answer is that there is</w:t>
      </w:r>
      <w:r w:rsidRPr="005B62EE">
        <w:rPr>
          <w:rFonts w:eastAsia="Aptos"/>
          <w:sz w:val="16"/>
        </w:rPr>
        <w:t xml:space="preserve"> </w:t>
      </w:r>
      <w:r w:rsidRPr="005B62EE">
        <w:rPr>
          <w:rFonts w:eastAsia="Aptos"/>
          <w:iCs/>
          <w:u w:val="single"/>
          <w:bdr w:val="single" w:sz="8" w:space="0" w:color="auto"/>
        </w:rPr>
        <w:t>no real penalty for noncompliance</w:t>
      </w:r>
      <w:r w:rsidRPr="005B62EE">
        <w:rPr>
          <w:rFonts w:eastAsia="Aptos"/>
          <w:sz w:val="16"/>
        </w:rPr>
        <w:t xml:space="preserve">. </w:t>
      </w:r>
      <w:r w:rsidRPr="005B62EE">
        <w:rPr>
          <w:rFonts w:eastAsia="Aptos"/>
          <w:u w:val="single"/>
        </w:rPr>
        <w:t>If an employer inserts an</w:t>
      </w:r>
      <w:r w:rsidRPr="005B62EE">
        <w:rPr>
          <w:rFonts w:eastAsia="Aptos"/>
          <w:sz w:val="16"/>
        </w:rPr>
        <w:t xml:space="preserve"> </w:t>
      </w:r>
      <w:r w:rsidRPr="005B62EE">
        <w:rPr>
          <w:rFonts w:eastAsia="Aptos"/>
          <w:iCs/>
          <w:u w:val="single"/>
          <w:bdr w:val="single" w:sz="8" w:space="0" w:color="auto"/>
        </w:rPr>
        <w:t>illegal</w:t>
      </w:r>
      <w:r w:rsidRPr="005B62EE">
        <w:rPr>
          <w:rFonts w:eastAsia="Aptos"/>
          <w:sz w:val="16"/>
        </w:rPr>
        <w:t xml:space="preserve"> </w:t>
      </w:r>
      <w:r w:rsidRPr="005B62EE">
        <w:rPr>
          <w:rFonts w:eastAsia="Aptos"/>
          <w:u w:val="single"/>
        </w:rPr>
        <w:t>non-disparagement or</w:t>
      </w:r>
      <w:r w:rsidRPr="005B62EE">
        <w:rPr>
          <w:rFonts w:eastAsia="Aptos"/>
          <w:sz w:val="16"/>
        </w:rPr>
        <w:t xml:space="preserve"> </w:t>
      </w:r>
      <w:r w:rsidRPr="005B62EE">
        <w:rPr>
          <w:rFonts w:eastAsia="Aptos"/>
          <w:iCs/>
          <w:u w:val="single"/>
          <w:bdr w:val="single" w:sz="8" w:space="0" w:color="auto"/>
        </w:rPr>
        <w:t>confidentiality</w:t>
      </w:r>
      <w:r w:rsidRPr="005B62EE">
        <w:rPr>
          <w:rFonts w:eastAsia="Aptos"/>
          <w:sz w:val="16"/>
        </w:rPr>
        <w:t xml:space="preserve"> </w:t>
      </w:r>
      <w:r w:rsidRPr="005B62EE">
        <w:rPr>
          <w:rFonts w:eastAsia="Aptos"/>
          <w:iCs/>
          <w:u w:val="single"/>
          <w:bdr w:val="single" w:sz="8" w:space="0" w:color="auto"/>
        </w:rPr>
        <w:t>clause</w:t>
      </w:r>
      <w:r w:rsidRPr="005B62EE">
        <w:rPr>
          <w:rFonts w:eastAsia="Aptos"/>
          <w:sz w:val="16"/>
        </w:rPr>
        <w:t xml:space="preserve"> into a company handbook or an employment agreement, </w:t>
      </w:r>
      <w:r w:rsidRPr="005B62EE">
        <w:rPr>
          <w:rFonts w:eastAsia="Aptos"/>
          <w:u w:val="single"/>
        </w:rPr>
        <w:t>the worst thing that can happen</w:t>
      </w:r>
      <w:r w:rsidRPr="005B62EE">
        <w:rPr>
          <w:rFonts w:eastAsia="Aptos"/>
          <w:sz w:val="16"/>
        </w:rPr>
        <w:t xml:space="preserve"> to them </w:t>
      </w:r>
      <w:r w:rsidRPr="005B62EE">
        <w:rPr>
          <w:rFonts w:eastAsia="Aptos"/>
          <w:u w:val="single"/>
        </w:rPr>
        <w:t xml:space="preserve">is </w:t>
      </w:r>
      <w:r w:rsidRPr="005B62EE">
        <w:rPr>
          <w:rFonts w:eastAsia="Aptos"/>
          <w:highlight w:val="cyan"/>
          <w:u w:val="single"/>
        </w:rPr>
        <w:t>that an employee will file a charge</w:t>
      </w:r>
      <w:r w:rsidRPr="005B62EE">
        <w:rPr>
          <w:rFonts w:eastAsia="Aptos"/>
          <w:sz w:val="16"/>
        </w:rPr>
        <w:t xml:space="preserve"> at the NLRB (</w:t>
      </w:r>
      <w:r w:rsidRPr="005B62EE">
        <w:rPr>
          <w:rFonts w:eastAsia="Aptos"/>
          <w:iCs/>
          <w:highlight w:val="cyan"/>
          <w:u w:val="single"/>
          <w:bdr w:val="single" w:sz="8" w:space="0" w:color="auto"/>
        </w:rPr>
        <w:t>already improbable</w:t>
      </w:r>
      <w:r w:rsidRPr="005B62EE">
        <w:rPr>
          <w:rFonts w:eastAsia="Aptos"/>
          <w:sz w:val="16"/>
        </w:rPr>
        <w:t xml:space="preserve">) </w:t>
      </w:r>
      <w:r w:rsidRPr="005B62EE">
        <w:rPr>
          <w:rFonts w:eastAsia="Aptos"/>
          <w:u w:val="single"/>
        </w:rPr>
        <w:t xml:space="preserve">and that the NLRB will order them to remove </w:t>
      </w:r>
      <w:r w:rsidRPr="005B62EE">
        <w:rPr>
          <w:rFonts w:eastAsia="Aptos"/>
          <w:highlight w:val="cyan"/>
          <w:u w:val="single"/>
        </w:rPr>
        <w:t>the</w:t>
      </w:r>
      <w:r w:rsidRPr="005B62EE">
        <w:rPr>
          <w:rFonts w:eastAsia="Aptos"/>
          <w:u w:val="single"/>
        </w:rPr>
        <w:t xml:space="preserve"> clause.</w:t>
      </w:r>
      <w:r w:rsidRPr="005B62EE">
        <w:rPr>
          <w:rFonts w:eastAsia="Aptos"/>
          <w:sz w:val="16"/>
        </w:rPr>
        <w:t xml:space="preserve"> Thus, </w:t>
      </w:r>
      <w:r w:rsidRPr="005B62EE">
        <w:rPr>
          <w:rFonts w:eastAsia="Aptos"/>
          <w:u w:val="single"/>
        </w:rPr>
        <w:t>the</w:t>
      </w:r>
      <w:r w:rsidRPr="005B62EE">
        <w:rPr>
          <w:rFonts w:eastAsia="Aptos"/>
          <w:sz w:val="16"/>
        </w:rPr>
        <w:t xml:space="preserve"> </w:t>
      </w:r>
      <w:r w:rsidRPr="005B62EE">
        <w:rPr>
          <w:rFonts w:eastAsia="Aptos"/>
          <w:iCs/>
          <w:highlight w:val="cyan"/>
          <w:u w:val="single"/>
          <w:bdr w:val="single" w:sz="8" w:space="0" w:color="auto"/>
        </w:rPr>
        <w:t>penalty for not</w:t>
      </w:r>
      <w:r w:rsidRPr="005B62EE">
        <w:rPr>
          <w:rFonts w:eastAsia="Aptos"/>
          <w:sz w:val="14"/>
          <w:highlight w:val="cyan"/>
        </w:rPr>
        <w:t xml:space="preserve"> </w:t>
      </w:r>
      <w:r w:rsidRPr="005B62EE">
        <w:rPr>
          <w:rFonts w:eastAsia="Aptos"/>
          <w:iCs/>
          <w:highlight w:val="cyan"/>
          <w:u w:val="single"/>
          <w:bdr w:val="single" w:sz="8" w:space="0" w:color="auto"/>
        </w:rPr>
        <w:t>complying</w:t>
      </w:r>
      <w:r w:rsidRPr="005B62EE">
        <w:rPr>
          <w:rFonts w:eastAsia="Aptos"/>
          <w:sz w:val="14"/>
          <w:highlight w:val="cyan"/>
        </w:rPr>
        <w:t xml:space="preserve"> </w:t>
      </w:r>
      <w:r w:rsidRPr="005B62EE">
        <w:rPr>
          <w:rFonts w:eastAsia="Aptos"/>
          <w:highlight w:val="cyan"/>
          <w:u w:val="single"/>
        </w:rPr>
        <w:t>is simply</w:t>
      </w:r>
      <w:r w:rsidRPr="005B62EE">
        <w:rPr>
          <w:rFonts w:eastAsia="Aptos"/>
          <w:u w:val="single"/>
        </w:rPr>
        <w:t xml:space="preserve"> that</w:t>
      </w:r>
      <w:r w:rsidRPr="005B62EE">
        <w:rPr>
          <w:rFonts w:eastAsia="Aptos"/>
          <w:sz w:val="16"/>
        </w:rPr>
        <w:t xml:space="preserve"> </w:t>
      </w:r>
      <w:r w:rsidRPr="005B62EE">
        <w:rPr>
          <w:rFonts w:eastAsia="Aptos"/>
          <w:iCs/>
          <w:highlight w:val="cyan"/>
          <w:u w:val="single"/>
          <w:bdr w:val="single" w:sz="8" w:space="0" w:color="auto"/>
        </w:rPr>
        <w:t>you are ordered to comply</w:t>
      </w:r>
      <w:r w:rsidRPr="005B62EE">
        <w:rPr>
          <w:rFonts w:eastAsia="Aptos"/>
          <w:sz w:val="14"/>
          <w:highlight w:val="cyan"/>
        </w:rPr>
        <w:t>.</w:t>
      </w:r>
    </w:p>
    <w:p w14:paraId="088ADA33" w14:textId="77777777" w:rsidR="000A797F" w:rsidRPr="005B62EE" w:rsidRDefault="000A797F" w:rsidP="000A797F">
      <w:pPr>
        <w:rPr>
          <w:rFonts w:eastAsia="Aptos"/>
        </w:rPr>
      </w:pPr>
      <w:r w:rsidRPr="005B62EE">
        <w:rPr>
          <w:rFonts w:eastAsia="Aptos"/>
          <w:sz w:val="16"/>
        </w:rPr>
        <w:t xml:space="preserve">It is not hard to see why </w:t>
      </w:r>
      <w:r w:rsidRPr="005B62EE">
        <w:rPr>
          <w:rFonts w:eastAsia="Aptos"/>
          <w:u w:val="single"/>
        </w:rPr>
        <w:t>employers conclude</w:t>
      </w:r>
      <w:r w:rsidRPr="005B62EE">
        <w:rPr>
          <w:rFonts w:eastAsia="Aptos"/>
          <w:sz w:val="16"/>
        </w:rPr>
        <w:t xml:space="preserve"> that </w:t>
      </w:r>
      <w:r w:rsidRPr="005B62EE">
        <w:rPr>
          <w:rFonts w:eastAsia="Aptos"/>
          <w:u w:val="single"/>
        </w:rPr>
        <w:t>it makes more sense to use these</w:t>
      </w:r>
      <w:r w:rsidRPr="005B62EE">
        <w:rPr>
          <w:rFonts w:eastAsia="Aptos"/>
          <w:sz w:val="16"/>
        </w:rPr>
        <w:t xml:space="preserve"> </w:t>
      </w:r>
      <w:r w:rsidRPr="005B62EE">
        <w:rPr>
          <w:rFonts w:eastAsia="Aptos"/>
          <w:iCs/>
          <w:u w:val="single"/>
          <w:bdr w:val="single" w:sz="8" w:space="0" w:color="auto"/>
        </w:rPr>
        <w:t>illegal clauses</w:t>
      </w:r>
      <w:r w:rsidRPr="005B62EE">
        <w:rPr>
          <w:rFonts w:eastAsia="Aptos"/>
          <w:sz w:val="16"/>
        </w:rPr>
        <w:t xml:space="preserve"> </w:t>
      </w:r>
      <w:r w:rsidRPr="005B62EE">
        <w:rPr>
          <w:rFonts w:eastAsia="Aptos"/>
          <w:u w:val="single"/>
        </w:rPr>
        <w:t>to</w:t>
      </w:r>
      <w:r w:rsidRPr="005B62EE">
        <w:rPr>
          <w:rFonts w:eastAsia="Aptos"/>
          <w:sz w:val="16"/>
        </w:rPr>
        <w:t xml:space="preserve"> </w:t>
      </w:r>
      <w:r w:rsidRPr="005B62EE">
        <w:rPr>
          <w:rFonts w:eastAsia="Aptos"/>
          <w:iCs/>
          <w:u w:val="single"/>
          <w:bdr w:val="single" w:sz="8" w:space="0" w:color="auto"/>
        </w:rPr>
        <w:t>discourage workers</w:t>
      </w:r>
      <w:r w:rsidRPr="005B62EE">
        <w:rPr>
          <w:rFonts w:eastAsia="Aptos"/>
          <w:sz w:val="16"/>
        </w:rPr>
        <w:t xml:space="preserve"> </w:t>
      </w:r>
      <w:r w:rsidRPr="005B62EE">
        <w:rPr>
          <w:rFonts w:eastAsia="Aptos"/>
          <w:u w:val="single"/>
        </w:rPr>
        <w:t>from engaging in protected activity than to comply with the law</w:t>
      </w:r>
      <w:r w:rsidRPr="005B62EE">
        <w:rPr>
          <w:rFonts w:eastAsia="Aptos"/>
          <w:sz w:val="16"/>
        </w:rPr>
        <w:t xml:space="preserve">. From there, it is easy to see how, </w:t>
      </w:r>
      <w:r w:rsidRPr="005B62EE">
        <w:rPr>
          <w:rFonts w:eastAsia="Aptos"/>
          <w:highlight w:val="cyan"/>
          <w:u w:val="single"/>
        </w:rPr>
        <w:t>if</w:t>
      </w:r>
      <w:r w:rsidRPr="005B62EE">
        <w:rPr>
          <w:rFonts w:eastAsia="Aptos"/>
          <w:u w:val="single"/>
        </w:rPr>
        <w:t xml:space="preserve"> virtually</w:t>
      </w:r>
      <w:r w:rsidRPr="005B62EE">
        <w:rPr>
          <w:rFonts w:eastAsia="Aptos"/>
          <w:sz w:val="16"/>
        </w:rPr>
        <w:t xml:space="preserve"> </w:t>
      </w:r>
      <w:r w:rsidRPr="005B62EE">
        <w:rPr>
          <w:rFonts w:eastAsia="Aptos"/>
          <w:iCs/>
          <w:highlight w:val="cyan"/>
          <w:u w:val="single"/>
          <w:bdr w:val="single" w:sz="8" w:space="0" w:color="auto"/>
        </w:rPr>
        <w:t>every employer</w:t>
      </w:r>
      <w:r w:rsidRPr="005B62EE">
        <w:rPr>
          <w:rFonts w:eastAsia="Aptos"/>
          <w:sz w:val="16"/>
        </w:rPr>
        <w:t xml:space="preserve"> </w:t>
      </w:r>
      <w:r w:rsidRPr="005B62EE">
        <w:rPr>
          <w:rFonts w:eastAsia="Aptos"/>
          <w:highlight w:val="cyan"/>
          <w:u w:val="single"/>
        </w:rPr>
        <w:t xml:space="preserve">decides to </w:t>
      </w:r>
      <w:r w:rsidRPr="005B62EE">
        <w:rPr>
          <w:rFonts w:eastAsia="Aptos"/>
          <w:iCs/>
          <w:highlight w:val="cyan"/>
          <w:u w:val="single"/>
          <w:bdr w:val="single" w:sz="8" w:space="0" w:color="auto"/>
        </w:rPr>
        <w:t>break the law</w:t>
      </w:r>
      <w:r w:rsidRPr="005B62EE">
        <w:rPr>
          <w:rFonts w:eastAsia="Aptos"/>
          <w:u w:val="single"/>
        </w:rPr>
        <w:t xml:space="preserve"> this way</w:t>
      </w:r>
      <w:r w:rsidRPr="005B62EE">
        <w:rPr>
          <w:rFonts w:eastAsia="Aptos"/>
          <w:sz w:val="16"/>
        </w:rPr>
        <w:t xml:space="preserve">, </w:t>
      </w:r>
      <w:r w:rsidRPr="005B62EE">
        <w:rPr>
          <w:rFonts w:eastAsia="Aptos"/>
          <w:highlight w:val="cyan"/>
          <w:u w:val="single"/>
        </w:rPr>
        <w:t>the NLRB will become</w:t>
      </w:r>
      <w:r w:rsidRPr="005B62EE">
        <w:rPr>
          <w:rFonts w:eastAsia="Aptos"/>
          <w:sz w:val="16"/>
        </w:rPr>
        <w:t xml:space="preserve"> </w:t>
      </w:r>
      <w:r w:rsidRPr="005B62EE">
        <w:rPr>
          <w:rFonts w:eastAsia="Aptos"/>
          <w:iCs/>
          <w:highlight w:val="cyan"/>
          <w:u w:val="single"/>
          <w:bdr w:val="single" w:sz="8" w:space="0" w:color="auto"/>
        </w:rPr>
        <w:t>overloaded</w:t>
      </w:r>
      <w:r w:rsidRPr="005B62EE">
        <w:rPr>
          <w:rFonts w:eastAsia="Aptos"/>
          <w:iCs/>
          <w:u w:val="single"/>
          <w:bdr w:val="single" w:sz="8" w:space="0" w:color="auto"/>
        </w:rPr>
        <w:t xml:space="preserve"> with charges</w:t>
      </w:r>
      <w:r w:rsidRPr="005B62EE">
        <w:rPr>
          <w:rFonts w:eastAsia="Aptos"/>
          <w:sz w:val="16"/>
        </w:rPr>
        <w:t xml:space="preserve">, </w:t>
      </w:r>
      <w:r w:rsidRPr="005B62EE">
        <w:rPr>
          <w:rFonts w:eastAsia="Aptos"/>
          <w:highlight w:val="cyan"/>
          <w:u w:val="single"/>
        </w:rPr>
        <w:t>even if only a</w:t>
      </w:r>
      <w:r w:rsidRPr="005B62EE">
        <w:rPr>
          <w:rFonts w:eastAsia="Aptos"/>
          <w:sz w:val="16"/>
        </w:rPr>
        <w:t xml:space="preserve"> </w:t>
      </w:r>
      <w:r w:rsidRPr="005B62EE">
        <w:rPr>
          <w:rFonts w:eastAsia="Aptos"/>
          <w:iCs/>
          <w:highlight w:val="cyan"/>
          <w:u w:val="single"/>
          <w:bdr w:val="single" w:sz="8" w:space="0" w:color="auto"/>
        </w:rPr>
        <w:t>small fraction</w:t>
      </w:r>
      <w:r w:rsidRPr="005B62EE">
        <w:rPr>
          <w:rFonts w:eastAsia="Aptos"/>
          <w:sz w:val="16"/>
        </w:rPr>
        <w:t xml:space="preserve"> </w:t>
      </w:r>
      <w:r w:rsidRPr="005B62EE">
        <w:rPr>
          <w:rFonts w:eastAsia="Aptos"/>
          <w:u w:val="single"/>
        </w:rPr>
        <w:t>of affected workers are actually bold</w:t>
      </w:r>
      <w:r w:rsidRPr="005B62EE">
        <w:rPr>
          <w:rFonts w:eastAsia="Aptos"/>
          <w:sz w:val="16"/>
        </w:rPr>
        <w:t xml:space="preserve"> </w:t>
      </w:r>
      <w:r w:rsidRPr="005B62EE">
        <w:rPr>
          <w:rFonts w:eastAsia="Aptos"/>
          <w:u w:val="single"/>
        </w:rPr>
        <w:t xml:space="preserve">enough to </w:t>
      </w:r>
      <w:r w:rsidRPr="005B62EE">
        <w:rPr>
          <w:rFonts w:eastAsia="Aptos"/>
          <w:highlight w:val="cyan"/>
          <w:u w:val="single"/>
        </w:rPr>
        <w:t>file charges</w:t>
      </w:r>
      <w:r w:rsidRPr="005B62EE">
        <w:rPr>
          <w:rFonts w:eastAsia="Aptos"/>
          <w:u w:val="single"/>
        </w:rPr>
        <w:t xml:space="preserve"> with the agency</w:t>
      </w:r>
      <w:r w:rsidRPr="005B62EE">
        <w:rPr>
          <w:rFonts w:eastAsia="Aptos"/>
          <w:sz w:val="16"/>
        </w:rPr>
        <w:t>.</w:t>
      </w:r>
    </w:p>
    <w:p w14:paraId="51E193AB" w14:textId="77777777" w:rsidR="000A797F" w:rsidRPr="005B62EE" w:rsidRDefault="000A797F" w:rsidP="000A797F">
      <w:pPr>
        <w:rPr>
          <w:rFonts w:eastAsia="Aptos"/>
          <w:sz w:val="16"/>
        </w:rPr>
      </w:pPr>
      <w:r w:rsidRPr="005B62EE">
        <w:rPr>
          <w:rFonts w:eastAsia="Aptos"/>
          <w:sz w:val="16"/>
        </w:rPr>
        <w:t xml:space="preserve">As I argued in my Starbucks piece, all of this underscores how crucial it is to pass new laws like the PRO Act or the Employee Free Choice Act if you want to actually make labor law functional. </w:t>
      </w:r>
      <w:r w:rsidRPr="005B62EE">
        <w:rPr>
          <w:rFonts w:eastAsia="Aptos"/>
          <w:u w:val="single"/>
        </w:rPr>
        <w:t>Appointing labor-friendly NLRB members and NLRB general counsels</w:t>
      </w:r>
      <w:r w:rsidRPr="005B62EE">
        <w:rPr>
          <w:rFonts w:eastAsia="Aptos"/>
          <w:sz w:val="16"/>
        </w:rPr>
        <w:t xml:space="preserve"> simply </w:t>
      </w:r>
      <w:r w:rsidRPr="005B62EE">
        <w:rPr>
          <w:rFonts w:eastAsia="Aptos"/>
          <w:iCs/>
          <w:u w:val="single"/>
          <w:bdr w:val="single" w:sz="8" w:space="0" w:color="auto"/>
        </w:rPr>
        <w:t>cannot move the needle</w:t>
      </w:r>
      <w:r w:rsidRPr="005B62EE">
        <w:rPr>
          <w:rFonts w:eastAsia="Aptos"/>
          <w:sz w:val="16"/>
        </w:rPr>
        <w:t xml:space="preserve"> </w:t>
      </w:r>
      <w:r w:rsidRPr="005B62EE">
        <w:rPr>
          <w:rFonts w:eastAsia="Aptos"/>
          <w:u w:val="single"/>
        </w:rPr>
        <w:t>that much given the</w:t>
      </w:r>
      <w:r w:rsidRPr="005B62EE">
        <w:rPr>
          <w:rFonts w:eastAsia="Aptos"/>
          <w:sz w:val="16"/>
        </w:rPr>
        <w:t xml:space="preserve"> </w:t>
      </w:r>
      <w:r w:rsidRPr="005B62EE">
        <w:rPr>
          <w:rFonts w:eastAsia="Aptos"/>
          <w:iCs/>
          <w:u w:val="single"/>
          <w:bdr w:val="single" w:sz="8" w:space="0" w:color="auto"/>
        </w:rPr>
        <w:t>inherent limitations</w:t>
      </w:r>
      <w:r w:rsidRPr="005B62EE">
        <w:rPr>
          <w:rFonts w:eastAsia="Aptos"/>
          <w:sz w:val="16"/>
        </w:rPr>
        <w:t xml:space="preserve"> </w:t>
      </w:r>
      <w:r w:rsidRPr="005B62EE">
        <w:rPr>
          <w:rFonts w:eastAsia="Aptos"/>
          <w:u w:val="single"/>
        </w:rPr>
        <w:t>of the NLRA</w:t>
      </w:r>
      <w:r w:rsidRPr="005B62EE">
        <w:rPr>
          <w:rFonts w:eastAsia="Aptos"/>
          <w:sz w:val="16"/>
        </w:rPr>
        <w:t>.</w:t>
      </w:r>
    </w:p>
    <w:p w14:paraId="55EAE95A" w14:textId="77777777" w:rsidR="000A797F" w:rsidRPr="005B62EE" w:rsidRDefault="000A797F" w:rsidP="000A797F">
      <w:pPr>
        <w:keepNext/>
        <w:keepLines/>
        <w:spacing w:before="40" w:after="0"/>
        <w:outlineLvl w:val="3"/>
        <w:rPr>
          <w:rFonts w:eastAsia="Times New Roman"/>
          <w:b/>
          <w:iCs/>
          <w:sz w:val="26"/>
        </w:rPr>
      </w:pPr>
      <w:r w:rsidRPr="005B62EE">
        <w:rPr>
          <w:rFonts w:eastAsia="Times New Roman"/>
          <w:b/>
          <w:iCs/>
          <w:sz w:val="26"/>
        </w:rPr>
        <w:t>Less than 0.1% of contract violations are prosecuted.</w:t>
      </w:r>
    </w:p>
    <w:p w14:paraId="3007008E" w14:textId="77777777" w:rsidR="000A797F" w:rsidRPr="005B62EE" w:rsidRDefault="000A797F" w:rsidP="000A797F">
      <w:pPr>
        <w:rPr>
          <w:rFonts w:eastAsia="Aptos"/>
        </w:rPr>
      </w:pPr>
      <w:r w:rsidRPr="005B62EE">
        <w:rPr>
          <w:rFonts w:eastAsia="Aptos"/>
        </w:rPr>
        <w:t xml:space="preserve">Anna </w:t>
      </w:r>
      <w:r w:rsidRPr="005B62EE">
        <w:rPr>
          <w:rFonts w:eastAsia="Aptos"/>
          <w:b/>
          <w:bCs/>
          <w:sz w:val="26"/>
        </w:rPr>
        <w:t>Stansbury 24</w:t>
      </w:r>
      <w:r w:rsidRPr="005B62EE">
        <w:rPr>
          <w:rFonts w:eastAsia="Aptos"/>
        </w:rPr>
        <w:t>, PhD, assistant professor of Work and Organization Studies at the MIT Sloan School of Management, "Why CEOs should want better enforcement of labor law," The Hill, 9/19/2024, https://thehill.com/opinion/finance/4875111-why-ceos-should-want-better-enforcement-of-labor-law/</w:t>
      </w:r>
    </w:p>
    <w:p w14:paraId="17AD1FC8" w14:textId="77777777" w:rsidR="000A797F" w:rsidRPr="005B62EE" w:rsidRDefault="000A797F" w:rsidP="000A797F">
      <w:pPr>
        <w:rPr>
          <w:rFonts w:eastAsia="Aptos"/>
          <w:sz w:val="16"/>
        </w:rPr>
      </w:pPr>
      <w:r w:rsidRPr="005B62EE">
        <w:rPr>
          <w:rFonts w:eastAsia="Aptos"/>
          <w:sz w:val="16"/>
        </w:rPr>
        <w:t>Perhaps the starkest contrast is with property theft — a crime that is routinely punished by imprisonment. Shoplifting goods worth $2,500 or more, for example, can lead to felony charges and imprisonment in every state. Failing to pay workers what they are legally owed — wage theft — can in theory also lead to criminal charges, but almost never does.</w:t>
      </w:r>
    </w:p>
    <w:p w14:paraId="67A8E71D" w14:textId="77777777" w:rsidR="000A797F" w:rsidRPr="005B62EE" w:rsidRDefault="000A797F" w:rsidP="000A797F">
      <w:pPr>
        <w:rPr>
          <w:rFonts w:eastAsia="Aptos"/>
          <w:u w:val="single"/>
        </w:rPr>
      </w:pPr>
      <w:r w:rsidRPr="005B62EE">
        <w:rPr>
          <w:rFonts w:eastAsia="Aptos"/>
          <w:sz w:val="16"/>
        </w:rPr>
        <w:t xml:space="preserve">From 2005 to 2020, </w:t>
      </w:r>
      <w:r w:rsidRPr="005B62EE">
        <w:rPr>
          <w:rFonts w:eastAsia="Aptos"/>
          <w:u w:val="single"/>
        </w:rPr>
        <w:t xml:space="preserve">the </w:t>
      </w:r>
      <w:r w:rsidRPr="005B62EE">
        <w:rPr>
          <w:rFonts w:eastAsia="Aptos"/>
          <w:iCs/>
          <w:u w:val="single"/>
          <w:bdr w:val="single" w:sz="8" w:space="0" w:color="auto"/>
        </w:rPr>
        <w:t>D</w:t>
      </w:r>
      <w:r w:rsidRPr="005B62EE">
        <w:rPr>
          <w:rFonts w:eastAsia="Aptos"/>
          <w:sz w:val="16"/>
        </w:rPr>
        <w:t xml:space="preserve">epartment </w:t>
      </w:r>
      <w:r w:rsidRPr="005B62EE">
        <w:rPr>
          <w:rFonts w:eastAsia="Aptos"/>
          <w:iCs/>
          <w:u w:val="single"/>
          <w:bdr w:val="single" w:sz="8" w:space="0" w:color="auto"/>
        </w:rPr>
        <w:t>o</w:t>
      </w:r>
      <w:r w:rsidRPr="005B62EE">
        <w:rPr>
          <w:rFonts w:eastAsia="Aptos"/>
          <w:sz w:val="16"/>
        </w:rPr>
        <w:t xml:space="preserve">f </w:t>
      </w:r>
      <w:r w:rsidRPr="005B62EE">
        <w:rPr>
          <w:rFonts w:eastAsia="Aptos"/>
          <w:iCs/>
          <w:u w:val="single"/>
          <w:bdr w:val="single" w:sz="8" w:space="0" w:color="auto"/>
        </w:rPr>
        <w:t>L</w:t>
      </w:r>
      <w:r w:rsidRPr="005B62EE">
        <w:rPr>
          <w:rFonts w:eastAsia="Aptos"/>
          <w:sz w:val="16"/>
        </w:rPr>
        <w:t xml:space="preserve">abor </w:t>
      </w:r>
      <w:r w:rsidRPr="005B62EE">
        <w:rPr>
          <w:rFonts w:eastAsia="Aptos"/>
          <w:u w:val="single"/>
        </w:rPr>
        <w:t>identified</w:t>
      </w:r>
      <w:r w:rsidRPr="005B62EE">
        <w:rPr>
          <w:rFonts w:eastAsia="Aptos"/>
          <w:sz w:val="16"/>
        </w:rPr>
        <w:t xml:space="preserve"> more than </w:t>
      </w:r>
      <w:r w:rsidRPr="005B62EE">
        <w:rPr>
          <w:rFonts w:eastAsia="Aptos"/>
          <w:iCs/>
          <w:highlight w:val="cyan"/>
          <w:u w:val="single"/>
          <w:bdr w:val="single" w:sz="8" w:space="0" w:color="auto"/>
        </w:rPr>
        <w:t>90,000</w:t>
      </w:r>
      <w:r w:rsidRPr="005B62EE">
        <w:rPr>
          <w:rFonts w:eastAsia="Aptos"/>
          <w:highlight w:val="cyan"/>
          <w:u w:val="single"/>
        </w:rPr>
        <w:t xml:space="preserve"> cases where a firm </w:t>
      </w:r>
      <w:r w:rsidRPr="005B62EE">
        <w:rPr>
          <w:rFonts w:eastAsia="Aptos"/>
          <w:iCs/>
          <w:highlight w:val="cyan"/>
          <w:u w:val="single"/>
          <w:bdr w:val="single" w:sz="8" w:space="0" w:color="auto"/>
        </w:rPr>
        <w:t>underpaid</w:t>
      </w:r>
      <w:r w:rsidRPr="005B62EE">
        <w:rPr>
          <w:rFonts w:eastAsia="Aptos"/>
          <w:u w:val="single"/>
        </w:rPr>
        <w:t xml:space="preserve"> its workers</w:t>
      </w:r>
      <w:r w:rsidRPr="005B62EE">
        <w:rPr>
          <w:rFonts w:eastAsia="Aptos"/>
          <w:sz w:val="16"/>
        </w:rPr>
        <w:t xml:space="preserve"> by $2,500 or more — with total underpayment across these cases of $570 million. </w:t>
      </w:r>
      <w:r w:rsidRPr="005B62EE">
        <w:rPr>
          <w:rFonts w:eastAsia="Aptos"/>
          <w:u w:val="single"/>
        </w:rPr>
        <w:t xml:space="preserve">Only </w:t>
      </w:r>
      <w:r w:rsidRPr="005B62EE">
        <w:rPr>
          <w:rFonts w:eastAsia="Aptos"/>
          <w:iCs/>
          <w:highlight w:val="cyan"/>
          <w:u w:val="single"/>
          <w:bdr w:val="single" w:sz="8" w:space="0" w:color="auto"/>
        </w:rPr>
        <w:t>26</w:t>
      </w:r>
      <w:r w:rsidRPr="005B62EE">
        <w:rPr>
          <w:rFonts w:eastAsia="Aptos"/>
          <w:sz w:val="16"/>
        </w:rPr>
        <w:t xml:space="preserve"> cases from this time </w:t>
      </w:r>
      <w:r w:rsidRPr="005B62EE">
        <w:rPr>
          <w:rFonts w:eastAsia="Aptos"/>
          <w:highlight w:val="cyan"/>
          <w:u w:val="single"/>
        </w:rPr>
        <w:t>led to</w:t>
      </w:r>
      <w:r w:rsidRPr="005B62EE">
        <w:rPr>
          <w:rFonts w:eastAsia="Aptos"/>
          <w:u w:val="single"/>
        </w:rPr>
        <w:t xml:space="preserve"> </w:t>
      </w:r>
      <w:r w:rsidRPr="005B62EE">
        <w:rPr>
          <w:rFonts w:eastAsia="Aptos"/>
          <w:iCs/>
          <w:u w:val="single"/>
          <w:bdr w:val="single" w:sz="8" w:space="0" w:color="auto"/>
        </w:rPr>
        <w:t xml:space="preserve">criminal </w:t>
      </w:r>
      <w:r w:rsidRPr="005B62EE">
        <w:rPr>
          <w:rFonts w:eastAsia="Aptos"/>
          <w:iCs/>
          <w:highlight w:val="cyan"/>
          <w:u w:val="single"/>
          <w:bdr w:val="single" w:sz="8" w:space="0" w:color="auto"/>
        </w:rPr>
        <w:t>convictions</w:t>
      </w:r>
      <w:r w:rsidRPr="005B62EE">
        <w:rPr>
          <w:rFonts w:eastAsia="Aptos"/>
          <w:sz w:val="16"/>
        </w:rPr>
        <w:t xml:space="preserve">, </w:t>
      </w:r>
      <w:r w:rsidRPr="005B62EE">
        <w:rPr>
          <w:rFonts w:eastAsia="Aptos"/>
          <w:u w:val="single"/>
        </w:rPr>
        <w:t>with three fines and no prison sentences.</w:t>
      </w:r>
    </w:p>
    <w:p w14:paraId="55B72ADC" w14:textId="77777777" w:rsidR="000A797F" w:rsidRPr="005B62EE" w:rsidRDefault="000A797F" w:rsidP="000A797F">
      <w:pPr>
        <w:rPr>
          <w:rFonts w:eastAsia="Aptos"/>
          <w:sz w:val="16"/>
        </w:rPr>
      </w:pPr>
      <w:r w:rsidRPr="005B62EE">
        <w:rPr>
          <w:rFonts w:eastAsia="Aptos"/>
          <w:sz w:val="16"/>
        </w:rPr>
        <w:t>When people steal from companies, they pay a heavy price. When companies steal from their workers, they don’t.</w:t>
      </w:r>
    </w:p>
    <w:p w14:paraId="6EF42644" w14:textId="77777777" w:rsidR="000A797F" w:rsidRPr="005B62EE" w:rsidRDefault="000A797F" w:rsidP="000A797F">
      <w:pPr>
        <w:rPr>
          <w:rFonts w:eastAsia="Aptos"/>
          <w:sz w:val="16"/>
          <w:szCs w:val="16"/>
        </w:rPr>
      </w:pPr>
      <w:r w:rsidRPr="005B62EE">
        <w:rPr>
          <w:rFonts w:eastAsia="Aptos"/>
          <w:sz w:val="16"/>
        </w:rPr>
        <w:t xml:space="preserve">That is, </w:t>
      </w:r>
      <w:r w:rsidRPr="005B62EE">
        <w:rPr>
          <w:rFonts w:eastAsia="Aptos"/>
          <w:u w:val="single"/>
        </w:rPr>
        <w:t xml:space="preserve">if a violating firm gets </w:t>
      </w:r>
      <w:r w:rsidRPr="005B62EE">
        <w:rPr>
          <w:rFonts w:eastAsia="Aptos"/>
          <w:iCs/>
          <w:u w:val="single"/>
          <w:bdr w:val="single" w:sz="8" w:space="0" w:color="auto"/>
        </w:rPr>
        <w:t>caught</w:t>
      </w:r>
      <w:r w:rsidRPr="005B62EE">
        <w:rPr>
          <w:rFonts w:eastAsia="Aptos"/>
          <w:sz w:val="16"/>
        </w:rPr>
        <w:t xml:space="preserve"> at all. </w:t>
      </w:r>
      <w:r w:rsidRPr="005B62EE">
        <w:rPr>
          <w:rFonts w:eastAsia="Aptos"/>
          <w:u w:val="single"/>
        </w:rPr>
        <w:t xml:space="preserve">The </w:t>
      </w:r>
      <w:r w:rsidRPr="005B62EE">
        <w:rPr>
          <w:rFonts w:eastAsia="Aptos"/>
          <w:iCs/>
          <w:highlight w:val="cyan"/>
          <w:u w:val="single"/>
          <w:bdr w:val="single" w:sz="8" w:space="0" w:color="auto"/>
        </w:rPr>
        <w:t>D</w:t>
      </w:r>
      <w:r w:rsidRPr="005B62EE">
        <w:rPr>
          <w:rFonts w:eastAsia="Aptos"/>
          <w:u w:val="single"/>
        </w:rPr>
        <w:t xml:space="preserve">epartment </w:t>
      </w:r>
      <w:r w:rsidRPr="005B62EE">
        <w:rPr>
          <w:rFonts w:eastAsia="Aptos"/>
          <w:iCs/>
          <w:highlight w:val="cyan"/>
          <w:u w:val="single"/>
          <w:bdr w:val="single" w:sz="8" w:space="0" w:color="auto"/>
        </w:rPr>
        <w:t>o</w:t>
      </w:r>
      <w:r w:rsidRPr="005B62EE">
        <w:rPr>
          <w:rFonts w:eastAsia="Aptos"/>
          <w:u w:val="single"/>
        </w:rPr>
        <w:t xml:space="preserve">f </w:t>
      </w:r>
      <w:r w:rsidRPr="005B62EE">
        <w:rPr>
          <w:rFonts w:eastAsia="Aptos"/>
          <w:iCs/>
          <w:highlight w:val="cyan"/>
          <w:u w:val="single"/>
          <w:bdr w:val="single" w:sz="8" w:space="0" w:color="auto"/>
        </w:rPr>
        <w:t>L</w:t>
      </w:r>
      <w:r w:rsidRPr="005B62EE">
        <w:rPr>
          <w:rFonts w:eastAsia="Aptos"/>
          <w:u w:val="single"/>
        </w:rPr>
        <w:t xml:space="preserve">abor’s </w:t>
      </w:r>
      <w:r w:rsidRPr="005B62EE">
        <w:rPr>
          <w:rFonts w:eastAsia="Aptos"/>
          <w:iCs/>
          <w:highlight w:val="cyan"/>
          <w:u w:val="single"/>
          <w:bdr w:val="single" w:sz="8" w:space="0" w:color="auto"/>
        </w:rPr>
        <w:t>inspection resources</w:t>
      </w:r>
      <w:r w:rsidRPr="005B62EE">
        <w:rPr>
          <w:rFonts w:eastAsia="Aptos"/>
          <w:sz w:val="16"/>
        </w:rPr>
        <w:t xml:space="preserve"> </w:t>
      </w:r>
      <w:r w:rsidRPr="005B62EE">
        <w:rPr>
          <w:rFonts w:eastAsia="Aptos"/>
          <w:u w:val="single"/>
        </w:rPr>
        <w:t xml:space="preserve">simply </w:t>
      </w:r>
      <w:r w:rsidRPr="005B62EE">
        <w:rPr>
          <w:rFonts w:eastAsia="Aptos"/>
          <w:highlight w:val="cyan"/>
          <w:u w:val="single"/>
        </w:rPr>
        <w:t xml:space="preserve">can’t </w:t>
      </w:r>
      <w:r w:rsidRPr="005B62EE">
        <w:rPr>
          <w:rFonts w:eastAsia="Aptos"/>
          <w:iCs/>
          <w:highlight w:val="cyan"/>
          <w:u w:val="single"/>
          <w:bdr w:val="single" w:sz="8" w:space="0" w:color="auto"/>
        </w:rPr>
        <w:t>stretch</w:t>
      </w:r>
      <w:r w:rsidRPr="005B62EE">
        <w:rPr>
          <w:rFonts w:eastAsia="Aptos"/>
          <w:u w:val="single"/>
        </w:rPr>
        <w:t xml:space="preserve"> as </w:t>
      </w:r>
      <w:r w:rsidRPr="005B62EE">
        <w:rPr>
          <w:rFonts w:eastAsia="Aptos"/>
          <w:highlight w:val="cyan"/>
          <w:u w:val="single"/>
        </w:rPr>
        <w:t>far</w:t>
      </w:r>
      <w:r w:rsidRPr="005B62EE">
        <w:rPr>
          <w:rFonts w:eastAsia="Aptos"/>
          <w:u w:val="single"/>
        </w:rPr>
        <w:t xml:space="preserve"> as their </w:t>
      </w:r>
      <w:r w:rsidRPr="005B62EE">
        <w:rPr>
          <w:rFonts w:eastAsia="Aptos"/>
          <w:iCs/>
          <w:u w:val="single"/>
          <w:bdr w:val="single" w:sz="8" w:space="0" w:color="auto"/>
        </w:rPr>
        <w:t>remit</w:t>
      </w:r>
      <w:r w:rsidRPr="005B62EE">
        <w:rPr>
          <w:rFonts w:eastAsia="Aptos"/>
          <w:sz w:val="16"/>
        </w:rPr>
        <w:t xml:space="preserve">: </w:t>
      </w:r>
      <w:r w:rsidRPr="005B62EE">
        <w:rPr>
          <w:rFonts w:eastAsia="Aptos"/>
          <w:u w:val="single"/>
        </w:rPr>
        <w:t>for every</w:t>
      </w:r>
      <w:r w:rsidRPr="005B62EE">
        <w:rPr>
          <w:rFonts w:eastAsia="Aptos"/>
          <w:sz w:val="16"/>
        </w:rPr>
        <w:t xml:space="preserve"> </w:t>
      </w:r>
      <w:r w:rsidRPr="005B62EE">
        <w:rPr>
          <w:rFonts w:eastAsia="Aptos"/>
          <w:u w:val="single"/>
        </w:rPr>
        <w:t>federal</w:t>
      </w:r>
      <w:r w:rsidRPr="005B62EE">
        <w:rPr>
          <w:rFonts w:eastAsia="Aptos"/>
          <w:sz w:val="16"/>
        </w:rPr>
        <w:t xml:space="preserve"> wage-and-hour division </w:t>
      </w:r>
      <w:r w:rsidRPr="005B62EE">
        <w:rPr>
          <w:rFonts w:eastAsia="Aptos"/>
          <w:u w:val="single"/>
        </w:rPr>
        <w:t>investigator, there are</w:t>
      </w:r>
      <w:r w:rsidRPr="005B62EE">
        <w:rPr>
          <w:rFonts w:eastAsia="Aptos"/>
          <w:sz w:val="16"/>
        </w:rPr>
        <w:t xml:space="preserve"> about </w:t>
      </w:r>
      <w:r w:rsidRPr="005B62EE">
        <w:rPr>
          <w:rFonts w:eastAsia="Aptos"/>
          <w:iCs/>
          <w:u w:val="single"/>
          <w:bdr w:val="single" w:sz="8" w:space="0" w:color="auto"/>
        </w:rPr>
        <w:t>175,000 workers</w:t>
      </w:r>
      <w:r w:rsidRPr="005B62EE">
        <w:rPr>
          <w:rFonts w:eastAsia="Aptos"/>
          <w:sz w:val="16"/>
        </w:rPr>
        <w:t xml:space="preserve"> covered by the statutes they enforce. </w:t>
      </w:r>
      <w:r w:rsidRPr="005B62EE">
        <w:rPr>
          <w:rFonts w:eastAsia="Aptos"/>
          <w:u w:val="single"/>
        </w:rPr>
        <w:t xml:space="preserve">The Labor Department </w:t>
      </w:r>
      <w:r w:rsidRPr="005B62EE">
        <w:rPr>
          <w:rFonts w:eastAsia="Aptos"/>
          <w:iCs/>
          <w:u w:val="single"/>
          <w:bdr w:val="single" w:sz="8" w:space="0" w:color="auto"/>
        </w:rPr>
        <w:t>targets</w:t>
      </w:r>
      <w:r w:rsidRPr="005B62EE">
        <w:rPr>
          <w:rFonts w:eastAsia="Aptos"/>
          <w:sz w:val="16"/>
        </w:rPr>
        <w:t xml:space="preserve"> its </w:t>
      </w:r>
      <w:r w:rsidRPr="005B62EE">
        <w:rPr>
          <w:rFonts w:eastAsia="Aptos"/>
          <w:u w:val="single"/>
        </w:rPr>
        <w:t>enforcement activity on sectors with high</w:t>
      </w:r>
      <w:r w:rsidRPr="005B62EE">
        <w:rPr>
          <w:rFonts w:eastAsia="Aptos"/>
          <w:sz w:val="16"/>
        </w:rPr>
        <w:t xml:space="preserve"> violation </w:t>
      </w:r>
      <w:r w:rsidRPr="005B62EE">
        <w:rPr>
          <w:rFonts w:eastAsia="Aptos"/>
          <w:u w:val="single"/>
        </w:rPr>
        <w:t>risk</w:t>
      </w:r>
      <w:r w:rsidRPr="005B62EE">
        <w:rPr>
          <w:rFonts w:eastAsia="Aptos"/>
          <w:sz w:val="16"/>
        </w:rPr>
        <w:t xml:space="preserve">, </w:t>
      </w:r>
      <w:r w:rsidRPr="005B62EE">
        <w:rPr>
          <w:rFonts w:eastAsia="Aptos"/>
          <w:u w:val="single"/>
        </w:rPr>
        <w:t>but even in these cases research estimates the chance of a random inspection</w:t>
      </w:r>
      <w:r w:rsidRPr="005B62EE">
        <w:rPr>
          <w:rFonts w:eastAsia="Aptos"/>
          <w:sz w:val="16"/>
        </w:rPr>
        <w:t xml:space="preserve"> in any given year </w:t>
      </w:r>
      <w:r w:rsidRPr="005B62EE">
        <w:rPr>
          <w:rFonts w:eastAsia="Aptos"/>
          <w:u w:val="single"/>
        </w:rPr>
        <w:t xml:space="preserve">is </w:t>
      </w:r>
      <w:r w:rsidRPr="005B62EE">
        <w:rPr>
          <w:rFonts w:eastAsia="Aptos"/>
          <w:iCs/>
          <w:u w:val="single"/>
          <w:bdr w:val="single" w:sz="8" w:space="0" w:color="auto"/>
        </w:rPr>
        <w:t>less</w:t>
      </w:r>
      <w:r w:rsidRPr="005B62EE">
        <w:rPr>
          <w:rFonts w:eastAsia="Aptos"/>
          <w:u w:val="single"/>
        </w:rPr>
        <w:t xml:space="preserve"> than </w:t>
      </w:r>
      <w:r w:rsidRPr="005B62EE">
        <w:rPr>
          <w:rFonts w:eastAsia="Aptos"/>
          <w:iCs/>
          <w:u w:val="single"/>
          <w:bdr w:val="single" w:sz="8" w:space="0" w:color="auto"/>
        </w:rPr>
        <w:t>2 percent</w:t>
      </w:r>
      <w:r w:rsidRPr="005B62EE">
        <w:rPr>
          <w:rFonts w:eastAsia="Aptos"/>
          <w:sz w:val="16"/>
          <w:szCs w:val="16"/>
        </w:rPr>
        <w:t>.</w:t>
      </w:r>
    </w:p>
    <w:p w14:paraId="276CF192" w14:textId="77777777" w:rsidR="000A797F" w:rsidRPr="005B62EE" w:rsidRDefault="000A797F" w:rsidP="000A797F">
      <w:pPr>
        <w:rPr>
          <w:rFonts w:eastAsia="Aptos"/>
          <w:sz w:val="16"/>
        </w:rPr>
      </w:pPr>
      <w:r w:rsidRPr="005B62EE">
        <w:rPr>
          <w:rFonts w:eastAsia="Aptos"/>
          <w:sz w:val="16"/>
        </w:rPr>
        <w:t>The troubling reality is that it’s more profitable for many firms to break minimum wage and overtime laws than to comply with them — and indeed they do, in droves. Companies illegally underpay workers in this way to the tune of several billion dollars each year.</w:t>
      </w:r>
    </w:p>
    <w:p w14:paraId="197C330D" w14:textId="77777777" w:rsidR="000A797F" w:rsidRPr="005B62EE" w:rsidRDefault="000A797F" w:rsidP="000A797F">
      <w:pPr>
        <w:rPr>
          <w:rFonts w:eastAsia="Aptos"/>
          <w:sz w:val="16"/>
          <w:szCs w:val="16"/>
        </w:rPr>
      </w:pPr>
      <w:r w:rsidRPr="005B62EE">
        <w:rPr>
          <w:rFonts w:eastAsia="Aptos"/>
          <w:u w:val="single"/>
        </w:rPr>
        <w:t>This is striking enough, but for</w:t>
      </w:r>
      <w:r w:rsidRPr="005B62EE">
        <w:rPr>
          <w:rFonts w:eastAsia="Aptos"/>
          <w:sz w:val="16"/>
        </w:rPr>
        <w:t xml:space="preserve"> certain </w:t>
      </w:r>
      <w:r w:rsidRPr="005B62EE">
        <w:rPr>
          <w:rFonts w:eastAsia="Aptos"/>
          <w:highlight w:val="cyan"/>
          <w:u w:val="single"/>
        </w:rPr>
        <w:t>other</w:t>
      </w:r>
      <w:r w:rsidRPr="005B62EE">
        <w:rPr>
          <w:rFonts w:eastAsia="Aptos"/>
          <w:u w:val="single"/>
        </w:rPr>
        <w:t xml:space="preserve"> </w:t>
      </w:r>
      <w:r w:rsidRPr="005B62EE">
        <w:rPr>
          <w:rFonts w:eastAsia="Aptos"/>
          <w:iCs/>
          <w:u w:val="single"/>
          <w:bdr w:val="single" w:sz="8" w:space="0" w:color="auto"/>
        </w:rPr>
        <w:t xml:space="preserve">worker </w:t>
      </w:r>
      <w:r w:rsidRPr="005B62EE">
        <w:rPr>
          <w:rFonts w:eastAsia="Aptos"/>
          <w:iCs/>
          <w:highlight w:val="cyan"/>
          <w:u w:val="single"/>
          <w:bdr w:val="single" w:sz="8" w:space="0" w:color="auto"/>
        </w:rPr>
        <w:t>protections</w:t>
      </w:r>
      <w:r w:rsidRPr="005B62EE">
        <w:rPr>
          <w:rFonts w:eastAsia="Aptos"/>
          <w:u w:val="single"/>
        </w:rPr>
        <w:t xml:space="preserve">, the </w:t>
      </w:r>
      <w:r w:rsidRPr="005B62EE">
        <w:rPr>
          <w:rFonts w:eastAsia="Aptos"/>
          <w:highlight w:val="cyan"/>
          <w:u w:val="single"/>
        </w:rPr>
        <w:t>incentive</w:t>
      </w:r>
      <w:r w:rsidRPr="005B62EE">
        <w:rPr>
          <w:rFonts w:eastAsia="Aptos"/>
          <w:sz w:val="16"/>
        </w:rPr>
        <w:t xml:space="preserve"> for employers </w:t>
      </w:r>
      <w:r w:rsidRPr="005B62EE">
        <w:rPr>
          <w:rFonts w:eastAsia="Aptos"/>
          <w:u w:val="single"/>
        </w:rPr>
        <w:t xml:space="preserve">to comply </w:t>
      </w:r>
      <w:r w:rsidRPr="005B62EE">
        <w:rPr>
          <w:rFonts w:eastAsia="Aptos"/>
          <w:highlight w:val="cyan"/>
          <w:u w:val="single"/>
        </w:rPr>
        <w:t xml:space="preserve">is </w:t>
      </w:r>
      <w:r w:rsidRPr="005B62EE">
        <w:rPr>
          <w:rFonts w:eastAsia="Aptos"/>
          <w:iCs/>
          <w:highlight w:val="cyan"/>
          <w:u w:val="single"/>
          <w:bdr w:val="single" w:sz="8" w:space="0" w:color="auto"/>
        </w:rPr>
        <w:t>even weaker</w:t>
      </w:r>
      <w:r w:rsidRPr="005B62EE">
        <w:rPr>
          <w:rFonts w:eastAsia="Aptos"/>
          <w:u w:val="single"/>
        </w:rPr>
        <w:t>. Look at</w:t>
      </w:r>
      <w:r w:rsidRPr="005B62EE">
        <w:rPr>
          <w:rFonts w:eastAsia="Aptos"/>
          <w:sz w:val="16"/>
        </w:rPr>
        <w:t xml:space="preserve"> the </w:t>
      </w:r>
      <w:r w:rsidRPr="005B62EE">
        <w:rPr>
          <w:rFonts w:eastAsia="Aptos"/>
          <w:iCs/>
          <w:u w:val="single"/>
          <w:bdr w:val="single" w:sz="8" w:space="0" w:color="auto"/>
        </w:rPr>
        <w:t>union protections</w:t>
      </w:r>
      <w:r w:rsidRPr="005B62EE">
        <w:rPr>
          <w:rFonts w:eastAsia="Aptos"/>
          <w:sz w:val="16"/>
        </w:rPr>
        <w:t xml:space="preserve"> in the National Labor Relations Act. </w:t>
      </w:r>
      <w:r w:rsidRPr="005B62EE">
        <w:rPr>
          <w:rFonts w:eastAsia="Aptos"/>
          <w:u w:val="single"/>
        </w:rPr>
        <w:t xml:space="preserve">The </w:t>
      </w:r>
      <w:r w:rsidRPr="005B62EE">
        <w:rPr>
          <w:rFonts w:eastAsia="Aptos"/>
          <w:highlight w:val="cyan"/>
          <w:u w:val="single"/>
        </w:rPr>
        <w:t xml:space="preserve">NLRA imposes </w:t>
      </w:r>
      <w:r w:rsidRPr="005B62EE">
        <w:rPr>
          <w:rFonts w:eastAsia="Aptos"/>
          <w:iCs/>
          <w:highlight w:val="cyan"/>
          <w:u w:val="single"/>
          <w:bdr w:val="single" w:sz="8" w:space="0" w:color="auto"/>
        </w:rPr>
        <w:t>no</w:t>
      </w:r>
      <w:r w:rsidRPr="005B62EE">
        <w:rPr>
          <w:rFonts w:eastAsia="Aptos"/>
          <w:sz w:val="16"/>
        </w:rPr>
        <w:t xml:space="preserve"> financial </w:t>
      </w:r>
      <w:r w:rsidRPr="005B62EE">
        <w:rPr>
          <w:rFonts w:eastAsia="Aptos"/>
          <w:iCs/>
          <w:highlight w:val="cyan"/>
          <w:u w:val="single"/>
          <w:bdr w:val="single" w:sz="8" w:space="0" w:color="auto"/>
        </w:rPr>
        <w:t>penalty</w:t>
      </w:r>
      <w:r w:rsidRPr="005B62EE">
        <w:rPr>
          <w:rFonts w:eastAsia="Aptos"/>
          <w:highlight w:val="cyan"/>
          <w:u w:val="single"/>
        </w:rPr>
        <w:t xml:space="preserve"> for illegally firing</w:t>
      </w:r>
      <w:r w:rsidRPr="005B62EE">
        <w:rPr>
          <w:rFonts w:eastAsia="Aptos"/>
          <w:u w:val="single"/>
        </w:rPr>
        <w:t xml:space="preserve"> a worker for </w:t>
      </w:r>
      <w:r w:rsidRPr="005B62EE">
        <w:rPr>
          <w:rFonts w:eastAsia="Aptos"/>
          <w:iCs/>
          <w:u w:val="single"/>
          <w:bdr w:val="single" w:sz="8" w:space="0" w:color="auto"/>
        </w:rPr>
        <w:t>union organizing</w:t>
      </w:r>
      <w:r w:rsidRPr="005B62EE">
        <w:rPr>
          <w:rFonts w:eastAsia="Aptos"/>
          <w:sz w:val="16"/>
        </w:rPr>
        <w:t xml:space="preserve"> — </w:t>
      </w:r>
      <w:r w:rsidRPr="005B62EE">
        <w:rPr>
          <w:rFonts w:eastAsia="Aptos"/>
          <w:u w:val="single"/>
        </w:rPr>
        <w:t>it</w:t>
      </w:r>
      <w:r w:rsidRPr="005B62EE">
        <w:rPr>
          <w:rFonts w:eastAsia="Aptos"/>
          <w:sz w:val="16"/>
        </w:rPr>
        <w:t xml:space="preserve"> </w:t>
      </w:r>
      <w:r w:rsidRPr="005B62EE">
        <w:rPr>
          <w:rFonts w:eastAsia="Aptos"/>
          <w:iCs/>
          <w:u w:val="single"/>
          <w:bdr w:val="single" w:sz="8" w:space="0" w:color="auto"/>
        </w:rPr>
        <w:t>merely</w:t>
      </w:r>
      <w:r w:rsidRPr="005B62EE">
        <w:rPr>
          <w:rFonts w:eastAsia="Aptos"/>
          <w:sz w:val="16"/>
        </w:rPr>
        <w:t xml:space="preserve"> </w:t>
      </w:r>
      <w:r w:rsidRPr="005B62EE">
        <w:rPr>
          <w:rFonts w:eastAsia="Aptos"/>
          <w:u w:val="single"/>
        </w:rPr>
        <w:t>requires the offending firm to reinstate the dismissed worker</w:t>
      </w:r>
      <w:r w:rsidRPr="005B62EE">
        <w:rPr>
          <w:rFonts w:eastAsia="Aptos"/>
          <w:sz w:val="16"/>
        </w:rPr>
        <w:t xml:space="preserve"> with compensation for lost earnings. And even once workers have voted for a union, </w:t>
      </w:r>
      <w:r w:rsidRPr="005B62EE">
        <w:rPr>
          <w:rFonts w:eastAsia="Aptos"/>
          <w:u w:val="single"/>
        </w:rPr>
        <w:t xml:space="preserve">a firm may simply </w:t>
      </w:r>
      <w:r w:rsidRPr="005B62EE">
        <w:rPr>
          <w:rFonts w:eastAsia="Aptos"/>
          <w:iCs/>
          <w:u w:val="single"/>
          <w:bdr w:val="single" w:sz="8" w:space="0" w:color="auto"/>
        </w:rPr>
        <w:t>stall</w:t>
      </w:r>
      <w:r w:rsidRPr="005B62EE">
        <w:rPr>
          <w:rFonts w:eastAsia="Aptos"/>
          <w:u w:val="single"/>
        </w:rPr>
        <w:t xml:space="preserve"> to avoid reaching a contract. </w:t>
      </w:r>
      <w:r w:rsidRPr="005B62EE">
        <w:rPr>
          <w:rFonts w:eastAsia="Aptos"/>
          <w:highlight w:val="cyan"/>
          <w:u w:val="single"/>
        </w:rPr>
        <w:t>Failure to bargain</w:t>
      </w:r>
      <w:r w:rsidRPr="005B62EE">
        <w:rPr>
          <w:rFonts w:eastAsia="Aptos"/>
          <w:u w:val="single"/>
        </w:rPr>
        <w:t xml:space="preserve"> in good faith </w:t>
      </w:r>
      <w:r w:rsidRPr="005B62EE">
        <w:rPr>
          <w:rFonts w:eastAsia="Aptos"/>
          <w:highlight w:val="cyan"/>
          <w:u w:val="single"/>
        </w:rPr>
        <w:t xml:space="preserve">is </w:t>
      </w:r>
      <w:r w:rsidRPr="005B62EE">
        <w:rPr>
          <w:rFonts w:eastAsia="Aptos"/>
          <w:iCs/>
          <w:highlight w:val="cyan"/>
          <w:u w:val="single"/>
          <w:bdr w:val="single" w:sz="8" w:space="0" w:color="auto"/>
        </w:rPr>
        <w:t>illegal</w:t>
      </w:r>
      <w:r w:rsidRPr="005B62EE">
        <w:rPr>
          <w:rFonts w:eastAsia="Aptos"/>
          <w:highlight w:val="cyan"/>
          <w:u w:val="single"/>
        </w:rPr>
        <w:t>, but carries no</w:t>
      </w:r>
      <w:r w:rsidRPr="005B62EE">
        <w:rPr>
          <w:rFonts w:eastAsia="Aptos"/>
          <w:u w:val="single"/>
        </w:rPr>
        <w:t xml:space="preserve"> </w:t>
      </w:r>
      <w:r w:rsidRPr="005B62EE">
        <w:rPr>
          <w:rFonts w:eastAsia="Aptos"/>
          <w:iCs/>
          <w:u w:val="single"/>
          <w:bdr w:val="single" w:sz="8" w:space="0" w:color="auto"/>
        </w:rPr>
        <w:t xml:space="preserve">financial </w:t>
      </w:r>
      <w:r w:rsidRPr="005B62EE">
        <w:rPr>
          <w:rFonts w:eastAsia="Aptos"/>
          <w:iCs/>
          <w:highlight w:val="cyan"/>
          <w:u w:val="single"/>
          <w:bdr w:val="single" w:sz="8" w:space="0" w:color="auto"/>
        </w:rPr>
        <w:t>penalty</w:t>
      </w:r>
      <w:r w:rsidRPr="005B62EE">
        <w:rPr>
          <w:rFonts w:eastAsia="Aptos"/>
          <w:sz w:val="16"/>
          <w:szCs w:val="16"/>
        </w:rPr>
        <w:t>.</w:t>
      </w:r>
    </w:p>
    <w:p w14:paraId="4CBF385D" w14:textId="77777777" w:rsidR="000A797F" w:rsidRPr="005B62EE" w:rsidRDefault="000A797F" w:rsidP="000A797F">
      <w:pPr>
        <w:rPr>
          <w:rFonts w:eastAsia="Aptos"/>
          <w:sz w:val="16"/>
        </w:rPr>
      </w:pPr>
      <w:r w:rsidRPr="005B62EE">
        <w:rPr>
          <w:rFonts w:eastAsia="Aptos"/>
          <w:sz w:val="16"/>
        </w:rPr>
        <w:t xml:space="preserve">For firms unconcerned with ethics or reputation, </w:t>
      </w:r>
      <w:r w:rsidRPr="005B62EE">
        <w:rPr>
          <w:rFonts w:eastAsia="Aptos"/>
          <w:u w:val="single"/>
        </w:rPr>
        <w:t xml:space="preserve">this means </w:t>
      </w:r>
      <w:r w:rsidRPr="005B62EE">
        <w:rPr>
          <w:rFonts w:eastAsia="Aptos"/>
          <w:highlight w:val="cyan"/>
          <w:u w:val="single"/>
        </w:rPr>
        <w:t>there is</w:t>
      </w:r>
      <w:r w:rsidRPr="005B62EE">
        <w:rPr>
          <w:rFonts w:eastAsia="Aptos"/>
          <w:sz w:val="16"/>
        </w:rPr>
        <w:t xml:space="preserve"> essentially </w:t>
      </w:r>
      <w:r w:rsidRPr="005B62EE">
        <w:rPr>
          <w:rFonts w:eastAsia="Aptos"/>
          <w:iCs/>
          <w:highlight w:val="cyan"/>
          <w:u w:val="single"/>
          <w:bdr w:val="single" w:sz="8" w:space="0" w:color="auto"/>
        </w:rPr>
        <w:t>no deterrent</w:t>
      </w:r>
      <w:r w:rsidRPr="005B62EE">
        <w:rPr>
          <w:rFonts w:eastAsia="Aptos"/>
          <w:highlight w:val="cyan"/>
          <w:u w:val="single"/>
        </w:rPr>
        <w:t xml:space="preserve"> to breaking</w:t>
      </w:r>
      <w:r w:rsidRPr="005B62EE">
        <w:rPr>
          <w:rFonts w:eastAsia="Aptos"/>
          <w:u w:val="single"/>
        </w:rPr>
        <w:t xml:space="preserve"> the </w:t>
      </w:r>
      <w:r w:rsidRPr="005B62EE">
        <w:rPr>
          <w:rFonts w:eastAsia="Aptos"/>
          <w:highlight w:val="cyan"/>
          <w:u w:val="single"/>
        </w:rPr>
        <w:t>law</w:t>
      </w:r>
      <w:r w:rsidRPr="005B62EE">
        <w:rPr>
          <w:rFonts w:eastAsia="Aptos"/>
          <w:sz w:val="16"/>
        </w:rPr>
        <w:t>. Is it any wonder, then, that at least one worker is illegally fired in an estimated 20 to 30 percent of union elections, and that more than half of newly certified unions don’t get to a first contract within a year?</w:t>
      </w:r>
    </w:p>
    <w:p w14:paraId="5EE21BEE" w14:textId="77777777" w:rsidR="000A797F" w:rsidRPr="005B62EE" w:rsidRDefault="000A797F" w:rsidP="000A797F">
      <w:pPr>
        <w:keepNext/>
        <w:keepLines/>
        <w:spacing w:before="40" w:after="0"/>
        <w:outlineLvl w:val="3"/>
        <w:rPr>
          <w:rFonts w:eastAsia="Times New Roman"/>
          <w:b/>
          <w:bCs/>
          <w:sz w:val="26"/>
        </w:rPr>
      </w:pPr>
      <w:r w:rsidRPr="005B62EE">
        <w:rPr>
          <w:rFonts w:eastAsia="Times New Roman"/>
          <w:b/>
          <w:sz w:val="26"/>
        </w:rPr>
        <w:t xml:space="preserve">3. Court </w:t>
      </w:r>
      <w:r w:rsidRPr="005B62EE">
        <w:rPr>
          <w:rFonts w:eastAsia="Times New Roman"/>
          <w:b/>
          <w:iCs/>
          <w:sz w:val="26"/>
          <w:u w:val="single"/>
        </w:rPr>
        <w:t>injunctions</w:t>
      </w:r>
      <w:r w:rsidRPr="005B62EE">
        <w:rPr>
          <w:rFonts w:eastAsia="Times New Roman"/>
          <w:b/>
          <w:sz w:val="26"/>
        </w:rPr>
        <w:t xml:space="preserve">. The Fifth Circuit </w:t>
      </w:r>
      <w:r w:rsidRPr="005B62EE">
        <w:rPr>
          <w:rFonts w:eastAsia="Times New Roman"/>
          <w:b/>
          <w:iCs/>
          <w:sz w:val="26"/>
          <w:u w:val="single"/>
        </w:rPr>
        <w:t>just</w:t>
      </w:r>
      <w:r w:rsidRPr="005B62EE">
        <w:rPr>
          <w:rFonts w:eastAsia="Times New Roman"/>
          <w:b/>
          <w:sz w:val="26"/>
        </w:rPr>
        <w:t xml:space="preserve"> nullified the Board’s power to </w:t>
      </w:r>
      <w:r w:rsidRPr="005B62EE">
        <w:rPr>
          <w:rFonts w:eastAsia="Times New Roman"/>
          <w:b/>
          <w:iCs/>
          <w:sz w:val="26"/>
          <w:u w:val="single"/>
        </w:rPr>
        <w:t>simply investigate</w:t>
      </w:r>
      <w:r w:rsidRPr="005B62EE">
        <w:rPr>
          <w:rFonts w:eastAsia="Times New Roman"/>
          <w:b/>
          <w:sz w:val="26"/>
        </w:rPr>
        <w:t xml:space="preserve"> allegations. Workers were </w:t>
      </w:r>
      <w:r w:rsidRPr="005B62EE">
        <w:rPr>
          <w:rFonts w:eastAsia="Times New Roman"/>
          <w:b/>
          <w:iCs/>
          <w:sz w:val="26"/>
          <w:u w:val="single"/>
        </w:rPr>
        <w:t>fired</w:t>
      </w:r>
      <w:r w:rsidRPr="005B62EE">
        <w:rPr>
          <w:rFonts w:eastAsia="Times New Roman"/>
          <w:b/>
          <w:sz w:val="26"/>
        </w:rPr>
        <w:t xml:space="preserve"> for writing a </w:t>
      </w:r>
      <w:r w:rsidRPr="005B62EE">
        <w:rPr>
          <w:rFonts w:eastAsia="Times New Roman"/>
          <w:b/>
          <w:iCs/>
          <w:sz w:val="26"/>
          <w:u w:val="single"/>
        </w:rPr>
        <w:t>letter</w:t>
      </w:r>
      <w:r w:rsidRPr="005B62EE">
        <w:rPr>
          <w:rFonts w:eastAsia="Times New Roman"/>
          <w:b/>
          <w:sz w:val="26"/>
        </w:rPr>
        <w:t xml:space="preserve"> condemning Musk, that’s Meyerson. </w:t>
      </w:r>
    </w:p>
    <w:p w14:paraId="57578A18" w14:textId="77777777" w:rsidR="0016068E" w:rsidRDefault="0016068E" w:rsidP="000A797F">
      <w:pPr>
        <w:pStyle w:val="Analytic"/>
      </w:pPr>
    </w:p>
    <w:p w14:paraId="3EE55DAF" w14:textId="77777777" w:rsidR="0002710F" w:rsidRPr="0002710F" w:rsidRDefault="0002710F" w:rsidP="0002710F">
      <w:pPr>
        <w:keepNext/>
        <w:keepLines/>
        <w:pageBreakBefore/>
        <w:spacing w:before="40" w:after="0"/>
        <w:jc w:val="center"/>
        <w:outlineLvl w:val="2"/>
        <w:rPr>
          <w:rFonts w:eastAsia="Times New Roman"/>
          <w:b/>
          <w:sz w:val="32"/>
          <w:szCs w:val="24"/>
          <w:u w:val="single"/>
        </w:rPr>
      </w:pPr>
      <w:r w:rsidRPr="0002710F">
        <w:rPr>
          <w:rFonts w:eastAsia="Times New Roman"/>
          <w:b/>
          <w:sz w:val="32"/>
          <w:szCs w:val="24"/>
          <w:u w:val="single"/>
        </w:rPr>
        <w:t>Circumvention – AT: Fiat – 2NC</w:t>
      </w:r>
    </w:p>
    <w:p w14:paraId="0047E868" w14:textId="77777777" w:rsidR="0002710F" w:rsidRPr="0002710F" w:rsidRDefault="0002710F" w:rsidP="0002710F">
      <w:pPr>
        <w:keepNext/>
        <w:keepLines/>
        <w:spacing w:before="40" w:after="0"/>
        <w:outlineLvl w:val="3"/>
        <w:rPr>
          <w:rFonts w:eastAsia="Times New Roman"/>
          <w:b/>
          <w:iCs/>
          <w:color w:val="071320"/>
          <w:sz w:val="26"/>
        </w:rPr>
      </w:pPr>
      <w:r w:rsidRPr="0002710F">
        <w:rPr>
          <w:rFonts w:eastAsia="Times New Roman"/>
          <w:b/>
          <w:iCs/>
          <w:color w:val="071320"/>
          <w:sz w:val="26"/>
        </w:rPr>
        <w:t xml:space="preserve">1. Fiat </w:t>
      </w:r>
      <w:r w:rsidRPr="0002710F">
        <w:rPr>
          <w:rFonts w:eastAsia="Times New Roman"/>
          <w:b/>
          <w:iCs/>
          <w:color w:val="071320"/>
          <w:sz w:val="26"/>
          <w:u w:val="single"/>
        </w:rPr>
        <w:t>can’t solve</w:t>
      </w:r>
      <w:r w:rsidRPr="0002710F">
        <w:rPr>
          <w:rFonts w:eastAsia="Times New Roman"/>
          <w:b/>
          <w:iCs/>
          <w:color w:val="071320"/>
          <w:sz w:val="26"/>
        </w:rPr>
        <w:t xml:space="preserve">. The plan only </w:t>
      </w:r>
      <w:r w:rsidRPr="0002710F">
        <w:rPr>
          <w:rFonts w:eastAsia="Times New Roman"/>
          <w:b/>
          <w:iCs/>
          <w:color w:val="071320"/>
          <w:sz w:val="26"/>
          <w:u w:val="single"/>
        </w:rPr>
        <w:t>requires</w:t>
      </w:r>
      <w:r w:rsidRPr="0002710F">
        <w:rPr>
          <w:rFonts w:eastAsia="Times New Roman"/>
          <w:b/>
          <w:iCs/>
          <w:color w:val="071320"/>
          <w:sz w:val="26"/>
        </w:rPr>
        <w:t xml:space="preserve"> strengthening thru [contextualize]. No part of the plan </w:t>
      </w:r>
      <w:r w:rsidRPr="0002710F">
        <w:rPr>
          <w:rFonts w:eastAsia="Times New Roman"/>
          <w:b/>
          <w:iCs/>
          <w:color w:val="071320"/>
          <w:sz w:val="26"/>
          <w:u w:val="single"/>
        </w:rPr>
        <w:t>guarantees</w:t>
      </w:r>
      <w:r w:rsidRPr="0002710F">
        <w:rPr>
          <w:rFonts w:eastAsia="Times New Roman"/>
          <w:b/>
          <w:iCs/>
          <w:color w:val="071320"/>
          <w:sz w:val="26"/>
        </w:rPr>
        <w:t xml:space="preserve"> that the NLRA is </w:t>
      </w:r>
      <w:r w:rsidRPr="0002710F">
        <w:rPr>
          <w:rFonts w:eastAsia="Times New Roman"/>
          <w:b/>
          <w:iCs/>
          <w:color w:val="071320"/>
          <w:sz w:val="26"/>
          <w:u w:val="single"/>
        </w:rPr>
        <w:t>enforced</w:t>
      </w:r>
      <w:r w:rsidRPr="0002710F">
        <w:rPr>
          <w:rFonts w:eastAsia="Times New Roman"/>
          <w:b/>
          <w:iCs/>
          <w:color w:val="071320"/>
          <w:sz w:val="26"/>
        </w:rPr>
        <w:t xml:space="preserve"> or that penalties are </w:t>
      </w:r>
      <w:r w:rsidRPr="0002710F">
        <w:rPr>
          <w:rFonts w:eastAsia="Times New Roman"/>
          <w:b/>
          <w:iCs/>
          <w:color w:val="071320"/>
          <w:sz w:val="26"/>
          <w:u w:val="single"/>
        </w:rPr>
        <w:t>increased</w:t>
      </w:r>
      <w:r w:rsidRPr="0002710F">
        <w:rPr>
          <w:rFonts w:eastAsia="Times New Roman"/>
          <w:b/>
          <w:iCs/>
          <w:color w:val="071320"/>
          <w:sz w:val="26"/>
        </w:rPr>
        <w:t xml:space="preserve">. You know this because if we read a </w:t>
      </w:r>
      <w:r w:rsidRPr="0002710F">
        <w:rPr>
          <w:rFonts w:eastAsia="Times New Roman"/>
          <w:b/>
          <w:iCs/>
          <w:color w:val="071320"/>
          <w:sz w:val="26"/>
          <w:u w:val="single"/>
        </w:rPr>
        <w:t>PIC</w:t>
      </w:r>
      <w:r w:rsidRPr="0002710F">
        <w:rPr>
          <w:rFonts w:eastAsia="Times New Roman"/>
          <w:b/>
          <w:iCs/>
          <w:color w:val="071320"/>
          <w:sz w:val="26"/>
        </w:rPr>
        <w:t xml:space="preserve"> out of increased NLRB penalties or fair elections they would go for PDCP.</w:t>
      </w:r>
    </w:p>
    <w:p w14:paraId="61AB8B7C" w14:textId="77777777" w:rsidR="0002710F" w:rsidRPr="0002710F" w:rsidRDefault="0002710F" w:rsidP="0002710F">
      <w:pPr>
        <w:keepNext/>
        <w:keepLines/>
        <w:spacing w:before="40" w:after="0"/>
        <w:outlineLvl w:val="3"/>
        <w:rPr>
          <w:rFonts w:eastAsia="Times New Roman"/>
          <w:b/>
          <w:iCs/>
          <w:color w:val="071320"/>
          <w:sz w:val="26"/>
        </w:rPr>
      </w:pPr>
      <w:r w:rsidRPr="0002710F">
        <w:rPr>
          <w:rFonts w:eastAsia="Times New Roman"/>
          <w:b/>
          <w:iCs/>
          <w:color w:val="071320"/>
          <w:sz w:val="26"/>
        </w:rPr>
        <w:t xml:space="preserve">2. Even if they fiat [plan] is enforced, employers will </w:t>
      </w:r>
      <w:r w:rsidRPr="0002710F">
        <w:rPr>
          <w:rFonts w:eastAsia="Times New Roman"/>
          <w:b/>
          <w:iCs/>
          <w:color w:val="071320"/>
          <w:sz w:val="26"/>
          <w:u w:val="single"/>
        </w:rPr>
        <w:t>backlash</w:t>
      </w:r>
      <w:r w:rsidRPr="0002710F">
        <w:rPr>
          <w:rFonts w:eastAsia="Times New Roman"/>
          <w:b/>
          <w:iCs/>
          <w:color w:val="071320"/>
          <w:sz w:val="26"/>
        </w:rPr>
        <w:t xml:space="preserve"> by violating a </w:t>
      </w:r>
      <w:r w:rsidRPr="0002710F">
        <w:rPr>
          <w:rFonts w:eastAsia="Times New Roman"/>
          <w:b/>
          <w:iCs/>
          <w:color w:val="071320"/>
          <w:sz w:val="26"/>
          <w:u w:val="single"/>
        </w:rPr>
        <w:t>slew of other rights</w:t>
      </w:r>
      <w:r w:rsidRPr="0002710F">
        <w:rPr>
          <w:rFonts w:eastAsia="Times New Roman"/>
          <w:b/>
          <w:iCs/>
          <w:color w:val="071320"/>
          <w:sz w:val="26"/>
        </w:rPr>
        <w:t xml:space="preserve">, that’s Meyerson. </w:t>
      </w:r>
    </w:p>
    <w:p w14:paraId="0D130C9D" w14:textId="77777777" w:rsidR="0002710F" w:rsidRPr="0002710F" w:rsidRDefault="0002710F" w:rsidP="0002710F">
      <w:pPr>
        <w:keepNext/>
        <w:keepLines/>
        <w:spacing w:before="40" w:after="0"/>
        <w:outlineLvl w:val="3"/>
        <w:rPr>
          <w:rFonts w:eastAsia="Times New Roman"/>
          <w:b/>
          <w:bCs/>
          <w:iCs/>
          <w:sz w:val="26"/>
        </w:rPr>
      </w:pPr>
      <w:r w:rsidRPr="0002710F">
        <w:rPr>
          <w:rFonts w:eastAsia="Times New Roman"/>
          <w:b/>
          <w:iCs/>
          <w:sz w:val="26"/>
        </w:rPr>
        <w:t xml:space="preserve">3. Our ev </w:t>
      </w:r>
      <w:r w:rsidRPr="0002710F">
        <w:rPr>
          <w:rFonts w:eastAsia="Times New Roman"/>
          <w:b/>
          <w:iCs/>
          <w:sz w:val="26"/>
          <w:u w:val="single"/>
        </w:rPr>
        <w:t>assumes</w:t>
      </w:r>
      <w:r w:rsidRPr="0002710F">
        <w:rPr>
          <w:rFonts w:eastAsia="Times New Roman"/>
          <w:b/>
          <w:iCs/>
          <w:sz w:val="26"/>
        </w:rPr>
        <w:t xml:space="preserve"> a friendly NLRB. </w:t>
      </w:r>
    </w:p>
    <w:p w14:paraId="2ED78880" w14:textId="77777777" w:rsidR="0002710F" w:rsidRPr="0002710F" w:rsidRDefault="0002710F" w:rsidP="0002710F">
      <w:pPr>
        <w:rPr>
          <w:rFonts w:eastAsia="Aptos"/>
        </w:rPr>
      </w:pPr>
      <w:r w:rsidRPr="0002710F">
        <w:rPr>
          <w:rFonts w:eastAsia="Aptos"/>
        </w:rPr>
        <w:t xml:space="preserve">Michael </w:t>
      </w:r>
      <w:r w:rsidRPr="0002710F">
        <w:rPr>
          <w:rFonts w:eastAsia="Aptos"/>
          <w:b/>
          <w:bCs/>
          <w:sz w:val="26"/>
        </w:rPr>
        <w:t>Fong et al. 25</w:t>
      </w:r>
      <w:r w:rsidRPr="0002710F">
        <w:rPr>
          <w:rFonts w:eastAsia="Aptos"/>
        </w:rPr>
        <w:t>, Fong is Associate Director of the Center for Work and Democracy at Arizona State University, "Beyond the NRLB," Kindle Edition</w:t>
      </w:r>
    </w:p>
    <w:p w14:paraId="1D9C6973" w14:textId="77777777" w:rsidR="0002710F" w:rsidRPr="0002710F" w:rsidRDefault="0002710F" w:rsidP="0002710F">
      <w:pPr>
        <w:rPr>
          <w:rFonts w:eastAsia="Aptos"/>
          <w:sz w:val="16"/>
        </w:rPr>
      </w:pPr>
      <w:r w:rsidRPr="0002710F">
        <w:rPr>
          <w:rFonts w:eastAsia="Aptos"/>
          <w:sz w:val="16"/>
        </w:rPr>
        <w:t xml:space="preserve">Indeed, </w:t>
      </w:r>
      <w:r w:rsidRPr="0002710F">
        <w:rPr>
          <w:rFonts w:eastAsia="Aptos"/>
          <w:u w:val="single"/>
        </w:rPr>
        <w:t xml:space="preserve">the </w:t>
      </w:r>
      <w:r w:rsidRPr="0002710F">
        <w:rPr>
          <w:rFonts w:eastAsia="Aptos"/>
          <w:highlight w:val="cyan"/>
          <w:u w:val="single"/>
        </w:rPr>
        <w:t>possibility</w:t>
      </w:r>
      <w:r w:rsidRPr="0002710F">
        <w:rPr>
          <w:rFonts w:eastAsia="Aptos"/>
          <w:u w:val="single"/>
        </w:rPr>
        <w:t xml:space="preserve"> that the </w:t>
      </w:r>
      <w:r w:rsidRPr="0002710F">
        <w:rPr>
          <w:rFonts w:eastAsia="Aptos"/>
          <w:highlight w:val="cyan"/>
          <w:u w:val="single"/>
        </w:rPr>
        <w:t>labor</w:t>
      </w:r>
      <w:r w:rsidRPr="0002710F">
        <w:rPr>
          <w:rFonts w:eastAsia="Aptos"/>
          <w:u w:val="single"/>
        </w:rPr>
        <w:t xml:space="preserve"> movement </w:t>
      </w:r>
      <w:r w:rsidRPr="0002710F">
        <w:rPr>
          <w:rFonts w:eastAsia="Aptos"/>
          <w:highlight w:val="cyan"/>
          <w:u w:val="single"/>
        </w:rPr>
        <w:t>can rebuild</w:t>
      </w:r>
      <w:r w:rsidRPr="0002710F">
        <w:rPr>
          <w:rFonts w:eastAsia="Aptos"/>
          <w:u w:val="single"/>
        </w:rPr>
        <w:t xml:space="preserve"> its strength simply </w:t>
      </w:r>
      <w:r w:rsidRPr="0002710F">
        <w:rPr>
          <w:rFonts w:eastAsia="Aptos"/>
          <w:highlight w:val="cyan"/>
          <w:u w:val="single"/>
        </w:rPr>
        <w:t>through</w:t>
      </w:r>
      <w:r w:rsidRPr="0002710F">
        <w:rPr>
          <w:rFonts w:eastAsia="Aptos"/>
          <w:u w:val="single"/>
        </w:rPr>
        <w:t xml:space="preserve"> the </w:t>
      </w:r>
      <w:r w:rsidRPr="0002710F">
        <w:rPr>
          <w:rFonts w:eastAsia="Aptos"/>
          <w:highlight w:val="cyan"/>
          <w:u w:val="single"/>
        </w:rPr>
        <w:t>NLRB</w:t>
      </w:r>
      <w:r w:rsidRPr="0002710F">
        <w:rPr>
          <w:rFonts w:eastAsia="Aptos"/>
          <w:u w:val="single"/>
        </w:rPr>
        <w:t xml:space="preserve"> recognition process </w:t>
      </w:r>
      <w:r w:rsidRPr="0002710F">
        <w:rPr>
          <w:rFonts w:eastAsia="Aptos"/>
          <w:highlight w:val="cyan"/>
          <w:u w:val="single"/>
        </w:rPr>
        <w:t xml:space="preserve">is </w:t>
      </w:r>
      <w:r w:rsidRPr="0002710F">
        <w:rPr>
          <w:rFonts w:eastAsia="Aptos"/>
          <w:iCs/>
          <w:highlight w:val="cyan"/>
          <w:u w:val="single"/>
          <w:bdr w:val="single" w:sz="8" w:space="0" w:color="auto"/>
        </w:rPr>
        <w:t>vanishingly small</w:t>
      </w:r>
      <w:r w:rsidRPr="0002710F">
        <w:rPr>
          <w:rFonts w:eastAsia="Aptos"/>
          <w:highlight w:val="cyan"/>
          <w:u w:val="single"/>
        </w:rPr>
        <w:t xml:space="preserve">, </w:t>
      </w:r>
      <w:r w:rsidRPr="0002710F">
        <w:rPr>
          <w:rFonts w:eastAsia="Aptos"/>
          <w:iCs/>
          <w:highlight w:val="cyan"/>
          <w:u w:val="single"/>
          <w:bdr w:val="single" w:sz="8" w:space="0" w:color="auto"/>
        </w:rPr>
        <w:t>even in</w:t>
      </w:r>
      <w:r w:rsidRPr="0002710F">
        <w:rPr>
          <w:rFonts w:eastAsia="Aptos"/>
          <w:iCs/>
          <w:u w:val="single"/>
          <w:bdr w:val="single" w:sz="8" w:space="0" w:color="auto"/>
        </w:rPr>
        <w:t xml:space="preserve"> the context of </w:t>
      </w:r>
      <w:r w:rsidRPr="0002710F">
        <w:rPr>
          <w:rFonts w:eastAsia="Aptos"/>
          <w:iCs/>
          <w:highlight w:val="cyan"/>
          <w:u w:val="single"/>
          <w:bdr w:val="single" w:sz="8" w:space="0" w:color="auto"/>
        </w:rPr>
        <w:t>a friendly NLRB</w:t>
      </w:r>
      <w:r w:rsidRPr="0002710F">
        <w:rPr>
          <w:rFonts w:eastAsia="Aptos"/>
          <w:sz w:val="16"/>
        </w:rPr>
        <w:t xml:space="preserve"> like President Joe Biden’s.11 </w:t>
      </w:r>
      <w:r w:rsidRPr="0002710F">
        <w:rPr>
          <w:rFonts w:eastAsia="Aptos"/>
          <w:u w:val="single"/>
        </w:rPr>
        <w:t xml:space="preserve">The </w:t>
      </w:r>
      <w:r w:rsidRPr="0002710F">
        <w:rPr>
          <w:rFonts w:eastAsia="Aptos"/>
          <w:highlight w:val="cyan"/>
          <w:u w:val="single"/>
        </w:rPr>
        <w:t>NLRA</w:t>
      </w:r>
      <w:r w:rsidRPr="0002710F">
        <w:rPr>
          <w:rFonts w:eastAsia="Aptos"/>
          <w:sz w:val="16"/>
        </w:rPr>
        <w:t xml:space="preserve">, as amended by the Taft-Hartley Act in 1947, </w:t>
      </w:r>
      <w:r w:rsidRPr="0002710F">
        <w:rPr>
          <w:rFonts w:eastAsia="Aptos"/>
          <w:highlight w:val="cyan"/>
          <w:u w:val="single"/>
        </w:rPr>
        <w:t xml:space="preserve">places </w:t>
      </w:r>
      <w:r w:rsidRPr="0002710F">
        <w:rPr>
          <w:rFonts w:eastAsia="Aptos"/>
          <w:iCs/>
          <w:highlight w:val="cyan"/>
          <w:u w:val="single"/>
          <w:bdr w:val="single" w:sz="8" w:space="0" w:color="auto"/>
        </w:rPr>
        <w:t>severe restrictions</w:t>
      </w:r>
      <w:r w:rsidRPr="0002710F">
        <w:rPr>
          <w:rFonts w:eastAsia="Aptos"/>
          <w:highlight w:val="cyan"/>
          <w:u w:val="single"/>
        </w:rPr>
        <w:t xml:space="preserve"> on</w:t>
      </w:r>
      <w:r w:rsidRPr="0002710F">
        <w:rPr>
          <w:rFonts w:eastAsia="Aptos"/>
          <w:u w:val="single"/>
        </w:rPr>
        <w:t xml:space="preserve"> labor </w:t>
      </w:r>
      <w:r w:rsidRPr="0002710F">
        <w:rPr>
          <w:rFonts w:eastAsia="Aptos"/>
          <w:highlight w:val="cyan"/>
          <w:u w:val="single"/>
        </w:rPr>
        <w:t xml:space="preserve">organizing and allows employers </w:t>
      </w:r>
      <w:r w:rsidRPr="0002710F">
        <w:rPr>
          <w:rFonts w:eastAsia="Aptos"/>
          <w:iCs/>
          <w:highlight w:val="cyan"/>
          <w:u w:val="single"/>
          <w:bdr w:val="single" w:sz="8" w:space="0" w:color="auto"/>
        </w:rPr>
        <w:t>to</w:t>
      </w:r>
      <w:r w:rsidRPr="0002710F">
        <w:rPr>
          <w:rFonts w:eastAsia="Aptos"/>
          <w:iCs/>
          <w:u w:val="single"/>
          <w:bdr w:val="single" w:sz="8" w:space="0" w:color="auto"/>
        </w:rPr>
        <w:t xml:space="preserve"> aggressively </w:t>
      </w:r>
      <w:r w:rsidRPr="0002710F">
        <w:rPr>
          <w:rFonts w:eastAsia="Aptos"/>
          <w:iCs/>
          <w:highlight w:val="cyan"/>
          <w:u w:val="single"/>
          <w:bdr w:val="single" w:sz="8" w:space="0" w:color="auto"/>
        </w:rPr>
        <w:t>fight</w:t>
      </w:r>
      <w:r w:rsidRPr="0002710F">
        <w:rPr>
          <w:rFonts w:eastAsia="Aptos"/>
          <w:u w:val="single"/>
        </w:rPr>
        <w:t xml:space="preserve"> union drives</w:t>
      </w:r>
      <w:r w:rsidRPr="0002710F">
        <w:rPr>
          <w:rFonts w:eastAsia="Aptos"/>
          <w:sz w:val="16"/>
        </w:rPr>
        <w:t xml:space="preserve">.12 </w:t>
      </w:r>
      <w:r w:rsidRPr="0002710F">
        <w:rPr>
          <w:rFonts w:eastAsia="Aptos"/>
          <w:u w:val="single"/>
        </w:rPr>
        <w:t xml:space="preserve">Political </w:t>
      </w:r>
      <w:r w:rsidRPr="0002710F">
        <w:rPr>
          <w:rFonts w:eastAsia="Aptos"/>
          <w:highlight w:val="cyan"/>
          <w:u w:val="single"/>
        </w:rPr>
        <w:t>admin</w:t>
      </w:r>
      <w:r w:rsidRPr="0002710F">
        <w:rPr>
          <w:rFonts w:eastAsia="Aptos"/>
          <w:u w:val="single"/>
        </w:rPr>
        <w:t>istration</w:t>
      </w:r>
      <w:r w:rsidRPr="0002710F">
        <w:rPr>
          <w:rFonts w:eastAsia="Aptos"/>
          <w:highlight w:val="cyan"/>
          <w:u w:val="single"/>
        </w:rPr>
        <w:t>s hostile to labor’</w:t>
      </w:r>
      <w:r w:rsidRPr="0002710F">
        <w:rPr>
          <w:rFonts w:eastAsia="Aptos"/>
          <w:u w:val="single"/>
        </w:rPr>
        <w:t xml:space="preserve">s interests </w:t>
      </w:r>
      <w:r w:rsidRPr="0002710F">
        <w:rPr>
          <w:rFonts w:eastAsia="Aptos"/>
          <w:highlight w:val="cyan"/>
          <w:u w:val="single"/>
        </w:rPr>
        <w:t>can</w:t>
      </w:r>
      <w:r w:rsidRPr="0002710F">
        <w:rPr>
          <w:rFonts w:eastAsia="Aptos"/>
          <w:u w:val="single"/>
        </w:rPr>
        <w:t xml:space="preserve"> significantly </w:t>
      </w:r>
      <w:r w:rsidRPr="0002710F">
        <w:rPr>
          <w:rFonts w:eastAsia="Aptos"/>
          <w:highlight w:val="cyan"/>
          <w:u w:val="single"/>
        </w:rPr>
        <w:t>lengthen the</w:t>
      </w:r>
      <w:r w:rsidRPr="0002710F">
        <w:rPr>
          <w:rFonts w:eastAsia="Aptos"/>
          <w:u w:val="single"/>
        </w:rPr>
        <w:t xml:space="preserve"> representation </w:t>
      </w:r>
      <w:r w:rsidRPr="0002710F">
        <w:rPr>
          <w:rFonts w:eastAsia="Aptos"/>
          <w:highlight w:val="cyan"/>
          <w:u w:val="single"/>
        </w:rPr>
        <w:t>election process</w:t>
      </w:r>
      <w:r w:rsidRPr="0002710F">
        <w:rPr>
          <w:rFonts w:eastAsia="Aptos"/>
          <w:sz w:val="16"/>
        </w:rPr>
        <w:t xml:space="preserve">.13 </w:t>
      </w:r>
      <w:r w:rsidRPr="0002710F">
        <w:rPr>
          <w:rFonts w:eastAsia="Aptos"/>
          <w:highlight w:val="cyan"/>
          <w:u w:val="single"/>
        </w:rPr>
        <w:t>Even when unions win</w:t>
      </w:r>
      <w:r w:rsidRPr="0002710F">
        <w:rPr>
          <w:rFonts w:eastAsia="Aptos"/>
          <w:u w:val="single"/>
        </w:rPr>
        <w:t xml:space="preserve">, the </w:t>
      </w:r>
      <w:r w:rsidRPr="0002710F">
        <w:rPr>
          <w:rFonts w:eastAsia="Aptos"/>
          <w:highlight w:val="cyan"/>
          <w:u w:val="single"/>
        </w:rPr>
        <w:t>gains are limited: 44% of</w:t>
      </w:r>
      <w:r w:rsidRPr="0002710F">
        <w:rPr>
          <w:rFonts w:eastAsia="Aptos"/>
          <w:u w:val="single"/>
        </w:rPr>
        <w:t xml:space="preserve"> successful </w:t>
      </w:r>
      <w:r w:rsidRPr="0002710F">
        <w:rPr>
          <w:rFonts w:eastAsia="Aptos"/>
          <w:highlight w:val="cyan"/>
          <w:u w:val="single"/>
        </w:rPr>
        <w:t>elections do not lead to a contract</w:t>
      </w:r>
      <w:r w:rsidRPr="0002710F">
        <w:rPr>
          <w:rFonts w:eastAsia="Aptos"/>
          <w:u w:val="single"/>
        </w:rPr>
        <w:t xml:space="preserve"> within the first year, </w:t>
      </w:r>
      <w:r w:rsidRPr="0002710F">
        <w:rPr>
          <w:rFonts w:eastAsia="Aptos"/>
          <w:highlight w:val="cyan"/>
          <w:u w:val="single"/>
        </w:rPr>
        <w:t>because of weak enforcement</w:t>
      </w:r>
      <w:r w:rsidRPr="0002710F">
        <w:rPr>
          <w:rFonts w:eastAsia="Aptos"/>
          <w:u w:val="single"/>
        </w:rPr>
        <w:t xml:space="preserve"> mechanisms in the NLRA and minimal penalties for employers who obstruct the process</w:t>
      </w:r>
      <w:r w:rsidRPr="0002710F">
        <w:rPr>
          <w:rFonts w:eastAsia="Aptos"/>
          <w:sz w:val="16"/>
        </w:rPr>
        <w:t xml:space="preserve">.14 Given all of this, </w:t>
      </w:r>
      <w:r w:rsidRPr="0002710F">
        <w:rPr>
          <w:rFonts w:eastAsia="Aptos"/>
          <w:u w:val="single"/>
        </w:rPr>
        <w:t xml:space="preserve">it is </w:t>
      </w:r>
      <w:r w:rsidRPr="0002710F">
        <w:rPr>
          <w:rFonts w:eastAsia="Aptos"/>
          <w:highlight w:val="cyan"/>
          <w:u w:val="single"/>
        </w:rPr>
        <w:t>difficult to imagine</w:t>
      </w:r>
      <w:r w:rsidRPr="0002710F">
        <w:rPr>
          <w:rFonts w:eastAsia="Aptos"/>
          <w:u w:val="single"/>
        </w:rPr>
        <w:t xml:space="preserve"> the</w:t>
      </w:r>
      <w:r w:rsidRPr="0002710F">
        <w:rPr>
          <w:rFonts w:eastAsia="Aptos"/>
          <w:sz w:val="16"/>
        </w:rPr>
        <w:t xml:space="preserve"> current </w:t>
      </w:r>
      <w:r w:rsidRPr="0002710F">
        <w:rPr>
          <w:rFonts w:eastAsia="Aptos"/>
          <w:iCs/>
          <w:highlight w:val="cyan"/>
          <w:u w:val="single"/>
          <w:bdr w:val="single" w:sz="8" w:space="0" w:color="auto"/>
        </w:rPr>
        <w:t>NLRB</w:t>
      </w:r>
      <w:r w:rsidRPr="0002710F">
        <w:rPr>
          <w:rFonts w:eastAsia="Aptos"/>
          <w:sz w:val="16"/>
        </w:rPr>
        <w:t xml:space="preserve"> certification process </w:t>
      </w:r>
      <w:r w:rsidRPr="0002710F">
        <w:rPr>
          <w:rFonts w:eastAsia="Aptos"/>
          <w:iCs/>
          <w:highlight w:val="cyan"/>
          <w:u w:val="single"/>
          <w:bdr w:val="single" w:sz="8" w:space="0" w:color="auto"/>
        </w:rPr>
        <w:t>as</w:t>
      </w:r>
      <w:r w:rsidRPr="0002710F">
        <w:rPr>
          <w:rFonts w:eastAsia="Aptos"/>
          <w:iCs/>
          <w:u w:val="single"/>
          <w:bdr w:val="single" w:sz="8" w:space="0" w:color="auto"/>
        </w:rPr>
        <w:t xml:space="preserve"> a </w:t>
      </w:r>
      <w:r w:rsidRPr="0002710F">
        <w:rPr>
          <w:rFonts w:eastAsia="Aptos"/>
          <w:iCs/>
          <w:highlight w:val="cyan"/>
          <w:u w:val="single"/>
          <w:bdr w:val="single" w:sz="8" w:space="0" w:color="auto"/>
        </w:rPr>
        <w:t>viable</w:t>
      </w:r>
      <w:r w:rsidRPr="0002710F">
        <w:rPr>
          <w:rFonts w:eastAsia="Aptos"/>
          <w:iCs/>
          <w:u w:val="single"/>
          <w:bdr w:val="single" w:sz="8" w:space="0" w:color="auto"/>
        </w:rPr>
        <w:t xml:space="preserve"> channel </w:t>
      </w:r>
      <w:r w:rsidRPr="0002710F">
        <w:rPr>
          <w:rFonts w:eastAsia="Aptos"/>
          <w:iCs/>
          <w:highlight w:val="cyan"/>
          <w:u w:val="single"/>
          <w:bdr w:val="single" w:sz="8" w:space="0" w:color="auto"/>
        </w:rPr>
        <w:t>for</w:t>
      </w:r>
      <w:r w:rsidRPr="0002710F">
        <w:rPr>
          <w:rFonts w:eastAsia="Aptos"/>
          <w:iCs/>
          <w:u w:val="single"/>
          <w:bdr w:val="single" w:sz="8" w:space="0" w:color="auto"/>
        </w:rPr>
        <w:t xml:space="preserve"> unionizing </w:t>
      </w:r>
      <w:r w:rsidRPr="0002710F">
        <w:rPr>
          <w:rFonts w:eastAsia="Aptos"/>
          <w:iCs/>
          <w:highlight w:val="cyan"/>
          <w:u w:val="single"/>
          <w:bdr w:val="single" w:sz="8" w:space="0" w:color="auto"/>
        </w:rPr>
        <w:t>millions</w:t>
      </w:r>
      <w:r w:rsidRPr="0002710F">
        <w:rPr>
          <w:rFonts w:eastAsia="Aptos"/>
          <w:iCs/>
          <w:u w:val="single"/>
          <w:bdr w:val="single" w:sz="8" w:space="0" w:color="auto"/>
        </w:rPr>
        <w:t xml:space="preserve"> of</w:t>
      </w:r>
      <w:r w:rsidRPr="0002710F">
        <w:rPr>
          <w:rFonts w:eastAsia="Aptos"/>
          <w:sz w:val="16"/>
        </w:rPr>
        <w:t xml:space="preserve"> </w:t>
      </w:r>
      <w:r w:rsidRPr="0002710F">
        <w:rPr>
          <w:rFonts w:eastAsia="Aptos"/>
          <w:iCs/>
          <w:u w:val="single"/>
          <w:bdr w:val="single" w:sz="8" w:space="0" w:color="auto"/>
        </w:rPr>
        <w:t>workers</w:t>
      </w:r>
      <w:r w:rsidRPr="0002710F">
        <w:rPr>
          <w:rFonts w:eastAsia="Aptos"/>
          <w:sz w:val="16"/>
        </w:rPr>
        <w:t xml:space="preserve">. </w:t>
      </w:r>
      <w:r w:rsidRPr="0002710F">
        <w:rPr>
          <w:rFonts w:eastAsia="Aptos"/>
          <w:u w:val="single"/>
        </w:rPr>
        <w:t>Creating a functional NLRB</w:t>
      </w:r>
      <w:r w:rsidRPr="0002710F">
        <w:rPr>
          <w:rFonts w:eastAsia="Aptos"/>
          <w:sz w:val="16"/>
        </w:rPr>
        <w:t xml:space="preserve"> </w:t>
      </w:r>
      <w:r w:rsidRPr="0002710F">
        <w:rPr>
          <w:rFonts w:eastAsia="Aptos"/>
          <w:u w:val="single"/>
        </w:rPr>
        <w:t xml:space="preserve">would require politicians to fundamentally alter the NLRA, or </w:t>
      </w:r>
      <w:r w:rsidRPr="0002710F">
        <w:rPr>
          <w:rFonts w:eastAsia="Aptos"/>
          <w:iCs/>
          <w:u w:val="single"/>
          <w:bdr w:val="single" w:sz="8" w:space="0" w:color="auto"/>
        </w:rPr>
        <w:t xml:space="preserve">replace it </w:t>
      </w:r>
      <w:r w:rsidRPr="0002710F">
        <w:rPr>
          <w:rFonts w:eastAsia="Aptos"/>
          <w:sz w:val="16"/>
        </w:rPr>
        <w:t>with new legislation, but even Democrat-controlled congresses have failed to pass reforms.</w:t>
      </w:r>
    </w:p>
    <w:p w14:paraId="1486172E" w14:textId="77777777" w:rsidR="0002710F" w:rsidRPr="0002710F" w:rsidRDefault="0002710F" w:rsidP="0002710F">
      <w:pPr>
        <w:keepNext/>
        <w:keepLines/>
        <w:spacing w:before="40" w:after="0"/>
        <w:outlineLvl w:val="3"/>
        <w:rPr>
          <w:rFonts w:eastAsia="Times New Roman"/>
          <w:b/>
          <w:iCs/>
          <w:sz w:val="26"/>
        </w:rPr>
      </w:pPr>
      <w:r w:rsidRPr="0002710F">
        <w:rPr>
          <w:rFonts w:eastAsia="Times New Roman"/>
          <w:b/>
          <w:iCs/>
          <w:sz w:val="26"/>
        </w:rPr>
        <w:t xml:space="preserve">4. Not topical. Enforcement of rights is </w:t>
      </w:r>
      <w:r w:rsidRPr="0002710F">
        <w:rPr>
          <w:rFonts w:eastAsia="Times New Roman"/>
          <w:b/>
          <w:iCs/>
          <w:sz w:val="26"/>
          <w:u w:val="single"/>
        </w:rPr>
        <w:t>distinct</w:t>
      </w:r>
      <w:r w:rsidRPr="0002710F">
        <w:rPr>
          <w:rFonts w:eastAsia="Times New Roman"/>
          <w:b/>
          <w:iCs/>
          <w:sz w:val="26"/>
        </w:rPr>
        <w:t xml:space="preserve"> from strength. </w:t>
      </w:r>
    </w:p>
    <w:p w14:paraId="7733EE3D" w14:textId="77777777" w:rsidR="0002710F" w:rsidRPr="0002710F" w:rsidRDefault="0002710F" w:rsidP="0002710F">
      <w:pPr>
        <w:rPr>
          <w:rFonts w:eastAsia="Aptos"/>
        </w:rPr>
      </w:pPr>
      <w:r w:rsidRPr="0002710F">
        <w:rPr>
          <w:rFonts w:eastAsia="Aptos"/>
        </w:rPr>
        <w:t xml:space="preserve">Jim </w:t>
      </w:r>
      <w:r w:rsidRPr="0002710F">
        <w:rPr>
          <w:rFonts w:eastAsia="Aptos"/>
          <w:b/>
          <w:bCs/>
          <w:sz w:val="26"/>
        </w:rPr>
        <w:t>Staihar 17</w:t>
      </w:r>
      <w:r w:rsidRPr="0002710F">
        <w:rPr>
          <w:rFonts w:eastAsia="Aptos"/>
        </w:rPr>
        <w:t>, Assistant Professor, Robert H. Smith School of Business, University of Maryland, Associate Director, Center for the Study of Business Ethics, Regulation, and Crime, University of Maryland, "Income Inequality and Pay Ratio Disclosure: A Moral Critique of Section 953(b)," University of Pennsylvania Journal of Business Law, vol. 19, Winter 2017, pp. 457-494, Lexis</w:t>
      </w:r>
    </w:p>
    <w:p w14:paraId="1E4792A6" w14:textId="77777777" w:rsidR="0002710F" w:rsidRPr="0002710F" w:rsidRDefault="0002710F" w:rsidP="0002710F">
      <w:pPr>
        <w:rPr>
          <w:rFonts w:eastAsia="Aptos"/>
          <w:sz w:val="12"/>
          <w:szCs w:val="20"/>
        </w:rPr>
      </w:pPr>
      <w:r w:rsidRPr="0002710F">
        <w:rPr>
          <w:rFonts w:eastAsia="Aptos"/>
          <w:u w:val="single"/>
        </w:rPr>
        <w:t xml:space="preserve">Even if workers possess </w:t>
      </w:r>
      <w:r w:rsidRPr="0002710F">
        <w:rPr>
          <w:rFonts w:eastAsia="Aptos"/>
          <w:iCs/>
          <w:u w:val="single"/>
          <w:bdr w:val="single" w:sz="8" w:space="0" w:color="auto"/>
        </w:rPr>
        <w:t>some</w:t>
      </w:r>
      <w:r w:rsidRPr="0002710F">
        <w:rPr>
          <w:rFonts w:eastAsia="Aptos"/>
          <w:sz w:val="12"/>
          <w:szCs w:val="20"/>
        </w:rPr>
        <w:t xml:space="preserve"> collective bargaining </w:t>
      </w:r>
      <w:r w:rsidRPr="0002710F">
        <w:rPr>
          <w:rFonts w:eastAsia="Aptos"/>
          <w:iCs/>
          <w:u w:val="single"/>
          <w:bdr w:val="single" w:sz="8" w:space="0" w:color="auto"/>
        </w:rPr>
        <w:t>rights</w:t>
      </w:r>
      <w:r w:rsidRPr="0002710F">
        <w:rPr>
          <w:rFonts w:eastAsia="Aptos"/>
          <w:u w:val="single"/>
        </w:rPr>
        <w:t>, those</w:t>
      </w:r>
      <w:r w:rsidRPr="0002710F">
        <w:rPr>
          <w:rFonts w:eastAsia="Aptos"/>
          <w:sz w:val="12"/>
          <w:szCs w:val="20"/>
        </w:rPr>
        <w:t xml:space="preserve"> rights </w:t>
      </w:r>
      <w:r w:rsidRPr="0002710F">
        <w:rPr>
          <w:rFonts w:eastAsia="Aptos"/>
          <w:u w:val="single"/>
        </w:rPr>
        <w:t>could be</w:t>
      </w:r>
      <w:r w:rsidRPr="0002710F">
        <w:rPr>
          <w:rFonts w:eastAsia="Aptos"/>
          <w:sz w:val="12"/>
          <w:szCs w:val="20"/>
        </w:rPr>
        <w:t xml:space="preserve"> </w:t>
      </w:r>
      <w:r w:rsidRPr="0002710F">
        <w:rPr>
          <w:rFonts w:eastAsia="Aptos"/>
          <w:iCs/>
          <w:u w:val="single"/>
          <w:bdr w:val="single" w:sz="8" w:space="0" w:color="auto"/>
        </w:rPr>
        <w:t>too weak</w:t>
      </w:r>
      <w:r w:rsidRPr="0002710F">
        <w:rPr>
          <w:rFonts w:eastAsia="Aptos"/>
          <w:sz w:val="12"/>
          <w:szCs w:val="20"/>
        </w:rPr>
        <w:t xml:space="preserve"> </w:t>
      </w:r>
      <w:r w:rsidRPr="0002710F">
        <w:rPr>
          <w:rFonts w:eastAsia="Aptos"/>
          <w:u w:val="single"/>
        </w:rPr>
        <w:t>to provide them with enough</w:t>
      </w:r>
      <w:r w:rsidRPr="0002710F">
        <w:rPr>
          <w:rFonts w:eastAsia="Aptos"/>
          <w:sz w:val="12"/>
          <w:szCs w:val="20"/>
        </w:rPr>
        <w:t xml:space="preserve"> </w:t>
      </w:r>
      <w:r w:rsidRPr="0002710F">
        <w:rPr>
          <w:rFonts w:eastAsia="Aptos"/>
          <w:iCs/>
          <w:u w:val="single"/>
          <w:bdr w:val="single" w:sz="8" w:space="0" w:color="auto"/>
        </w:rPr>
        <w:t>bargaining power</w:t>
      </w:r>
      <w:r w:rsidRPr="0002710F">
        <w:rPr>
          <w:rFonts w:eastAsia="Aptos"/>
          <w:sz w:val="12"/>
          <w:szCs w:val="20"/>
        </w:rPr>
        <w:t xml:space="preserve"> to make the pay-setting process fair. For example, sufficiently strong collective bargaining rights might deny an individual worker the right to enjoy the benefits of a collective bargaining agreement without paying his fair share of the union costs required to negotiate the agreement. 141 Some jurisdictions might make it too easy for individual workers to avoid paying their fair share of what is required to negotiate a collective bargaining agreement with their company. 142 More generally, jurisdictions might deny workers the collective right to protest effectively against management decisions that they find objectionable. Jurisdictions could unfairly limit the rights of employees to organize a strike, boycott, or other forms of effective protest against a company. 143</w:t>
      </w:r>
    </w:p>
    <w:p w14:paraId="3AD1A0C7" w14:textId="77777777" w:rsidR="0002710F" w:rsidRPr="0002710F" w:rsidRDefault="0002710F" w:rsidP="0002710F">
      <w:pPr>
        <w:rPr>
          <w:rFonts w:eastAsia="Aptos"/>
          <w:sz w:val="12"/>
          <w:szCs w:val="20"/>
        </w:rPr>
      </w:pPr>
      <w:r w:rsidRPr="0002710F">
        <w:rPr>
          <w:rFonts w:eastAsia="Aptos"/>
          <w:sz w:val="12"/>
          <w:szCs w:val="20"/>
        </w:rPr>
        <w:t xml:space="preserve">[*494] And </w:t>
      </w:r>
      <w:r w:rsidRPr="0002710F">
        <w:rPr>
          <w:rFonts w:eastAsia="Aptos"/>
          <w:iCs/>
          <w:highlight w:val="cyan"/>
          <w:u w:val="single"/>
          <w:bdr w:val="single" w:sz="8" w:space="0" w:color="auto"/>
        </w:rPr>
        <w:t>even if</w:t>
      </w:r>
      <w:r w:rsidRPr="0002710F">
        <w:rPr>
          <w:rFonts w:eastAsia="Aptos"/>
          <w:sz w:val="12"/>
          <w:szCs w:val="20"/>
          <w:highlight w:val="cyan"/>
        </w:rPr>
        <w:t xml:space="preserve"> </w:t>
      </w:r>
      <w:r w:rsidRPr="0002710F">
        <w:rPr>
          <w:rFonts w:eastAsia="Aptos"/>
          <w:highlight w:val="cyan"/>
          <w:u w:val="single"/>
        </w:rPr>
        <w:t>workers have</w:t>
      </w:r>
      <w:r w:rsidRPr="0002710F">
        <w:rPr>
          <w:rFonts w:eastAsia="Aptos"/>
          <w:sz w:val="12"/>
          <w:szCs w:val="20"/>
        </w:rPr>
        <w:t xml:space="preserve"> </w:t>
      </w:r>
      <w:r w:rsidRPr="0002710F">
        <w:rPr>
          <w:rFonts w:eastAsia="Aptos"/>
          <w:iCs/>
          <w:u w:val="single"/>
          <w:bdr w:val="single" w:sz="8" w:space="0" w:color="auto"/>
        </w:rPr>
        <w:t xml:space="preserve">sufficiently </w:t>
      </w:r>
      <w:r w:rsidRPr="0002710F">
        <w:rPr>
          <w:rFonts w:eastAsia="Aptos"/>
          <w:iCs/>
          <w:highlight w:val="cyan"/>
          <w:u w:val="single"/>
          <w:bdr w:val="single" w:sz="8" w:space="0" w:color="auto"/>
        </w:rPr>
        <w:t>strong</w:t>
      </w:r>
      <w:r w:rsidRPr="0002710F">
        <w:rPr>
          <w:rFonts w:eastAsia="Aptos"/>
          <w:iCs/>
          <w:u w:val="single"/>
          <w:bdr w:val="single" w:sz="8" w:space="0" w:color="auto"/>
        </w:rPr>
        <w:t xml:space="preserve"> </w:t>
      </w:r>
      <w:r w:rsidRPr="0002710F">
        <w:rPr>
          <w:rFonts w:eastAsia="Aptos"/>
          <w:iCs/>
          <w:highlight w:val="cyan"/>
          <w:u w:val="single"/>
          <w:bdr w:val="single" w:sz="8" w:space="0" w:color="auto"/>
        </w:rPr>
        <w:t>collective bargaining rights</w:t>
      </w:r>
      <w:r w:rsidRPr="0002710F">
        <w:rPr>
          <w:rFonts w:eastAsia="Aptos"/>
          <w:u w:val="single"/>
        </w:rPr>
        <w:t xml:space="preserve">, </w:t>
      </w:r>
      <w:r w:rsidRPr="0002710F">
        <w:rPr>
          <w:rFonts w:eastAsia="Aptos"/>
          <w:highlight w:val="cyan"/>
          <w:u w:val="single"/>
        </w:rPr>
        <w:t>there can</w:t>
      </w:r>
      <w:r w:rsidRPr="0002710F">
        <w:rPr>
          <w:rFonts w:eastAsia="Aptos"/>
          <w:u w:val="single"/>
        </w:rPr>
        <w:t xml:space="preserve"> still </w:t>
      </w:r>
      <w:r w:rsidRPr="0002710F">
        <w:rPr>
          <w:rFonts w:eastAsia="Aptos"/>
          <w:highlight w:val="cyan"/>
          <w:u w:val="single"/>
        </w:rPr>
        <w:t>be</w:t>
      </w:r>
      <w:r w:rsidRPr="0002710F">
        <w:rPr>
          <w:rFonts w:eastAsia="Aptos"/>
          <w:sz w:val="12"/>
          <w:szCs w:val="20"/>
          <w:highlight w:val="cyan"/>
        </w:rPr>
        <w:t xml:space="preserve"> </w:t>
      </w:r>
      <w:r w:rsidRPr="0002710F">
        <w:rPr>
          <w:rFonts w:eastAsia="Aptos"/>
          <w:iCs/>
          <w:highlight w:val="cyan"/>
          <w:u w:val="single"/>
          <w:bdr w:val="single" w:sz="8" w:space="0" w:color="auto"/>
        </w:rPr>
        <w:t>impediments</w:t>
      </w:r>
      <w:r w:rsidRPr="0002710F">
        <w:rPr>
          <w:rFonts w:eastAsia="Aptos"/>
          <w:sz w:val="12"/>
          <w:szCs w:val="20"/>
          <w:highlight w:val="cyan"/>
        </w:rPr>
        <w:t xml:space="preserve"> </w:t>
      </w:r>
      <w:r w:rsidRPr="0002710F">
        <w:rPr>
          <w:rFonts w:eastAsia="Aptos"/>
          <w:highlight w:val="cyan"/>
          <w:u w:val="single"/>
        </w:rPr>
        <w:t>to</w:t>
      </w:r>
      <w:r w:rsidRPr="0002710F">
        <w:rPr>
          <w:rFonts w:eastAsia="Aptos"/>
          <w:sz w:val="12"/>
          <w:szCs w:val="20"/>
          <w:highlight w:val="cyan"/>
        </w:rPr>
        <w:t xml:space="preserve"> </w:t>
      </w:r>
      <w:r w:rsidRPr="0002710F">
        <w:rPr>
          <w:rFonts w:eastAsia="Aptos"/>
          <w:iCs/>
          <w:highlight w:val="cyan"/>
          <w:u w:val="single"/>
          <w:bdr w:val="single" w:sz="8" w:space="0" w:color="auto"/>
        </w:rPr>
        <w:t>exercising</w:t>
      </w:r>
      <w:r w:rsidRPr="0002710F">
        <w:rPr>
          <w:rFonts w:eastAsia="Aptos"/>
          <w:sz w:val="12"/>
          <w:szCs w:val="20"/>
        </w:rPr>
        <w:t xml:space="preserve"> </w:t>
      </w:r>
      <w:r w:rsidRPr="0002710F">
        <w:rPr>
          <w:rFonts w:eastAsia="Aptos"/>
          <w:u w:val="single"/>
        </w:rPr>
        <w:t xml:space="preserve">those </w:t>
      </w:r>
      <w:r w:rsidRPr="0002710F">
        <w:rPr>
          <w:rFonts w:eastAsia="Aptos"/>
          <w:highlight w:val="cyan"/>
          <w:u w:val="single"/>
        </w:rPr>
        <w:t>rights</w:t>
      </w:r>
      <w:r w:rsidRPr="0002710F">
        <w:rPr>
          <w:rFonts w:eastAsia="Aptos"/>
          <w:u w:val="single"/>
        </w:rPr>
        <w:t>. Various forms of</w:t>
      </w:r>
      <w:r w:rsidRPr="0002710F">
        <w:rPr>
          <w:rFonts w:eastAsia="Aptos"/>
          <w:sz w:val="12"/>
          <w:szCs w:val="20"/>
        </w:rPr>
        <w:t xml:space="preserve"> </w:t>
      </w:r>
      <w:r w:rsidRPr="0002710F">
        <w:rPr>
          <w:rFonts w:eastAsia="Aptos"/>
          <w:iCs/>
          <w:u w:val="single"/>
          <w:bdr w:val="single" w:sz="8" w:space="0" w:color="auto"/>
        </w:rPr>
        <w:t>corruption</w:t>
      </w:r>
      <w:r w:rsidRPr="0002710F">
        <w:rPr>
          <w:rFonts w:eastAsia="Aptos"/>
          <w:sz w:val="12"/>
          <w:szCs w:val="20"/>
        </w:rPr>
        <w:t xml:space="preserve"> </w:t>
      </w:r>
      <w:r w:rsidRPr="0002710F">
        <w:rPr>
          <w:rFonts w:eastAsia="Aptos"/>
          <w:u w:val="single"/>
        </w:rPr>
        <w:t xml:space="preserve">can prevent workers from effectively exercising collective bargaining rights. </w:t>
      </w:r>
      <w:r w:rsidRPr="0002710F">
        <w:rPr>
          <w:rFonts w:eastAsia="Aptos"/>
          <w:highlight w:val="cyan"/>
          <w:u w:val="single"/>
        </w:rPr>
        <w:t>Companies might</w:t>
      </w:r>
      <w:r w:rsidRPr="0002710F">
        <w:rPr>
          <w:rFonts w:eastAsia="Aptos"/>
          <w:sz w:val="12"/>
          <w:szCs w:val="20"/>
          <w:highlight w:val="cyan"/>
        </w:rPr>
        <w:t xml:space="preserve"> </w:t>
      </w:r>
      <w:r w:rsidRPr="0002710F">
        <w:rPr>
          <w:rFonts w:eastAsia="Aptos"/>
          <w:iCs/>
          <w:highlight w:val="cyan"/>
          <w:u w:val="single"/>
          <w:bdr w:val="single" w:sz="8" w:space="0" w:color="auto"/>
        </w:rPr>
        <w:t>coerce workers</w:t>
      </w:r>
      <w:r w:rsidRPr="0002710F">
        <w:rPr>
          <w:rFonts w:eastAsia="Aptos"/>
          <w:sz w:val="12"/>
          <w:szCs w:val="20"/>
          <w:highlight w:val="cyan"/>
        </w:rPr>
        <w:t xml:space="preserve"> </w:t>
      </w:r>
      <w:r w:rsidRPr="0002710F">
        <w:rPr>
          <w:rFonts w:eastAsia="Aptos"/>
          <w:highlight w:val="cyan"/>
          <w:u w:val="single"/>
        </w:rPr>
        <w:t>not to</w:t>
      </w:r>
      <w:r w:rsidRPr="0002710F">
        <w:rPr>
          <w:rFonts w:eastAsia="Aptos"/>
          <w:u w:val="single"/>
        </w:rPr>
        <w:t xml:space="preserve"> </w:t>
      </w:r>
      <w:r w:rsidRPr="0002710F">
        <w:rPr>
          <w:rFonts w:eastAsia="Aptos"/>
          <w:highlight w:val="cyan"/>
          <w:u w:val="single"/>
        </w:rPr>
        <w:t>unionize</w:t>
      </w:r>
      <w:r w:rsidRPr="0002710F">
        <w:rPr>
          <w:rFonts w:eastAsia="Aptos"/>
          <w:sz w:val="12"/>
          <w:szCs w:val="20"/>
        </w:rPr>
        <w:t xml:space="preserve">. At one extreme, </w:t>
      </w:r>
      <w:r w:rsidRPr="0002710F">
        <w:rPr>
          <w:rFonts w:eastAsia="Aptos"/>
          <w:u w:val="single"/>
        </w:rPr>
        <w:t xml:space="preserve">companies can </w:t>
      </w:r>
      <w:r w:rsidRPr="0002710F">
        <w:rPr>
          <w:rFonts w:eastAsia="Aptos"/>
          <w:highlight w:val="cyan"/>
          <w:u w:val="single"/>
        </w:rPr>
        <w:t>use</w:t>
      </w:r>
      <w:r w:rsidRPr="0002710F">
        <w:rPr>
          <w:rFonts w:eastAsia="Aptos"/>
          <w:sz w:val="12"/>
          <w:szCs w:val="20"/>
          <w:highlight w:val="cyan"/>
        </w:rPr>
        <w:t xml:space="preserve"> </w:t>
      </w:r>
      <w:r w:rsidRPr="0002710F">
        <w:rPr>
          <w:rFonts w:eastAsia="Aptos"/>
          <w:iCs/>
          <w:highlight w:val="cyan"/>
          <w:u w:val="single"/>
          <w:bdr w:val="single" w:sz="8" w:space="0" w:color="auto"/>
        </w:rPr>
        <w:t>violence</w:t>
      </w:r>
      <w:r w:rsidRPr="0002710F">
        <w:rPr>
          <w:rFonts w:eastAsia="Aptos"/>
          <w:sz w:val="12"/>
          <w:szCs w:val="20"/>
        </w:rPr>
        <w:t xml:space="preserve"> </w:t>
      </w:r>
      <w:r w:rsidRPr="0002710F">
        <w:rPr>
          <w:rFonts w:eastAsia="Aptos"/>
          <w:highlight w:val="cyan"/>
          <w:u w:val="single"/>
        </w:rPr>
        <w:t>to</w:t>
      </w:r>
      <w:r w:rsidRPr="0002710F">
        <w:rPr>
          <w:rFonts w:eastAsia="Aptos"/>
          <w:sz w:val="12"/>
          <w:szCs w:val="20"/>
          <w:highlight w:val="cyan"/>
        </w:rPr>
        <w:t xml:space="preserve"> </w:t>
      </w:r>
      <w:r w:rsidRPr="0002710F">
        <w:rPr>
          <w:rFonts w:eastAsia="Aptos"/>
          <w:iCs/>
          <w:highlight w:val="cyan"/>
          <w:u w:val="single"/>
          <w:bdr w:val="single" w:sz="8" w:space="0" w:color="auto"/>
        </w:rPr>
        <w:t>break</w:t>
      </w:r>
      <w:r w:rsidRPr="0002710F">
        <w:rPr>
          <w:rFonts w:eastAsia="Aptos"/>
          <w:iCs/>
          <w:u w:val="single"/>
          <w:bdr w:val="single" w:sz="8" w:space="0" w:color="auto"/>
        </w:rPr>
        <w:t xml:space="preserve"> up</w:t>
      </w:r>
      <w:r w:rsidRPr="0002710F">
        <w:rPr>
          <w:rFonts w:eastAsia="Aptos"/>
          <w:sz w:val="12"/>
          <w:szCs w:val="20"/>
        </w:rPr>
        <w:t xml:space="preserve"> </w:t>
      </w:r>
      <w:r w:rsidRPr="0002710F">
        <w:rPr>
          <w:rFonts w:eastAsia="Aptos"/>
          <w:u w:val="single"/>
        </w:rPr>
        <w:t xml:space="preserve">any </w:t>
      </w:r>
      <w:r w:rsidRPr="0002710F">
        <w:rPr>
          <w:rFonts w:eastAsia="Aptos"/>
          <w:highlight w:val="cyan"/>
          <w:u w:val="single"/>
        </w:rPr>
        <w:t>attempt</w:t>
      </w:r>
      <w:r w:rsidRPr="0002710F">
        <w:rPr>
          <w:rFonts w:eastAsia="Aptos"/>
          <w:u w:val="single"/>
        </w:rPr>
        <w:t xml:space="preserve"> among employees </w:t>
      </w:r>
      <w:r w:rsidRPr="0002710F">
        <w:rPr>
          <w:rFonts w:eastAsia="Aptos"/>
          <w:highlight w:val="cyan"/>
          <w:u w:val="single"/>
        </w:rPr>
        <w:t>to form a union</w:t>
      </w:r>
      <w:r w:rsidRPr="0002710F">
        <w:rPr>
          <w:rFonts w:eastAsia="Aptos"/>
          <w:sz w:val="12"/>
          <w:szCs w:val="20"/>
        </w:rPr>
        <w:t xml:space="preserve">. 144 </w:t>
      </w:r>
      <w:r w:rsidRPr="0002710F">
        <w:rPr>
          <w:rFonts w:eastAsia="Aptos"/>
          <w:u w:val="single"/>
        </w:rPr>
        <w:t>Union</w:t>
      </w:r>
      <w:r w:rsidRPr="0002710F">
        <w:rPr>
          <w:rFonts w:eastAsia="Aptos"/>
          <w:sz w:val="12"/>
          <w:szCs w:val="20"/>
        </w:rPr>
        <w:t xml:space="preserve"> </w:t>
      </w:r>
      <w:r w:rsidRPr="0002710F">
        <w:rPr>
          <w:rFonts w:eastAsia="Aptos"/>
          <w:iCs/>
          <w:highlight w:val="cyan"/>
          <w:u w:val="single"/>
          <w:bdr w:val="single" w:sz="8" w:space="0" w:color="auto"/>
        </w:rPr>
        <w:t>leaders</w:t>
      </w:r>
      <w:r w:rsidRPr="0002710F">
        <w:rPr>
          <w:rFonts w:eastAsia="Aptos"/>
          <w:sz w:val="12"/>
          <w:szCs w:val="20"/>
          <w:highlight w:val="cyan"/>
        </w:rPr>
        <w:t xml:space="preserve"> </w:t>
      </w:r>
      <w:r w:rsidRPr="0002710F">
        <w:rPr>
          <w:rFonts w:eastAsia="Aptos"/>
          <w:u w:val="single"/>
        </w:rPr>
        <w:t>can also fall prey to corruption</w:t>
      </w:r>
      <w:r w:rsidRPr="0002710F">
        <w:rPr>
          <w:rFonts w:eastAsia="Aptos"/>
          <w:sz w:val="12"/>
          <w:szCs w:val="20"/>
        </w:rPr>
        <w:t xml:space="preserve">, violating their fiduciary duty to bargain effectively on behalf of workers in the pay-setting process. At another extreme, </w:t>
      </w:r>
      <w:r w:rsidRPr="0002710F">
        <w:rPr>
          <w:rFonts w:eastAsia="Aptos"/>
          <w:u w:val="single"/>
        </w:rPr>
        <w:t xml:space="preserve">union leaders </w:t>
      </w:r>
      <w:r w:rsidRPr="0002710F">
        <w:rPr>
          <w:rFonts w:eastAsia="Aptos"/>
          <w:highlight w:val="cyan"/>
          <w:u w:val="single"/>
        </w:rPr>
        <w:t>might</w:t>
      </w:r>
      <w:r w:rsidRPr="0002710F">
        <w:rPr>
          <w:rFonts w:eastAsia="Aptos"/>
          <w:sz w:val="12"/>
          <w:szCs w:val="20"/>
          <w:highlight w:val="cyan"/>
        </w:rPr>
        <w:t xml:space="preserve"> </w:t>
      </w:r>
      <w:r w:rsidRPr="0002710F">
        <w:rPr>
          <w:rFonts w:eastAsia="Aptos"/>
          <w:iCs/>
          <w:highlight w:val="cyan"/>
          <w:u w:val="single"/>
          <w:bdr w:val="single" w:sz="8" w:space="0" w:color="auto"/>
        </w:rPr>
        <w:t>accept bribes</w:t>
      </w:r>
      <w:r w:rsidRPr="0002710F">
        <w:rPr>
          <w:rFonts w:eastAsia="Aptos"/>
          <w:sz w:val="12"/>
          <w:szCs w:val="20"/>
        </w:rPr>
        <w:t xml:space="preserve"> </w:t>
      </w:r>
      <w:r w:rsidRPr="0002710F">
        <w:rPr>
          <w:rFonts w:eastAsia="Aptos"/>
          <w:u w:val="single"/>
        </w:rPr>
        <w:t>from</w:t>
      </w:r>
      <w:r w:rsidRPr="0002710F">
        <w:rPr>
          <w:rFonts w:eastAsia="Aptos"/>
          <w:sz w:val="12"/>
          <w:szCs w:val="20"/>
        </w:rPr>
        <w:t xml:space="preserve"> </w:t>
      </w:r>
      <w:r w:rsidRPr="0002710F">
        <w:rPr>
          <w:rFonts w:eastAsia="Aptos"/>
          <w:iCs/>
          <w:u w:val="single"/>
          <w:bdr w:val="single" w:sz="8" w:space="0" w:color="auto"/>
        </w:rPr>
        <w:t>companies</w:t>
      </w:r>
      <w:r w:rsidRPr="0002710F">
        <w:rPr>
          <w:rFonts w:eastAsia="Aptos"/>
          <w:sz w:val="12"/>
          <w:szCs w:val="20"/>
        </w:rPr>
        <w:t xml:space="preserve"> they are negotiating with </w:t>
      </w:r>
      <w:r w:rsidRPr="0002710F">
        <w:rPr>
          <w:rFonts w:eastAsia="Aptos"/>
          <w:u w:val="single"/>
        </w:rPr>
        <w:t xml:space="preserve">in exchange </w:t>
      </w:r>
      <w:r w:rsidRPr="0002710F">
        <w:rPr>
          <w:rFonts w:eastAsia="Aptos"/>
          <w:highlight w:val="cyan"/>
          <w:u w:val="single"/>
        </w:rPr>
        <w:t>for</w:t>
      </w:r>
      <w:r w:rsidRPr="0002710F">
        <w:rPr>
          <w:rFonts w:eastAsia="Aptos"/>
          <w:u w:val="single"/>
        </w:rPr>
        <w:t xml:space="preserve"> accepting</w:t>
      </w:r>
      <w:r w:rsidRPr="0002710F">
        <w:rPr>
          <w:rFonts w:eastAsia="Aptos"/>
          <w:sz w:val="12"/>
          <w:szCs w:val="20"/>
        </w:rPr>
        <w:t xml:space="preserve"> </w:t>
      </w:r>
      <w:r w:rsidRPr="0002710F">
        <w:rPr>
          <w:rFonts w:eastAsia="Aptos"/>
          <w:iCs/>
          <w:highlight w:val="cyan"/>
          <w:u w:val="single"/>
          <w:bdr w:val="single" w:sz="8" w:space="0" w:color="auto"/>
        </w:rPr>
        <w:t>lower</w:t>
      </w:r>
      <w:r w:rsidRPr="0002710F">
        <w:rPr>
          <w:rFonts w:eastAsia="Aptos"/>
          <w:sz w:val="12"/>
          <w:szCs w:val="20"/>
        </w:rPr>
        <w:t xml:space="preserve"> wages or </w:t>
      </w:r>
      <w:r w:rsidRPr="0002710F">
        <w:rPr>
          <w:rFonts w:eastAsia="Aptos"/>
          <w:iCs/>
          <w:highlight w:val="cyan"/>
          <w:u w:val="single"/>
          <w:bdr w:val="single" w:sz="8" w:space="0" w:color="auto"/>
        </w:rPr>
        <w:t>benefits</w:t>
      </w:r>
      <w:r w:rsidRPr="0002710F">
        <w:rPr>
          <w:rFonts w:eastAsia="Aptos"/>
          <w:sz w:val="12"/>
          <w:szCs w:val="20"/>
          <w:highlight w:val="cyan"/>
        </w:rPr>
        <w:t xml:space="preserve"> </w:t>
      </w:r>
      <w:r w:rsidRPr="0002710F">
        <w:rPr>
          <w:rFonts w:eastAsia="Aptos"/>
          <w:highlight w:val="cyan"/>
          <w:u w:val="single"/>
        </w:rPr>
        <w:t>for</w:t>
      </w:r>
      <w:r w:rsidRPr="0002710F">
        <w:rPr>
          <w:rFonts w:eastAsia="Aptos"/>
          <w:sz w:val="12"/>
          <w:szCs w:val="20"/>
        </w:rPr>
        <w:t xml:space="preserve"> union </w:t>
      </w:r>
      <w:r w:rsidRPr="0002710F">
        <w:rPr>
          <w:rFonts w:eastAsia="Aptos"/>
          <w:iCs/>
          <w:highlight w:val="cyan"/>
          <w:u w:val="single"/>
          <w:bdr w:val="single" w:sz="8" w:space="0" w:color="auto"/>
        </w:rPr>
        <w:t>workers</w:t>
      </w:r>
      <w:r w:rsidRPr="0002710F">
        <w:rPr>
          <w:rFonts w:eastAsia="Aptos"/>
          <w:sz w:val="12"/>
          <w:szCs w:val="20"/>
        </w:rPr>
        <w:t>. 145</w:t>
      </w:r>
    </w:p>
    <w:p w14:paraId="5E599979" w14:textId="77777777" w:rsidR="00806333" w:rsidRPr="00806333" w:rsidRDefault="00806333" w:rsidP="00806333"/>
    <w:p w14:paraId="6CE33B2C"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9DD4D" w14:textId="77777777" w:rsidR="00497750" w:rsidRDefault="00497750" w:rsidP="00066D2C">
      <w:r>
        <w:separator/>
      </w:r>
    </w:p>
  </w:endnote>
  <w:endnote w:type="continuationSeparator" w:id="0">
    <w:p w14:paraId="5C4AC0BC" w14:textId="77777777" w:rsidR="00497750" w:rsidRDefault="00497750"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92E585" w14:textId="77777777" w:rsidR="00497750" w:rsidRDefault="00497750" w:rsidP="00066D2C">
      <w:r>
        <w:separator/>
      </w:r>
    </w:p>
  </w:footnote>
  <w:footnote w:type="continuationSeparator" w:id="0">
    <w:p w14:paraId="1C0E8BDC" w14:textId="77777777" w:rsidR="00497750" w:rsidRDefault="00497750"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Nora Cai"/>
    <w:docVar w:name="OS" w:val="Windows NT"/>
    <w:docVar w:name="OSVersion" w:val="10.0"/>
    <w:docVar w:name="RibbonPointer" w:val="321688408"/>
    <w:docVar w:name="Team" w:val="Dartmouth"/>
    <w:docVar w:name="VerbatimVersion" w:val="6.0.0"/>
    <w:docVar w:name="WordVersion" w:val="16.0"/>
  </w:docVars>
  <w:rsids>
    <w:rsidRoot w:val="00497750"/>
    <w:rsid w:val="00001C7E"/>
    <w:rsid w:val="0000487C"/>
    <w:rsid w:val="00011FEF"/>
    <w:rsid w:val="00013C8B"/>
    <w:rsid w:val="00014FD3"/>
    <w:rsid w:val="00023AEF"/>
    <w:rsid w:val="000250CA"/>
    <w:rsid w:val="0002710F"/>
    <w:rsid w:val="00032119"/>
    <w:rsid w:val="000427BD"/>
    <w:rsid w:val="00043C82"/>
    <w:rsid w:val="00050713"/>
    <w:rsid w:val="00053D0F"/>
    <w:rsid w:val="00056966"/>
    <w:rsid w:val="000577C7"/>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A797F"/>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2B1E"/>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068E"/>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1808"/>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4B92"/>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86D48"/>
    <w:rsid w:val="0039157C"/>
    <w:rsid w:val="00392D93"/>
    <w:rsid w:val="00393EF2"/>
    <w:rsid w:val="00394F71"/>
    <w:rsid w:val="00396D52"/>
    <w:rsid w:val="003A46B4"/>
    <w:rsid w:val="003A5CE8"/>
    <w:rsid w:val="003A698D"/>
    <w:rsid w:val="003A6F7D"/>
    <w:rsid w:val="003B17B3"/>
    <w:rsid w:val="003B4705"/>
    <w:rsid w:val="003B4F86"/>
    <w:rsid w:val="003B734D"/>
    <w:rsid w:val="003B7A54"/>
    <w:rsid w:val="003C177C"/>
    <w:rsid w:val="003C251E"/>
    <w:rsid w:val="003C3CCA"/>
    <w:rsid w:val="003C6CA9"/>
    <w:rsid w:val="003D3B44"/>
    <w:rsid w:val="003D4150"/>
    <w:rsid w:val="003D5367"/>
    <w:rsid w:val="003E0DD2"/>
    <w:rsid w:val="003E37EF"/>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430C"/>
    <w:rsid w:val="00457EB1"/>
    <w:rsid w:val="00457F13"/>
    <w:rsid w:val="004604DA"/>
    <w:rsid w:val="00462267"/>
    <w:rsid w:val="00462B60"/>
    <w:rsid w:val="00474720"/>
    <w:rsid w:val="00480A40"/>
    <w:rsid w:val="004827C9"/>
    <w:rsid w:val="00486F5E"/>
    <w:rsid w:val="004875B9"/>
    <w:rsid w:val="00491C5F"/>
    <w:rsid w:val="0049341D"/>
    <w:rsid w:val="00493AA8"/>
    <w:rsid w:val="00496FDC"/>
    <w:rsid w:val="00497750"/>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2B52"/>
    <w:rsid w:val="00565142"/>
    <w:rsid w:val="00567D6A"/>
    <w:rsid w:val="00567D90"/>
    <w:rsid w:val="00567F85"/>
    <w:rsid w:val="005746F5"/>
    <w:rsid w:val="00575723"/>
    <w:rsid w:val="00583644"/>
    <w:rsid w:val="00585F11"/>
    <w:rsid w:val="005906F9"/>
    <w:rsid w:val="005932B4"/>
    <w:rsid w:val="005A3550"/>
    <w:rsid w:val="005A4099"/>
    <w:rsid w:val="005A4DE4"/>
    <w:rsid w:val="005A6204"/>
    <w:rsid w:val="005A68C6"/>
    <w:rsid w:val="005A6D5A"/>
    <w:rsid w:val="005B41CE"/>
    <w:rsid w:val="005B566C"/>
    <w:rsid w:val="005B5DC5"/>
    <w:rsid w:val="005B6286"/>
    <w:rsid w:val="005C051B"/>
    <w:rsid w:val="005C1630"/>
    <w:rsid w:val="005C2AEB"/>
    <w:rsid w:val="005C5B70"/>
    <w:rsid w:val="005D027B"/>
    <w:rsid w:val="005D3400"/>
    <w:rsid w:val="005D3778"/>
    <w:rsid w:val="005D388F"/>
    <w:rsid w:val="005D45F4"/>
    <w:rsid w:val="005D700C"/>
    <w:rsid w:val="005E0F22"/>
    <w:rsid w:val="005E43F7"/>
    <w:rsid w:val="005E5941"/>
    <w:rsid w:val="005E78A2"/>
    <w:rsid w:val="005F094E"/>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66FA9"/>
    <w:rsid w:val="00673C22"/>
    <w:rsid w:val="0067482D"/>
    <w:rsid w:val="0067732F"/>
    <w:rsid w:val="00681007"/>
    <w:rsid w:val="0068122B"/>
    <w:rsid w:val="00681DD9"/>
    <w:rsid w:val="00682252"/>
    <w:rsid w:val="00682F5C"/>
    <w:rsid w:val="00687555"/>
    <w:rsid w:val="00690E39"/>
    <w:rsid w:val="0069137E"/>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1DE0"/>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14AA"/>
    <w:rsid w:val="007C42F3"/>
    <w:rsid w:val="007C479B"/>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56CD"/>
    <w:rsid w:val="007F7C5E"/>
    <w:rsid w:val="00800BF1"/>
    <w:rsid w:val="0080587F"/>
    <w:rsid w:val="00806333"/>
    <w:rsid w:val="00806B14"/>
    <w:rsid w:val="008114D4"/>
    <w:rsid w:val="0081234D"/>
    <w:rsid w:val="00812D2D"/>
    <w:rsid w:val="00817A64"/>
    <w:rsid w:val="008202F7"/>
    <w:rsid w:val="008247A4"/>
    <w:rsid w:val="00825D47"/>
    <w:rsid w:val="008272A6"/>
    <w:rsid w:val="0083258C"/>
    <w:rsid w:val="00833D6C"/>
    <w:rsid w:val="00841328"/>
    <w:rsid w:val="00841CCC"/>
    <w:rsid w:val="008426D8"/>
    <w:rsid w:val="00844377"/>
    <w:rsid w:val="008443EF"/>
    <w:rsid w:val="00846F90"/>
    <w:rsid w:val="00852FB9"/>
    <w:rsid w:val="008536B7"/>
    <w:rsid w:val="00860F34"/>
    <w:rsid w:val="00862AC4"/>
    <w:rsid w:val="0086319B"/>
    <w:rsid w:val="008674A6"/>
    <w:rsid w:val="0087210F"/>
    <w:rsid w:val="00873906"/>
    <w:rsid w:val="0087564D"/>
    <w:rsid w:val="00876000"/>
    <w:rsid w:val="0089108B"/>
    <w:rsid w:val="008927D4"/>
    <w:rsid w:val="00892EE6"/>
    <w:rsid w:val="008931B4"/>
    <w:rsid w:val="008973A2"/>
    <w:rsid w:val="008A0E76"/>
    <w:rsid w:val="008A42FE"/>
    <w:rsid w:val="008A4F23"/>
    <w:rsid w:val="008A713B"/>
    <w:rsid w:val="008B4FBE"/>
    <w:rsid w:val="008B6039"/>
    <w:rsid w:val="008C2555"/>
    <w:rsid w:val="008C25AC"/>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A6FB2"/>
    <w:rsid w:val="00BB0B48"/>
    <w:rsid w:val="00BB1630"/>
    <w:rsid w:val="00BB6860"/>
    <w:rsid w:val="00BC3256"/>
    <w:rsid w:val="00BC3592"/>
    <w:rsid w:val="00BC36DF"/>
    <w:rsid w:val="00BC4B41"/>
    <w:rsid w:val="00BC66ED"/>
    <w:rsid w:val="00BD11D3"/>
    <w:rsid w:val="00BD2B47"/>
    <w:rsid w:val="00BD2CAA"/>
    <w:rsid w:val="00BD3B65"/>
    <w:rsid w:val="00BD4F91"/>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39EA"/>
    <w:rsid w:val="00C27729"/>
    <w:rsid w:val="00C312FA"/>
    <w:rsid w:val="00C332C4"/>
    <w:rsid w:val="00C334F5"/>
    <w:rsid w:val="00C35A03"/>
    <w:rsid w:val="00C36A05"/>
    <w:rsid w:val="00C407C3"/>
    <w:rsid w:val="00C40BA5"/>
    <w:rsid w:val="00C423B4"/>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3DB"/>
    <w:rsid w:val="00CC1BDF"/>
    <w:rsid w:val="00CC21EC"/>
    <w:rsid w:val="00CC482B"/>
    <w:rsid w:val="00CD105E"/>
    <w:rsid w:val="00CD4AE6"/>
    <w:rsid w:val="00CD5211"/>
    <w:rsid w:val="00CD57F9"/>
    <w:rsid w:val="00CD5CD1"/>
    <w:rsid w:val="00CE0BB8"/>
    <w:rsid w:val="00CE54E0"/>
    <w:rsid w:val="00CE5835"/>
    <w:rsid w:val="00CE6FA1"/>
    <w:rsid w:val="00CF1938"/>
    <w:rsid w:val="00CF24CD"/>
    <w:rsid w:val="00CF3B15"/>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01FC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C5EE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F2C6D2"/>
  <w15:chartTrackingRefBased/>
  <w15:docId w15:val="{FFC51932-CE2E-4980-91E2-28237EE7A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16068E"/>
    <w:rPr>
      <w:rFonts w:ascii="Times New Roman" w:hAnsi="Times New Roman" w:cs="Times New Roman"/>
    </w:rPr>
  </w:style>
  <w:style w:type="paragraph" w:styleId="Heading1">
    <w:name w:val="heading 1"/>
    <w:aliases w:val="Pocket"/>
    <w:basedOn w:val="Normal"/>
    <w:next w:val="Normal"/>
    <w:link w:val="Heading1Char"/>
    <w:qFormat/>
    <w:rsid w:val="001606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16068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 Char,Char,Tag Char Char,Bold Cite,Cite 1,Read Char,Heading 3 Char1 Char Char,Heading 3 Char Char1 Char Char,Read Char Ch,Text 7,no,Tags v 2,Char Char Char Char Char Char Char,Citation,3: Cite,Cha,CD Underline,n"/>
    <w:basedOn w:val="Normal"/>
    <w:next w:val="Normal"/>
    <w:link w:val="Heading3Char"/>
    <w:uiPriority w:val="2"/>
    <w:qFormat/>
    <w:rsid w:val="0016068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 Ch,T"/>
    <w:basedOn w:val="Normal"/>
    <w:next w:val="Normal"/>
    <w:link w:val="Heading4Char"/>
    <w:autoRedefine/>
    <w:uiPriority w:val="3"/>
    <w:qFormat/>
    <w:rsid w:val="0016068E"/>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16068E"/>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1606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068E"/>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D"/>
    <w:basedOn w:val="DefaultParagraphFont"/>
    <w:link w:val="Emphasis1"/>
    <w:uiPriority w:val="8"/>
    <w:qFormat/>
    <w:rsid w:val="0016068E"/>
    <w:rPr>
      <w:rFonts w:ascii="Times New Roman" w:hAnsi="Times New Roman" w:cs="Times New Roman"/>
      <w:b w:val="0"/>
      <w:i w:val="0"/>
      <w:iCs/>
      <w:sz w:val="22"/>
      <w:u w:val="single"/>
      <w:bdr w:val="single" w:sz="8" w:space="0" w:color="auto"/>
    </w:rPr>
  </w:style>
  <w:style w:type="character" w:styleId="FollowedHyperlink">
    <w:name w:val="FollowedHyperlink"/>
    <w:basedOn w:val="DefaultParagraphFont"/>
    <w:uiPriority w:val="99"/>
    <w:semiHidden/>
    <w:unhideWhenUsed/>
    <w:rsid w:val="0016068E"/>
    <w:rPr>
      <w:color w:val="auto"/>
      <w:u w:val="none"/>
    </w:rPr>
  </w:style>
  <w:style w:type="character" w:customStyle="1" w:styleId="Heading1Char">
    <w:name w:val="Heading 1 Char"/>
    <w:aliases w:val="Pocket Char"/>
    <w:basedOn w:val="DefaultParagraphFont"/>
    <w:link w:val="Heading1"/>
    <w:rsid w:val="0016068E"/>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16068E"/>
    <w:rPr>
      <w:rFonts w:ascii="Times New Roman" w:eastAsiaTheme="majorEastAsia" w:hAnsi="Times New Roman" w:cstheme="majorBidi"/>
      <w:b/>
      <w:sz w:val="44"/>
      <w:szCs w:val="26"/>
      <w:u w:val="double"/>
    </w:rPr>
  </w:style>
  <w:style w:type="character" w:customStyle="1" w:styleId="Heading3Char">
    <w:name w:val="Heading 3 Char"/>
    <w:aliases w:val="Block Char,Heading 3 Char Char Char,Char Char Char,Char Char1,Tag Char Char Char,Bold Cite Char,Cite 1 Char,Read Char Char,Heading 3 Char1 Char Char Char,Heading 3 Char Char1 Char Char Char,Read Char Ch Char,Text 7 Char,no Char,Cha Char"/>
    <w:basedOn w:val="DefaultParagraphFont"/>
    <w:link w:val="Heading3"/>
    <w:uiPriority w:val="2"/>
    <w:rsid w:val="0016068E"/>
    <w:rPr>
      <w:rFonts w:ascii="Times New Roman" w:eastAsiaTheme="majorEastAsia" w:hAnsi="Times New Roman"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link w:val="Heading4"/>
    <w:uiPriority w:val="3"/>
    <w:rsid w:val="0016068E"/>
    <w:rPr>
      <w:rFonts w:ascii="Times New Roman" w:eastAsiaTheme="majorEastAsia" w:hAnsi="Times New Roman"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N"/>
    <w:basedOn w:val="DefaultParagraphFont"/>
    <w:uiPriority w:val="6"/>
    <w:qFormat/>
    <w:rsid w:val="0016068E"/>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9"/>
    <w:basedOn w:val="DefaultParagraphFont"/>
    <w:link w:val="UnderlinePara"/>
    <w:uiPriority w:val="7"/>
    <w:qFormat/>
    <w:rsid w:val="0016068E"/>
    <w:rPr>
      <w:b w:val="0"/>
      <w:sz w:val="22"/>
      <w:u w:val="single"/>
    </w:rPr>
  </w:style>
  <w:style w:type="character" w:styleId="Strong">
    <w:name w:val="Strong"/>
    <w:basedOn w:val="DefaultParagraphFont"/>
    <w:uiPriority w:val="22"/>
    <w:semiHidden/>
    <w:qFormat/>
    <w:rsid w:val="0016068E"/>
    <w:rPr>
      <w:b/>
      <w:bCs/>
    </w:rPr>
  </w:style>
  <w:style w:type="character" w:styleId="BookTitle">
    <w:name w:val="Book Title"/>
    <w:basedOn w:val="DefaultParagraphFont"/>
    <w:uiPriority w:val="33"/>
    <w:semiHidden/>
    <w:qFormat/>
    <w:rsid w:val="0016068E"/>
    <w:rPr>
      <w:b/>
      <w:bCs/>
      <w:i/>
      <w:iCs/>
      <w:spacing w:val="5"/>
    </w:rPr>
  </w:style>
  <w:style w:type="character" w:customStyle="1" w:styleId="Heading5Char">
    <w:name w:val="Heading 5 Char"/>
    <w:basedOn w:val="DefaultParagraphFont"/>
    <w:link w:val="Heading5"/>
    <w:uiPriority w:val="9"/>
    <w:semiHidden/>
    <w:rsid w:val="0016068E"/>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16068E"/>
  </w:style>
  <w:style w:type="paragraph" w:styleId="Header">
    <w:name w:val="header"/>
    <w:basedOn w:val="Normal"/>
    <w:link w:val="HeaderChar"/>
    <w:uiPriority w:val="99"/>
    <w:semiHidden/>
    <w:rsid w:val="0016068E"/>
    <w:pPr>
      <w:tabs>
        <w:tab w:val="center" w:pos="4680"/>
        <w:tab w:val="right" w:pos="9360"/>
      </w:tabs>
    </w:pPr>
  </w:style>
  <w:style w:type="character" w:customStyle="1" w:styleId="HeaderChar">
    <w:name w:val="Header Char"/>
    <w:basedOn w:val="DefaultParagraphFont"/>
    <w:link w:val="Header"/>
    <w:uiPriority w:val="99"/>
    <w:semiHidden/>
    <w:rsid w:val="0016068E"/>
    <w:rPr>
      <w:rFonts w:ascii="Times New Roman" w:hAnsi="Times New Roman" w:cs="Times New Roman"/>
    </w:rPr>
  </w:style>
  <w:style w:type="paragraph" w:styleId="Footer">
    <w:name w:val="footer"/>
    <w:basedOn w:val="Normal"/>
    <w:link w:val="FooterChar"/>
    <w:uiPriority w:val="99"/>
    <w:semiHidden/>
    <w:rsid w:val="0016068E"/>
    <w:pPr>
      <w:tabs>
        <w:tab w:val="center" w:pos="4680"/>
        <w:tab w:val="right" w:pos="9360"/>
      </w:tabs>
    </w:pPr>
  </w:style>
  <w:style w:type="character" w:customStyle="1" w:styleId="FooterChar">
    <w:name w:val="Footer Char"/>
    <w:basedOn w:val="DefaultParagraphFont"/>
    <w:link w:val="Footer"/>
    <w:uiPriority w:val="99"/>
    <w:semiHidden/>
    <w:rsid w:val="0016068E"/>
    <w:rPr>
      <w:rFonts w:ascii="Times New Roman" w:hAnsi="Times New Roman" w:cs="Times New Roman"/>
    </w:rPr>
  </w:style>
  <w:style w:type="paragraph" w:styleId="BodyText">
    <w:name w:val="Body Text"/>
    <w:basedOn w:val="Normal"/>
    <w:link w:val="BodyTextChar"/>
    <w:uiPriority w:val="99"/>
    <w:semiHidden/>
    <w:unhideWhenUsed/>
    <w:rsid w:val="0016068E"/>
    <w:pPr>
      <w:spacing w:after="120"/>
    </w:pPr>
  </w:style>
  <w:style w:type="character" w:customStyle="1" w:styleId="BodyTextChar">
    <w:name w:val="Body Text Char"/>
    <w:basedOn w:val="DefaultParagraphFont"/>
    <w:link w:val="BodyText"/>
    <w:uiPriority w:val="99"/>
    <w:semiHidden/>
    <w:rsid w:val="0016068E"/>
    <w:rPr>
      <w:rFonts w:ascii="Times New Roman" w:hAnsi="Times New Roman" w:cs="Times New Roman"/>
    </w:rPr>
  </w:style>
  <w:style w:type="paragraph" w:styleId="NoSpacing">
    <w:name w:val="No Spacing"/>
    <w:link w:val="NoSpacingChar"/>
    <w:uiPriority w:val="99"/>
    <w:semiHidden/>
    <w:unhideWhenUsed/>
    <w:qFormat/>
    <w:rsid w:val="0016068E"/>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16068E"/>
    <w:rPr>
      <w:rFonts w:ascii="Calibri" w:hAnsi="Calibri" w:cs="Calibri"/>
    </w:rPr>
  </w:style>
  <w:style w:type="character" w:styleId="Hyperlink">
    <w:name w:val="Hyperlink"/>
    <w:basedOn w:val="DefaultParagraphFont"/>
    <w:uiPriority w:val="99"/>
    <w:unhideWhenUsed/>
    <w:rsid w:val="0016068E"/>
    <w:rPr>
      <w:color w:val="0563C1" w:themeColor="hyperlink"/>
      <w:u w:val="single"/>
    </w:rPr>
  </w:style>
  <w:style w:type="character" w:styleId="UnresolvedMention">
    <w:name w:val="Unresolved Mention"/>
    <w:basedOn w:val="DefaultParagraphFont"/>
    <w:uiPriority w:val="99"/>
    <w:semiHidden/>
    <w:unhideWhenUsed/>
    <w:rsid w:val="0016068E"/>
    <w:rPr>
      <w:color w:val="605E5C"/>
      <w:shd w:val="clear" w:color="auto" w:fill="E1DFDD"/>
    </w:rPr>
  </w:style>
  <w:style w:type="paragraph" w:customStyle="1" w:styleId="Undertag">
    <w:name w:val="Undertag"/>
    <w:link w:val="UndertagChar"/>
    <w:autoRedefine/>
    <w:uiPriority w:val="5"/>
    <w:qFormat/>
    <w:rsid w:val="0016068E"/>
    <w:pPr>
      <w:spacing w:after="0"/>
    </w:pPr>
    <w:rPr>
      <w:rFonts w:ascii="Times New Roman" w:eastAsiaTheme="majorEastAsia" w:hAnsi="Times New Roman" w:cstheme="majorBidi"/>
      <w:i/>
      <w:iCs/>
      <w:color w:val="385623" w:themeColor="accent6" w:themeShade="80"/>
    </w:rPr>
  </w:style>
  <w:style w:type="character" w:customStyle="1" w:styleId="UndertagChar">
    <w:name w:val="Undertag Char"/>
    <w:basedOn w:val="DefaultParagraphFont"/>
    <w:link w:val="Undertag"/>
    <w:uiPriority w:val="5"/>
    <w:rsid w:val="0016068E"/>
    <w:rPr>
      <w:rFonts w:ascii="Times New Roman" w:eastAsiaTheme="majorEastAsia" w:hAnsi="Times New Roman" w:cstheme="majorBidi"/>
      <w:i/>
      <w:iCs/>
      <w:color w:val="385623" w:themeColor="accent6" w:themeShade="80"/>
    </w:rPr>
  </w:style>
  <w:style w:type="paragraph" w:customStyle="1" w:styleId="Analytic">
    <w:name w:val="Analytic"/>
    <w:basedOn w:val="Heading4"/>
    <w:link w:val="AnalyticChar"/>
    <w:autoRedefine/>
    <w:uiPriority w:val="5"/>
    <w:qFormat/>
    <w:rsid w:val="0016068E"/>
    <w:rPr>
      <w:color w:val="222A35" w:themeColor="text2" w:themeShade="80"/>
    </w:rPr>
  </w:style>
  <w:style w:type="character" w:customStyle="1" w:styleId="AnalyticChar">
    <w:name w:val="Analytic Char"/>
    <w:basedOn w:val="DefaultParagraphFont"/>
    <w:link w:val="Analytic"/>
    <w:uiPriority w:val="5"/>
    <w:rsid w:val="0016068E"/>
    <w:rPr>
      <w:rFonts w:ascii="Times New Roman" w:eastAsiaTheme="majorEastAsia" w:hAnsi="Times New Roman" w:cstheme="majorBidi"/>
      <w:b/>
      <w:iCs/>
      <w:color w:val="222A35" w:themeColor="text2" w:themeShade="80"/>
      <w:sz w:val="26"/>
    </w:rPr>
  </w:style>
  <w:style w:type="paragraph" w:customStyle="1" w:styleId="Emphasis1">
    <w:name w:val="Emphasis1"/>
    <w:basedOn w:val="Normal"/>
    <w:link w:val="Emphasis"/>
    <w:autoRedefine/>
    <w:uiPriority w:val="8"/>
    <w:qFormat/>
    <w:rsid w:val="0045430C"/>
    <w:pPr>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paragraph" w:customStyle="1" w:styleId="UnderlinePara">
    <w:name w:val="Underline Para"/>
    <w:basedOn w:val="Normal"/>
    <w:link w:val="StyleUnderline"/>
    <w:autoRedefine/>
    <w:uiPriority w:val="7"/>
    <w:qFormat/>
    <w:rsid w:val="0045430C"/>
    <w:pPr>
      <w:widowControl w:val="0"/>
      <w:suppressAutoHyphens/>
      <w:spacing w:after="200" w:line="240" w:lineRule="auto"/>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a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16515</Words>
  <Characters>94136</Characters>
  <Application>Microsoft Office Word</Application>
  <DocSecurity>0</DocSecurity>
  <Lines>784</Lines>
  <Paragraphs>220</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110431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Nora Cai</dc:creator>
  <cp:keywords>6.0.0</cp:keywords>
  <dc:description/>
  <cp:lastModifiedBy>Nora X. Cai</cp:lastModifiedBy>
  <cp:revision>3</cp:revision>
  <dcterms:created xsi:type="dcterms:W3CDTF">2025-09-25T19:27:00Z</dcterms:created>
  <dcterms:modified xsi:type="dcterms:W3CDTF">2025-09-25T19:27:00Z</dcterms:modified>
</cp:coreProperties>
</file>